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1171407303"/>
        <w:lock w:val="contentLocked"/>
      </w:sdtPr>
      <w:sdtEndPr/>
      <w:sdtContent>
        <w:tbl>
          <w:tblPr>
            <w:tblW w:w="10173" w:type="dxa"/>
            <w:tbl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  <w:insideH w:val="single" w:sz="6" w:space="0" w:color="000000"/>
              <w:insideV w:val="single" w:sz="6" w:space="0" w:color="000000"/>
            </w:tblBorders>
            <w:tblLayout w:type="fixed"/>
            <w:tblLook w:val="0080" w:firstRow="0" w:lastRow="0" w:firstColumn="1" w:lastColumn="0" w:noHBand="0" w:noVBand="0"/>
          </w:tblPr>
          <w:tblGrid>
            <w:gridCol w:w="1700"/>
            <w:gridCol w:w="8473"/>
          </w:tblGrid>
          <w:tr w:rsidR="003B6655">
            <w:tc>
              <w:tcPr>
                <w:tcW w:w="1700" w:type="dxa"/>
                <w:tcBorders>
                  <w:top w:val="doub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Autor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3D7D26">
                <w:pPr>
                  <w:pStyle w:val="Hlavicka"/>
                </w:pPr>
                <w:sdt>
                  <w:sdtPr>
                    <w:alias w:val="Autor"/>
                    <w:tag w:val="Autor"/>
                    <w:id w:val="107561664"/>
                    <w:lock w:val="sdtLocked"/>
                    <w:placeholder>
                      <w:docPart w:val="7A4157E48FDC4FE4BBF0502CED3B3372"/>
                    </w:placeholder>
                    <w:showingPlcHdr/>
                    <w:dataBinding w:prefixMappings="xmlns:ns='http://www.daliboris.cz/schemata/prepisy.xsd'" w:xpath="/ns:Prepis/ns:Hlavicka/ns:Autor" w:storeItemID="{5FC0FFAB-1D81-4588-879B-90D171B6DAF4}"/>
                    <w:text/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Zadejte autora (v pořadí příjmení/přídomek, jméno); více autorů oddělujte střední pomlčkou</w:t>
                    </w:r>
                  </w:sdtContent>
                </w:sdt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Titul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sdt>
                <w:sdtPr>
                  <w:alias w:val="Titul"/>
                  <w:tag w:val="Titul"/>
                  <w:id w:val="2089427743"/>
                  <w:lock w:val="sdtLocked"/>
                  <w:placeholder>
                    <w:docPart w:val="D2CB4C37501D463B89B5A474925EC7E4"/>
                  </w:placeholder>
                  <w:showingPlcHdr/>
                  <w:dataBinding w:prefixMappings="xmlns:ns='http://www.daliboris.cz/schemata/prepisy.xsd'" w:xpath="/ns:Prepis/ns:Hlavicka/ns:Titul" w:storeItemID="{5FC0FFAB-1D81-4588-879B-90D171B6DAF4}"/>
                  <w:text/>
                </w:sdtPr>
                <w:sdtEndPr/>
                <w:sdtContent>
                  <w:p w:rsidR="003B6655" w:rsidRDefault="00BC0E65">
                    <w:pPr>
                      <w:pStyle w:val="Hlavicka"/>
                    </w:pPr>
                    <w:r>
                      <w:rPr>
                        <w:rStyle w:val="Zstupntext"/>
                      </w:rPr>
                      <w:t>Zadejte název či ekvivalentní označení pramene; uzuální titul vložte do hranatých závorek []</w:t>
                    </w:r>
                  </w:p>
                </w:sdtContent>
              </w:sdt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Alternativní titul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sdt>
                <w:sdtPr>
                  <w:alias w:val="Alternativní titul"/>
                  <w:tag w:val="AlternativniTitul"/>
                  <w:id w:val="-1304310360"/>
                  <w:lock w:val="sdtLocked"/>
                  <w:placeholder>
                    <w:docPart w:val="49665283B3CF4FCB888524063FC54F7D"/>
                  </w:placeholder>
                  <w:showingPlcHdr/>
                  <w:dataBinding w:prefixMappings="xmlns:ns='http://www.daliboris.cz/schemata/prepisy.xsd'" w:xpath="/ns:Prepis/ns:Hlavicka/ns:AlternativniTitul" w:storeItemID="{5FC0FFAB-1D81-4588-879B-90D171B6DAF4}"/>
                  <w:text/>
                </w:sdtPr>
                <w:sdtEndPr/>
                <w:sdtContent>
                  <w:p w:rsidR="003B6655" w:rsidRDefault="00BC0E65">
                    <w:pPr>
                      <w:pStyle w:val="Hlavicka"/>
                    </w:pPr>
                    <w:r>
                      <w:rPr>
                        <w:rStyle w:val="Zstupntext"/>
                      </w:rPr>
                      <w:t>Zadejte další, obecně užívaný název díla</w:t>
                    </w:r>
                  </w:p>
                </w:sdtContent>
              </w:sdt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Datace pramene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sdt>
                <w:sdtPr>
                  <w:alias w:val="Datace pramene"/>
                  <w:tag w:val="DataceText"/>
                  <w:id w:val="230359707"/>
                  <w:lock w:val="sdtLocked"/>
                  <w:placeholder>
                    <w:docPart w:val="B2D37726B10D4B3CA1A9C98AC4160FE2"/>
                  </w:placeholder>
                  <w:showingPlcHdr/>
                  <w:dataBinding w:prefixMappings="xmlns:ns='http://www.daliboris.cz/schemata/prepisy.xsd'" w:xpath="/ns:Prepis/ns:Hlavicka/ns:DataceText" w:storeItemID="{5FC0FFAB-1D81-4588-879B-90D171B6DAF4}"/>
                  <w:text/>
                </w:sdtPr>
                <w:sdtEndPr/>
                <w:sdtContent>
                  <w:p w:rsidR="003B6655" w:rsidRDefault="00BC0E65">
                    <w:pPr>
                      <w:pStyle w:val="Hlavicka"/>
                    </w:pPr>
                    <w:r>
                      <w:rPr>
                        <w:rStyle w:val="Zstupntext"/>
                      </w:rPr>
                      <w:t>Zadejte dataci pramene (nikoliv památky); používejte stanovené formulace</w:t>
                    </w:r>
                  </w:p>
                </w:sdtContent>
              </w:sdt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Tiskař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3D7D26">
                <w:pPr>
                  <w:pStyle w:val="Hlavicka"/>
                </w:pPr>
                <w:sdt>
                  <w:sdtPr>
                    <w:alias w:val="Tiskař"/>
                    <w:tag w:val="Tiskar"/>
                    <w:id w:val="970706147"/>
                    <w:lock w:val="sdtLocked"/>
                    <w:placeholder>
                      <w:docPart w:val="357C0957F87E449EBFB5CF67F71FE975"/>
                    </w:placeholder>
                    <w:showingPlcHdr/>
                    <w:dataBinding w:prefixMappings="xmlns:ns='http://www.daliboris.cz/schemata/prepisy.xsd'" w:xpath="/ns:Prepis/ns:Hlavicka/ns:Tiskar" w:storeItemID="{5FC0FFAB-1D81-4588-879B-90D171B6DAF4}"/>
                    <w:text/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Zadejte jméno tiskaře (v pořadí příjmení/přídomek, jméno)</w:t>
                    </w:r>
                  </w:sdtContent>
                </w:sdt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Místo tisku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3D7D26">
                <w:pPr>
                  <w:pStyle w:val="Hlavicka"/>
                </w:pPr>
                <w:sdt>
                  <w:sdtPr>
                    <w:alias w:val="Místo tisku"/>
                    <w:tag w:val="MistoTisku"/>
                    <w:id w:val="-2096004930"/>
                    <w:lock w:val="sdtLocked"/>
                    <w:placeholder>
                      <w:docPart w:val="B5608AD7DE804FA8BFF91C80C7477DD3"/>
                    </w:placeholder>
                    <w:showingPlcHdr/>
                    <w:dataBinding w:prefixMappings="xmlns:ns='http://www.daliboris.cz/schemata/prepisy.xsd'" w:xpath="/ns:Prepis/ns:Hlavicka/ns:MistoTisku" w:storeItemID="{5FC0FFAB-1D81-4588-879B-90D171B6DAF4}"/>
                    <w:text/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Zadejte místo tisku, pokud možno v češtině (cizojazyčný název může být v závorce)</w:t>
                    </w:r>
                  </w:sdtContent>
                </w:sdt>
              </w:p>
            </w:tc>
          </w:tr>
          <w:tr w:rsidR="003B6655">
            <w:tc>
              <w:tcPr>
                <w:tcW w:w="10173" w:type="dxa"/>
                <w:gridSpan w:val="2"/>
                <w:tcBorders>
                  <w:top w:val="single" w:sz="6" w:space="0" w:color="000000"/>
                  <w:bottom w:val="single" w:sz="6" w:space="0" w:color="000000"/>
                </w:tcBorders>
                <w:shd w:val="clear" w:color="auto" w:fill="FF6600"/>
              </w:tcPr>
              <w:p w:rsidR="003B6655" w:rsidRDefault="00BC0E65">
                <w:pPr>
                  <w:pStyle w:val="Hlavickastred"/>
                  <w:rPr>
                    <w:rStyle w:val="tucne"/>
                  </w:rPr>
                </w:pPr>
                <w:r>
                  <w:rPr>
                    <w:rStyle w:val="tucne"/>
                  </w:rPr>
                  <w:t>Předloha elektronické edice</w:t>
                </w:r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Typ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3D7D26">
                <w:pPr>
                  <w:pStyle w:val="Hlavicka"/>
                </w:pPr>
                <w:sdt>
                  <w:sdtPr>
                    <w:alias w:val="Typ předlohy"/>
                    <w:tag w:val="TypPredlohyText"/>
                    <w:id w:val="1623496783"/>
                    <w:lock w:val="sdtLocked"/>
                    <w:placeholder>
                      <w:docPart w:val="1BFB726219EB4931A2C4E7D0319027A1"/>
                    </w:placeholder>
                    <w:showingPlcHdr/>
                    <w:dataBinding w:prefixMappings="xmlns:ns='http://www.daliboris.cz/schemata/prepisy.xsd'" w:xpath="/ns:Prepis/ns:Hlavicka/ns:TypPredlohyText" w:storeItemID="{5FC0FFAB-1D81-4588-879B-90D171B6DAF4}"/>
                    <w:dropDownList w:lastValue="">
                      <w:listItem w:value="Vyberte typ předlohy"/>
                      <w:listItem w:displayText="rukopis" w:value="rukopis"/>
                      <w:listItem w:displayText="prvotisk" w:value="prvotisk"/>
                      <w:listItem w:displayText="starý tisk" w:value="starý tisk"/>
                      <w:listItem w:displayText="edice" w:value="edice"/>
                    </w:dropDownList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Vyberte typ předlohy</w:t>
                    </w:r>
                  </w:sdtContent>
                </w:sdt>
              </w:p>
            </w:tc>
          </w:tr>
          <w:tr w:rsidR="003B6655">
            <w:tc>
              <w:tcPr>
                <w:tcW w:w="10173" w:type="dxa"/>
                <w:gridSpan w:val="2"/>
                <w:tcBorders>
                  <w:top w:val="single" w:sz="6" w:space="0" w:color="000000"/>
                  <w:bottom w:val="single" w:sz="6" w:space="0" w:color="000000"/>
                </w:tcBorders>
                <w:shd w:val="clear" w:color="auto" w:fill="99CC00"/>
              </w:tcPr>
              <w:p w:rsidR="003B6655" w:rsidRDefault="00BC0E65">
                <w:pPr>
                  <w:pStyle w:val="Hlavicka"/>
                </w:pPr>
                <w:r>
                  <w:rPr>
                    <w:rStyle w:val="tucne"/>
                  </w:rPr>
                  <w:t>Uložení pramene</w:t>
                </w:r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Země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3D7D26">
                <w:pPr>
                  <w:pStyle w:val="Hlavicka"/>
                </w:pPr>
                <w:sdt>
                  <w:sdtPr>
                    <w:alias w:val="Země uložení pramene"/>
                    <w:tag w:val="ZemeUlozeni"/>
                    <w:id w:val="-137578940"/>
                    <w:lock w:val="sdtLocked"/>
                    <w:placeholder>
                      <w:docPart w:val="7AC24DF5C1B8446AB6CDFD3BF28483A8"/>
                    </w:placeholder>
                    <w:showingPlcHdr/>
                    <w:dataBinding w:prefixMappings="xmlns:ns='http://www.daliboris.cz/schemata/prepisy.xsd'" w:xpath="/ns:Prepis/ns:Hlavicka/ns:ZemeUlozeni" w:storeItemID="{5FC0FFAB-1D81-4588-879B-90D171B6DAF4}"/>
                    <w:comboBox w:lastValue="">
                      <w:listItem w:displayText="Česko" w:value="Česko"/>
                      <w:listItem w:displayText="Francie" w:value="Francie"/>
                      <w:listItem w:displayText="Maďarsko" w:value="Maďarsko"/>
                      <w:listItem w:displayText="Německo" w:value="Německo"/>
                      <w:listItem w:displayText="Polsko" w:value="Polsko"/>
                      <w:listItem w:displayText="Rakousko" w:value="Rakousko"/>
                      <w:listItem w:displayText="Rusko" w:value="Rusko"/>
                      <w:listItem w:displayText="Slovensko" w:value="Slovensko"/>
                      <w:listItem w:displayText="Švédsko" w:value="Švédsko"/>
                    </w:comboBox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Vyberte nebo napište zemi, kde je předloha uložena</w:t>
                    </w:r>
                  </w:sdtContent>
                </w:sdt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Město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3D7D26">
                <w:pPr>
                  <w:pStyle w:val="Hlavicka"/>
                </w:pPr>
                <w:sdt>
                  <w:sdtPr>
                    <w:alias w:val="Město uložení pramene"/>
                    <w:tag w:val="MestoUlozeni"/>
                    <w:id w:val="-1557698361"/>
                    <w:lock w:val="sdtLocked"/>
                    <w:placeholder>
                      <w:docPart w:val="1EA3970346F64B569E1E7D7253430151"/>
                    </w:placeholder>
                    <w:showingPlcHdr/>
                    <w:dataBinding w:prefixMappings="xmlns:ns='http://www.daliboris.cz/schemata/prepisy.xsd'" w:xpath="/ns:Prepis/ns:Hlavicka/ns:MestoUlozeni" w:storeItemID="{5FC0FFAB-1D81-4588-879B-90D171B6DAF4}"/>
                    <w:comboBox w:lastValue="">
                      <w:listItem w:displayText="Bratislava" w:value="Bratislava"/>
                      <w:listItem w:displayText="Brno" w:value="Brno"/>
                      <w:listItem w:displayText="Drážďany" w:value="Drážďany"/>
                      <w:listItem w:displayText="Drkolná" w:value="Drkolná"/>
                      <w:listItem w:displayText="Freiberk" w:value="Freiberk"/>
                      <w:listItem w:displayText="Krakov" w:value="Krakov"/>
                      <w:listItem w:displayText="Litoměřice" w:value="Litoměřice"/>
                      <w:listItem w:displayText="Louny" w:value="Louny"/>
                      <w:listItem w:displayText="Olomouc" w:value="Olomouc"/>
                      <w:listItem w:displayText="Ostřihom" w:value="Ostřihom"/>
                      <w:listItem w:displayText="Paříž" w:value="Paříž"/>
                      <w:listItem w:displayText="Petrohrad" w:value="Petrohrad"/>
                      <w:listItem w:displayText="Poděbrady" w:value="Poděbrady"/>
                      <w:listItem w:displayText="Praha" w:value="Praha"/>
                      <w:listItem w:displayText="Stockholm" w:value="Stockholm"/>
                      <w:listItem w:displayText="Třeboň" w:value="Třeboň"/>
                      <w:listItem w:displayText="Varšava" w:value="Varšava"/>
                      <w:listItem w:displayText="Vídeň" w:value="Vídeň"/>
                      <w:listItem w:displayText="Vyšší Brod" w:value="Vyšší Brod"/>
                    </w:comboBox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Vyberte nebo napište město, kde se pramen nachází</w:t>
                    </w:r>
                  </w:sdtContent>
                </w:sdt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Instituce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3D7D26">
                <w:pPr>
                  <w:pStyle w:val="Hlavicka"/>
                </w:pPr>
                <w:sdt>
                  <w:sdtPr>
                    <w:alias w:val="Instituce uložení pramene"/>
                    <w:tag w:val="InstituceUlozeni"/>
                    <w:id w:val="1798868877"/>
                    <w:lock w:val="sdtLocked"/>
                    <w:placeholder>
                      <w:docPart w:val="28A28F1D834848498BC39AE4E5D97869"/>
                    </w:placeholder>
                    <w:showingPlcHdr/>
                    <w:dataBinding w:prefixMappings="xmlns:ns='http://www.daliboris.cz/schemata/prepisy.xsd'" w:xpath="/ns:Prepis/ns:Hlavicka/ns:InstituceUlozeni" w:storeItemID="{5FC0FFAB-1D81-4588-879B-90D171B6DAF4}"/>
                    <w:comboBox w:lastValue="">
                      <w:listItem w:displayText="Archiv města Brna" w:value="Archiv města Brna"/>
                      <w:listItem w:displayText="Archiv Pražského hradu" w:value="Archiv Pražského hradu"/>
                      <w:listItem w:displayText="Biblioteka Czartoryskich" w:value="Biblioteka Czartoryskich"/>
                      <w:listItem w:displayText="Biblioteka Książąt Czartoryskich" w:value="Biblioteka Książąt Czartoryskich"/>
                      <w:listItem w:displayText="Biblioteka Narodowa" w:value="Biblioteka Narodowa"/>
                      <w:listItem w:displayText="Biblioteka Rossijskoj akademii nauk" w:value="Biblioteka Rossijskoj akademii nauk"/>
                      <w:listItem w:displayText="Bibliothèque nationale de France" w:value="Bibliothèque nationale de France"/>
                      <w:listItem w:displayText="Cisterciácký klášter" w:value="Cisterciácký klášter"/>
                      <w:listItem w:displayText="Esztergomi Fõszékesegyházi Könyvtár" w:value="Esztergomi Fõszékesegyházi Könyvtár"/>
                      <w:listItem w:displayText="Knihovna Biskupství litoměřického" w:value="Knihovna Biskupství litoměřického"/>
                      <w:listItem w:displayText="knihovna gymnázia" w:value="knihovna gymnázia"/>
                      <w:listItem w:displayText="Knihovna Národního muzea" w:value="Knihovna Národního muzea"/>
                      <w:listItem w:displayText="Královská kanonie premonstrátů na Strahově" w:value="Královská kanonie premonstrátů na Strahově"/>
                      <w:listItem w:displayText="Královská knihovna (Kungliga biblioteket)" w:value="Královská knihovna (Kungliga biblioteket)"/>
                      <w:listItem w:displayText="Moravská zemská knihovna" w:value="Moravská zemská knihovna"/>
                      <w:listItem w:displayText="Moravský zemský archiv" w:value="Moravský zemský archiv"/>
                      <w:listItem w:displayText="Národní archiv České republiky" w:value="Národní archiv České republiky"/>
                      <w:listItem w:displayText="Národní knihovna České republiky" w:value="Národní knihovna České republiky"/>
                      <w:listItem w:displayText="Okresní muzeum v Lounech" w:value="Okresní muzeum v Lounech"/>
                      <w:listItem w:displayText="Österreichische Nationalbibliothek" w:value="Österreichische Nationalbibliothek"/>
                      <w:listItem w:displayText="Polabské muzeum" w:value="Polabské muzeum"/>
                      <w:listItem w:displayText="Rakouská národní knihovna" w:value="Rakouská národní knihovna"/>
                      <w:listItem w:displayText="Saská státní knihovna – Státní a univerzitní knihovna v Drážďanech (Die Sächsische Landesbibliothek – Staats- und Universitätsbibliothek Dresden)" w:value="Saská státní knihovna – Státní a univerzitní knihovna v Drážďanech (Die Sächsische Landesbibliothek – Staats- und Universitätsbibliothek Dresden)"/>
                      <w:listItem w:displayText="Státní oblastní archiv" w:value="Státní oblastní archiv"/>
                      <w:listItem w:displayText="Státní oblastní archiv v Litoměřicích, fond litoměřické kapituly" w:value="Státní oblastní archiv v Litoměřicích, fond litoměřické kapituly"/>
                      <w:listItem w:displayText="Strahovská knihovna" w:value="Strahovská knihovna"/>
                      <w:listItem w:displayText="Univerzitná knižnica v Bratislave" w:value="Univerzitná knižnica v Bratislave"/>
                      <w:listItem w:displayText="Vědecká knihovna v Olomouci" w:value="Vědecká knihovna v Olomouci"/>
                      <w:listItem w:displayText="Zemský archiv v Opavě, pobočka Olomouc" w:value="Zemský archiv v Opavě, pobočka Olomouc"/>
                    </w:comboBox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Vyberte nebo napište název instituce, která vlastní předlohu</w:t>
                    </w:r>
                  </w:sdtContent>
                </w:sdt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Signatura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3D7D26">
                <w:pPr>
                  <w:pStyle w:val="Hlavicka"/>
                </w:pPr>
                <w:sdt>
                  <w:sdtPr>
                    <w:alias w:val="Signatura"/>
                    <w:tag w:val="Signatura"/>
                    <w:id w:val="791253555"/>
                    <w:lock w:val="sdtLocked"/>
                    <w:placeholder>
                      <w:docPart w:val="7267051226314D5D98E36FDFFAC71FF1"/>
                    </w:placeholder>
                    <w:showingPlcHdr/>
                    <w:dataBinding w:prefixMappings="xmlns:ns='http://www.daliboris.cz/schemata/prepisy.xsd'" w:xpath="/ns:Prepis/ns:Hlavicka/ns:Signatura" w:storeItemID="{5FC0FFAB-1D81-4588-879B-90D171B6DAF4}"/>
                    <w:text/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Zadejte signaturu pramene; u samostatných sbírek se uvádí i slovní či číselné označení sbírky</w:t>
                    </w:r>
                  </w:sdtContent>
                </w:sdt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Rozsah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3D7D26">
                <w:pPr>
                  <w:pStyle w:val="Hlavicka"/>
                </w:pPr>
                <w:sdt>
                  <w:sdtPr>
                    <w:alias w:val="Stránkování pramene"/>
                    <w:tag w:val="FoliacePaginace"/>
                    <w:id w:val="181170991"/>
                    <w:lock w:val="sdtLocked"/>
                    <w:placeholder>
                      <w:docPart w:val="1A69223A485E4EAFAD2B9FE953D8F6A7"/>
                    </w:placeholder>
                    <w:showingPlcHdr/>
                    <w:dataBinding w:prefixMappings="xmlns:ns='http://www.daliboris.cz/schemata/prepisy.xsd'" w:xpath="/ns:Prepis/ns:Hlavicka/ns:FoliacePaginace" w:storeItemID="{5FC0FFAB-1D81-4588-879B-90D171B6DAF4}"/>
                    <w:text/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Zadejte rozsah přepsaných stran</w:t>
                    </w:r>
                  </w:sdtContent>
                </w:sdt>
              </w:p>
            </w:tc>
          </w:tr>
          <w:tr w:rsidR="003B6655">
            <w:tc>
              <w:tcPr>
                <w:tcW w:w="10173" w:type="dxa"/>
                <w:gridSpan w:val="2"/>
                <w:tcBorders>
                  <w:top w:val="single" w:sz="6" w:space="0" w:color="000000"/>
                  <w:bottom w:val="single" w:sz="6" w:space="0" w:color="000000"/>
                </w:tcBorders>
                <w:shd w:val="clear" w:color="auto" w:fill="99CC00"/>
              </w:tcPr>
              <w:p w:rsidR="003B6655" w:rsidRDefault="00BC0E65">
                <w:pPr>
                  <w:pStyle w:val="Hlavicka"/>
                  <w:rPr>
                    <w:rStyle w:val="tucne"/>
                  </w:rPr>
                </w:pPr>
                <w:r>
                  <w:rPr>
                    <w:rStyle w:val="tucne"/>
                  </w:rPr>
                  <w:t>Edice</w:t>
                </w:r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Titul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3D7D26">
                <w:pPr>
                  <w:pStyle w:val="Hlavicka"/>
                </w:pPr>
                <w:sdt>
                  <w:sdtPr>
                    <w:alias w:val="Titul tištěné edice"/>
                    <w:tag w:val="TitulEdice"/>
                    <w:id w:val="537390545"/>
                    <w:lock w:val="sdtLocked"/>
                    <w:placeholder>
                      <w:docPart w:val="268F9041B7B4415896BD707DC9EE2F62"/>
                    </w:placeholder>
                    <w:showingPlcHdr/>
                    <w:dataBinding w:prefixMappings="xmlns:ns='http://www.daliboris.cz/schemata/prepisy.xsd'" w:xpath="/ns:Prepis/ns:Hlavicka/ns:TitulEdice" w:storeItemID="{5FC0FFAB-1D81-4588-879B-90D171B6DAF4}"/>
                    <w:text/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Zadejte titul knihy, pokud se edituje pramen z edice</w:t>
                    </w:r>
                  </w:sdtContent>
                </w:sdt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Editoři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3D7D26">
                <w:pPr>
                  <w:pStyle w:val="Hlavicka"/>
                </w:pPr>
                <w:sdt>
                  <w:sdtPr>
                    <w:alias w:val="Editoři tištěné edice"/>
                    <w:tag w:val="EditorEdice"/>
                    <w:id w:val="-437834613"/>
                    <w:lock w:val="sdtLocked"/>
                    <w:placeholder>
                      <w:docPart w:val="AAAE636630F543C888D64F96533B4CD5"/>
                    </w:placeholder>
                    <w:showingPlcHdr/>
                    <w:dataBinding w:prefixMappings="xmlns:ns='http://www.daliboris.cz/schemata/prepisy.xsd'" w:xpath="/ns:Prepis/ns:Hlavicka/ns:EditorEdice" w:storeItemID="{5FC0FFAB-1D81-4588-879B-90D171B6DAF4}"/>
                    <w:text/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Zadejte jména editorů tištěné edice (příjmení, jméno), více editorů oddělujte střední pomlčkou</w:t>
                    </w:r>
                  </w:sdtContent>
                </w:sdt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Nakladatelství / periodikum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3D7D26">
                <w:pPr>
                  <w:pStyle w:val="Hlavicka"/>
                </w:pPr>
                <w:sdt>
                  <w:sdtPr>
                    <w:alias w:val="Nakladatelství/periodikum tištěné edice"/>
                    <w:tag w:val="NakladatelstviPeriodikum"/>
                    <w:id w:val="238603700"/>
                    <w:lock w:val="sdtLocked"/>
                    <w:placeholder>
                      <w:docPart w:val="1ED2A93C0E5046F39EBB98E5D2E8EA0E"/>
                    </w:placeholder>
                    <w:showingPlcHdr/>
                    <w:dataBinding w:prefixMappings="xmlns:ns='http://www.daliboris.cz/schemata/prepisy.xsd'" w:xpath="/ns:Prepis/ns:Hlavicka/ns:NakladatelstviPeriodikum" w:storeItemID="{5FC0FFAB-1D81-4588-879B-90D171B6DAF4}"/>
                    <w:text/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Zadejte název vydavatele/nakladatelství, popř. bibliografický údaj o periodiku (bez použití zkratek typu LF)</w:t>
                    </w:r>
                  </w:sdtContent>
                </w:sdt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Místo vydání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3D7D26">
                <w:pPr>
                  <w:pStyle w:val="Hlavicka"/>
                </w:pPr>
                <w:sdt>
                  <w:sdtPr>
                    <w:alias w:val="Místo vydání tištěné edice"/>
                    <w:tag w:val="MistoVydaniEdice"/>
                    <w:id w:val="-829442607"/>
                    <w:lock w:val="sdtLocked"/>
                    <w:placeholder>
                      <w:docPart w:val="86C3F787EEDE4A56A3D093F2215525B1"/>
                    </w:placeholder>
                    <w:showingPlcHdr/>
                    <w:dataBinding w:prefixMappings="xmlns:ns='http://www.daliboris.cz/schemata/prepisy.xsd'" w:xpath="/ns:Prepis/ns:Hlavicka/ns:MistoVydaniEdice" w:storeItemID="{5FC0FFAB-1D81-4588-879B-90D171B6DAF4}"/>
                    <w:text/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Zadejte město, popř. města, kde tištěná edice vyšla</w:t>
                    </w:r>
                  </w:sdtContent>
                </w:sdt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Rok vydání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3D7D26">
                <w:pPr>
                  <w:pStyle w:val="Hlavicka"/>
                </w:pPr>
                <w:sdt>
                  <w:sdtPr>
                    <w:alias w:val="Rok vydání tištěné edice"/>
                    <w:tag w:val="RokVydaniEdice"/>
                    <w:id w:val="1683702022"/>
                    <w:lock w:val="sdtLocked"/>
                    <w:placeholder>
                      <w:docPart w:val="72995B7FF2464FC1A4A31220B8C17D67"/>
                    </w:placeholder>
                    <w:showingPlcHdr/>
                    <w:dataBinding w:prefixMappings="xmlns:ns='http://www.daliboris.cz/schemata/prepisy.xsd'" w:xpath="/ns:Prepis/ns:Hlavicka/ns:RokVydaniEdice" w:storeItemID="{5FC0FFAB-1D81-4588-879B-90D171B6DAF4}"/>
                    <w:text/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Zadejte rok, kdy tištěná edice vyšla</w:t>
                    </w:r>
                  </w:sdtContent>
                </w:sdt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Strany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3D7D26">
                <w:pPr>
                  <w:pStyle w:val="Hlavicka"/>
                </w:pPr>
                <w:sdt>
                  <w:sdtPr>
                    <w:alias w:val="Strany tištěné edice"/>
                    <w:tag w:val="StranyEdice"/>
                    <w:id w:val="-691691879"/>
                    <w:lock w:val="sdtLocked"/>
                    <w:showingPlcHdr/>
                    <w:dataBinding w:prefixMappings="xmlns:ns='http://www.daliboris.cz/schemata/prepisy.xsd'" w:xpath="/ns:Prepis/ns:Hlavicka/ns:StranyEdice" w:storeItemID="{5FC0FFAB-1D81-4588-879B-90D171B6DAF4}"/>
                    <w:text/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Zadejte počet stran celé knihy (360 s.), popř. rozsah editované části (s. 56–96)</w:t>
                    </w:r>
                  </w:sdtContent>
                </w:sdt>
              </w:p>
            </w:tc>
          </w:tr>
          <w:tr w:rsidR="003B6655">
            <w:tc>
              <w:tcPr>
                <w:tcW w:w="10173" w:type="dxa"/>
                <w:gridSpan w:val="2"/>
                <w:tcBorders>
                  <w:top w:val="single" w:sz="6" w:space="0" w:color="000000"/>
                  <w:bottom w:val="single" w:sz="6" w:space="0" w:color="000000"/>
                </w:tcBorders>
                <w:shd w:val="clear" w:color="auto" w:fill="FF6600"/>
              </w:tcPr>
              <w:p w:rsidR="003B6655" w:rsidRDefault="00BC0E65">
                <w:pPr>
                  <w:pStyle w:val="Hlavickastred"/>
                  <w:rPr>
                    <w:rStyle w:val="tucne"/>
                  </w:rPr>
                </w:pPr>
                <w:r>
                  <w:rPr>
                    <w:rStyle w:val="tucne"/>
                  </w:rPr>
                  <w:t>Elektronická edice</w:t>
                </w:r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6" w:space="0" w:color="000000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Editoři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</w:tcBorders>
                <w:shd w:val="clear" w:color="auto" w:fill="auto"/>
              </w:tcPr>
              <w:p w:rsidR="003B6655" w:rsidRDefault="003D7D26">
                <w:pPr>
                  <w:pStyle w:val="Hlavicka"/>
                </w:pPr>
                <w:sdt>
                  <w:sdtPr>
                    <w:alias w:val="Editoři elektronické edice"/>
                    <w:tag w:val="EditoriPrepisuText"/>
                    <w:id w:val="-1325043986"/>
                    <w:lock w:val="sdtLocked"/>
                    <w:showingPlcHdr/>
                    <w:dataBinding w:prefixMappings="xmlns:ns='http://www.daliboris.cz/schemata/prepisy.xsd'" w:xpath="/ns:Prepis/ns:Hlavicka/ns:EditoriPrepisuText" w:storeItemID="{5FC0FFAB-1D81-4588-879B-90D171B6DAF4}"/>
                    <w:text/>
                  </w:sdtPr>
                  <w:sdtEndPr/>
                  <w:sdtContent>
                    <w:r w:rsidR="00BC0E65">
                      <w:rPr>
                        <w:rStyle w:val="Zstupntext"/>
                      </w:rPr>
                      <w:t>Zadejte jména editorů elektronické edice (v pořadí příjmení, jméno); více editorů oddělujte střední pomlčkou</w:t>
                    </w:r>
                  </w:sdtContent>
                </w:sdt>
              </w:p>
            </w:tc>
          </w:tr>
          <w:tr w:rsidR="003B6655">
            <w:tc>
              <w:tcPr>
                <w:tcW w:w="1700" w:type="dxa"/>
                <w:tcBorders>
                  <w:top w:val="single" w:sz="6" w:space="0" w:color="000000"/>
                  <w:bottom w:val="single" w:sz="8" w:space="0" w:color="auto"/>
                  <w:right w:val="single" w:sz="18" w:space="0" w:color="auto"/>
                </w:tcBorders>
                <w:shd w:val="clear" w:color="auto" w:fill="CCFFFF"/>
              </w:tcPr>
              <w:p w:rsidR="003B6655" w:rsidRDefault="00BC0E65">
                <w:pPr>
                  <w:pStyle w:val="Hlavicka"/>
                  <w:rPr>
                    <w:rStyle w:val="hlavickapopisek"/>
                  </w:rPr>
                </w:pPr>
                <w:r>
                  <w:rPr>
                    <w:rStyle w:val="hlavickapopisek"/>
                  </w:rPr>
                  <w:t>Zveřejnit transliteraci</w:t>
                </w:r>
              </w:p>
            </w:tc>
            <w:tc>
              <w:tcPr>
                <w:tcW w:w="8473" w:type="dxa"/>
                <w:tcBorders>
                  <w:left w:val="single" w:sz="18" w:space="0" w:color="auto"/>
                  <w:bottom w:val="single" w:sz="8" w:space="0" w:color="auto"/>
                </w:tcBorders>
                <w:shd w:val="clear" w:color="auto" w:fill="auto"/>
                <w:vAlign w:val="center"/>
              </w:tcPr>
              <w:p w:rsidR="003B6655" w:rsidRDefault="003D7D26">
                <w:pPr>
                  <w:pStyle w:val="HlavickaVlevo"/>
                </w:pPr>
                <w:sdt>
                  <w:sdtPr>
                    <w:alias w:val="Zveřejnit transliteraci"/>
                    <w:tag w:val="ZverejnitTransliteraci"/>
                    <w:id w:val="-391033815"/>
                    <w:lock w:val="sdtLocked"/>
                    <w:dataBinding w:prefixMappings="xmlns:ns='http://www.daliboris.cz/schemata/prepisy.xsd'" w:xpath="/ns:Prepis/ns:Zpracovani/ns:ZverejnitTransliteraci" w:storeItemID="{5FC0FFAB-1D81-4588-879B-90D171B6DAF4}"/>
                    <w14:checkbox>
                      <w14:checked w14:val="0"/>
                      <w14:checkedState w14:val="25CC" w14:font="Times New Roman"/>
                      <w14:uncheckedState w14:val="25CF" w14:font="Times New Roman"/>
                    </w14:checkbox>
                  </w:sdtPr>
                  <w:sdtEndPr/>
                  <w:sdtContent>
                    <w:r w:rsidR="00BC0E65">
                      <w:t>●</w:t>
                    </w:r>
                  </w:sdtContent>
                </w:sdt>
              </w:p>
            </w:tc>
          </w:tr>
          <w:tr w:rsidR="003B6655">
            <w:tc>
              <w:tcPr>
                <w:tcW w:w="10173" w:type="dxa"/>
                <w:gridSpan w:val="2"/>
                <w:tcBorders>
                  <w:top w:val="single" w:sz="8" w:space="0" w:color="auto"/>
                  <w:bottom w:val="single" w:sz="6" w:space="0" w:color="000000"/>
                </w:tcBorders>
                <w:shd w:val="clear" w:color="auto" w:fill="FF6600"/>
              </w:tcPr>
              <w:p w:rsidR="003B6655" w:rsidRDefault="00BC0E65">
                <w:pPr>
                  <w:pStyle w:val="Hlavickastred"/>
                  <w:rPr>
                    <w:rStyle w:val="tucne"/>
                  </w:rPr>
                </w:pPr>
                <w:r>
                  <w:rPr>
                    <w:rStyle w:val="tucne"/>
                  </w:rPr>
                  <w:t>Poznámky</w:t>
                </w:r>
              </w:p>
            </w:tc>
          </w:tr>
          <w:tr w:rsidR="003B6655">
            <w:tc>
              <w:tcPr>
                <w:tcW w:w="10173" w:type="dxa"/>
                <w:gridSpan w:val="2"/>
                <w:tcBorders>
                  <w:top w:val="single" w:sz="6" w:space="0" w:color="000000"/>
                  <w:bottom w:val="double" w:sz="6" w:space="0" w:color="000000"/>
                </w:tcBorders>
                <w:shd w:val="clear" w:color="auto" w:fill="auto"/>
              </w:tcPr>
              <w:p w:rsidR="003B6655" w:rsidRDefault="003D7D26" w:rsidP="003847E7">
                <w:pPr>
                  <w:pStyle w:val="Hlavicka"/>
                </w:pPr>
                <w:sdt>
                  <w:sdtPr>
                    <w:alias w:val="Interní poznámky"/>
                    <w:tag w:val="Poznamky"/>
                    <w:id w:val="2018266781"/>
                    <w:showingPlcHdr/>
                  </w:sdtPr>
                  <w:sdtEndPr/>
                  <w:sdtContent>
                    <w:r w:rsidR="003847E7">
                      <w:t xml:space="preserve">     </w:t>
                    </w:r>
                  </w:sdtContent>
                </w:sdt>
              </w:p>
            </w:tc>
          </w:tr>
        </w:tbl>
      </w:sdtContent>
    </w:sdt>
    <w:p w:rsidR="003847E7" w:rsidRDefault="003847E7" w:rsidP="00F7604A">
      <w:r>
        <w:t xml:space="preserve">[Staročeské kuchařstvie], </w:t>
      </w:r>
      <w:r>
        <w:t xml:space="preserve">Praha, Knihovna Národního muzea, sign. </w:t>
      </w:r>
      <w:r>
        <w:t xml:space="preserve">I H 51, ff. </w:t>
      </w:r>
      <w:r>
        <w:t>1r–23v</w:t>
      </w:r>
      <w:r>
        <w:t>, konec 15. století</w:t>
      </w:r>
    </w:p>
    <w:p w:rsidR="003847E7" w:rsidRPr="003847E7" w:rsidRDefault="003847E7" w:rsidP="00F7604A">
      <w:r>
        <w:t>celkový rozsah: 20 NS</w:t>
      </w:r>
    </w:p>
    <w:p w:rsidR="00F7604A" w:rsidRDefault="00F7604A" w:rsidP="00F7604A">
      <w:r>
        <w:rPr>
          <w:rStyle w:val="foliace"/>
        </w:rPr>
        <w:t xml:space="preserve">1r </w:t>
      </w:r>
      <w:bookmarkStart w:id="0" w:name="_GoBack"/>
      <w:r>
        <w:rPr>
          <w:rStyle w:val="Text"/>
        </w:rPr>
        <w:t>Chceš li mieti červenú šalši, vezmiž šípky ruožené a ztluc v moždieři, rozpustě octem dobrým a naklada zázvoru a skořice, budeš mieti dobrú šalši. Ale proceď to skrze sítko nebo plátno, jádra vybeř, jediné kožky ztluc.</w:t>
      </w:r>
      <w:bookmarkEnd w:id="0"/>
    </w:p>
    <w:p w:rsidR="00F7604A" w:rsidRDefault="00F7604A" w:rsidP="00F7604A">
      <w:pPr>
        <w:pStyle w:val="Podnadpis"/>
      </w:pPr>
      <w:r>
        <w:rPr>
          <w:rStyle w:val="Text"/>
        </w:rPr>
        <w:t>Počíná se spis o krmiech, kterak mají dělány býti, a najprvé o zadušenině</w:t>
      </w:r>
    </w:p>
    <w:p w:rsidR="00F7604A" w:rsidRDefault="00F7604A" w:rsidP="00F7604A">
      <w:r>
        <w:rPr>
          <w:rStyle w:val="Text"/>
        </w:rPr>
        <w:t xml:space="preserve">Najprvé odpéci a osoliti a jíchu z řeckého vína učiniti a z bielého chleba, usušiti čistě černě, pak ji tlúci s řeckým vínem neb třieti, v pánvi rozpustiti s vínem a procediti, skrze hartuch protáhna, </w:t>
      </w:r>
      <w:r>
        <w:rPr>
          <w:rStyle w:val="Text"/>
        </w:rPr>
        <w:lastRenderedPageBreak/>
        <w:t>přistaviti k ohni a vložiti ty ptáky tam, aby vřeli, i dajž kořenie – pepř, zázvor, skořice, květu nemnoho. Dajž do nich cukru nebo medu, aby sladko bylo, a zdá liť se, maličko přisol. A potom povaře, coť by se zdálo, do nového hrnce vlož, aby čistě vystydlo.</w:t>
      </w:r>
    </w:p>
    <w:p w:rsidR="00F7604A" w:rsidRDefault="00F7604A" w:rsidP="00F7604A">
      <w:pPr>
        <w:pStyle w:val="Podnadpis"/>
      </w:pPr>
      <w:r>
        <w:rPr>
          <w:rStyle w:val="Text"/>
        </w:rPr>
        <w:t>Zadušenina z vymena</w:t>
      </w:r>
    </w:p>
    <w:p w:rsidR="00F7604A" w:rsidRDefault="00F7604A" w:rsidP="00F7604A">
      <w:r>
        <w:rPr>
          <w:rStyle w:val="Text"/>
        </w:rPr>
        <w:t xml:space="preserve">Vezmi vymena, přistav je, ať vrú. A když uvrú, namiesto přebeř je a </w:t>
      </w:r>
      <w:r>
        <w:rPr>
          <w:rStyle w:val="foliace"/>
        </w:rPr>
        <w:t xml:space="preserve">1v </w:t>
      </w:r>
      <w:r>
        <w:rPr>
          <w:rStyle w:val="Text"/>
        </w:rPr>
        <w:t>zsekaj čistě koséří</w:t>
      </w:r>
      <w:r>
        <w:rPr>
          <w:rStyle w:val="lemma"/>
        </w:rPr>
        <w:t xml:space="preserve">koséř </w:t>
      </w:r>
      <w:r>
        <w:rPr>
          <w:rStyle w:val="hyperlemma"/>
        </w:rPr>
        <w:t>kosieř</w:t>
      </w:r>
      <w:r>
        <w:rPr>
          <w:rStyle w:val="Text"/>
        </w:rPr>
        <w:t>, dajž kořenie všecka. Potom zsadiž je s žlútky čistými, pak nařeže mandlov a řeckého vína zpera, dajž do toho, a zdá liť se, přisol. Peciž v másle neb v sádle. Potom udělati na ně jíchu z řeckého vína v moždieři a přidaj topénku z bielého chleba, pak rozpusť dobrým vínem aneb vlaským, protiehniž skrze hartuch. Potom tam daj čistého medu nebo cukru, pak ta vymena zřezaná vlož tam, ať vrú, a zdá liť se, přisoliti. A když všecka kořenie dáš, krom šafránu, schovajž.</w:t>
      </w:r>
    </w:p>
    <w:p w:rsidR="00F7604A" w:rsidRDefault="00F7604A" w:rsidP="00F7604A">
      <w:pPr>
        <w:pStyle w:val="Podnadpis"/>
      </w:pPr>
      <w:r>
        <w:rPr>
          <w:rStyle w:val="Text"/>
        </w:rPr>
        <w:t>Zadušenina z rakuov</w:t>
      </w:r>
    </w:p>
    <w:p w:rsidR="00F7604A" w:rsidRDefault="00F7604A" w:rsidP="00F7604A">
      <w:r>
        <w:rPr>
          <w:rStyle w:val="Text"/>
        </w:rPr>
        <w:t>Najprv přistav je, ať zevrú, přisol je</w:t>
      </w:r>
      <w:r>
        <w:rPr>
          <w:rStyle w:val="emendace"/>
        </w:rPr>
        <w:t xml:space="preserve">je </w:t>
      </w:r>
      <w:r>
        <w:rPr>
          <w:rStyle w:val="pramen"/>
        </w:rPr>
        <w:t>gim</w:t>
      </w:r>
      <w:r>
        <w:rPr>
          <w:rStyle w:val="Text"/>
        </w:rPr>
        <w:t xml:space="preserve">, pak oceď je a oblup jim klepeta aneb samy kožky, sekaj to kosieřem, nařežiž k tomu mandlov, řeckého vína a zpec, směsiž to spolu, dajž pak kořenie všecka, dajž k tomu žlútkov surových, aby se mohlo držeti, a vespiž mandly a řecké víno, prosekajž to spolu, jest li v sobotu, pec v másle. Pakli jiného dne, tehdy </w:t>
      </w:r>
      <w:r>
        <w:rPr>
          <w:rStyle w:val="foliace"/>
        </w:rPr>
        <w:t xml:space="preserve">2r </w:t>
      </w:r>
      <w:r>
        <w:rPr>
          <w:rStyle w:val="Text"/>
        </w:rPr>
        <w:t>v sádle, vypeka zřežiž na kusy, udělajž na to jíchu z řeckého vína, učině, jakož prvé o tom dotčeno, a rozpusť vínem dobrým, povařiž a daj studené neb horké, zdá liť se, přisol.</w:t>
      </w:r>
    </w:p>
    <w:p w:rsidR="00F7604A" w:rsidRDefault="00F7604A" w:rsidP="00F7604A">
      <w:pPr>
        <w:pStyle w:val="Podnadpis"/>
      </w:pPr>
      <w:r>
        <w:rPr>
          <w:rStyle w:val="Text"/>
        </w:rPr>
        <w:t>Kto by chtěl dělati hlavy skládané, takto</w:t>
      </w:r>
    </w:p>
    <w:p w:rsidR="00F7604A" w:rsidRDefault="00F7604A" w:rsidP="00F7604A">
      <w:r>
        <w:rPr>
          <w:rStyle w:val="Text"/>
        </w:rPr>
        <w:t>Přistav, aby zevřely, a potom obeř s nich srsti a potom přistav zase, máš li jíchu hovězí, přisoliž, pak aby vařil dlúho, že by rozvieraly. Potom vyklada ven, odbeř všecko od kostí maso a mozk k tomu. A pak zsekaj na čistém štoku a, zsekaje čistě, vložiž medu do kotla čistého, vysmažiž, což najlépe muožeš, a zahřej med dobře, že by vřel. Pak vložiti ty zsekané hlavy tam do toho kotla a miešeti, aby nepřihořalo. Pak mandly, zlúpě čistě, zřež je dlúze a drobně. Pak řecké víno zpera, vlož je k mandlom, pak to vlož do těch hlav. Anézu, kmínu, cožť by se zdálo, pak kořenie – pepře, skořice, zázvor, hřebíčky a květu málo, vlo</w:t>
      </w:r>
      <w:r>
        <w:rPr>
          <w:rStyle w:val="foliace"/>
        </w:rPr>
        <w:t>2v</w:t>
      </w:r>
      <w:r>
        <w:rPr>
          <w:rStyle w:val="Text"/>
        </w:rPr>
        <w:t xml:space="preserve">žiti to čistě do rúchy plátna nového. A potom vložiti do presu anebo pod prkno a přiložiti kamenem, že by tuho bylo. Pak nazajtřie krájeti jako topenice a dávati to na mísu a udělaj na to jíchu týmž obyčejem jako na zadušeninu, nařeže mandluov, též i z </w:t>
      </w:r>
      <w:r>
        <w:rPr>
          <w:rStyle w:val="lemma"/>
        </w:rPr>
        <w:t xml:space="preserve">z </w:t>
      </w:r>
      <w:r>
        <w:rPr>
          <w:rStyle w:val="hyperlemma"/>
        </w:rPr>
        <w:t xml:space="preserve">s </w:t>
      </w:r>
      <w:r>
        <w:rPr>
          <w:rStyle w:val="Text"/>
        </w:rPr>
        <w:t>řeckým vínem udělati a tu jíchu vložiti do nového hrnce čistého, aby vystydla. Pak tu hlavu polej tú jíchú, aby vystydla, když by chtěl na mísu dáti.</w:t>
      </w:r>
    </w:p>
    <w:p w:rsidR="00F7604A" w:rsidRDefault="00F7604A" w:rsidP="00F7604A">
      <w:pPr>
        <w:pStyle w:val="Podnadpis"/>
      </w:pPr>
      <w:r>
        <w:rPr>
          <w:rStyle w:val="Text"/>
        </w:rPr>
        <w:t>Kto chce dělati hlavu z srních hlav</w:t>
      </w:r>
    </w:p>
    <w:p w:rsidR="00F7604A" w:rsidRDefault="00F7604A" w:rsidP="00F7604A">
      <w:r>
        <w:rPr>
          <w:rStyle w:val="Text"/>
        </w:rPr>
        <w:t xml:space="preserve">Též obrané vařiti je dlúho v hovězí jíše a též obrati z nich maso a mozk a vložiti do moždieře a tlúci. A dáti k tomu švestek nebo povidl, aby bylo černo. Pak to rozpustiti vlaským nebo jiným dobrým vínem, tak nevelmi hustě ani také žídce, protáhniž skrze hartuch a přistav k vohni. Pak daj medu neb cukru tam, aby bylo sladko dobře, pak vlož tam sádla a daj kořenie – pepře, hřebíčkov a málo květu, a nabiti vajec, co by se </w:t>
      </w:r>
      <w:r>
        <w:rPr>
          <w:rStyle w:val="foliace"/>
        </w:rPr>
        <w:t xml:space="preserve">3r </w:t>
      </w:r>
      <w:r>
        <w:rPr>
          <w:rStyle w:val="Text"/>
        </w:rPr>
        <w:t xml:space="preserve">zdálo, a vrtěti a procediti, aby bylo husto. Pak mandluov </w:t>
      </w:r>
      <w:r>
        <w:rPr>
          <w:rStyle w:val="Text"/>
        </w:rPr>
        <w:lastRenderedPageBreak/>
        <w:t>nařezati dlúze a drobně a vložiti do té kaše. Ale když budeš vrtieci léti, miechajž dobře, aby se nesrazilo. Pak když se koli zsadí, odstav ji od ohně a daj ji na mísu.</w:t>
      </w:r>
    </w:p>
    <w:p w:rsidR="00F7604A" w:rsidRDefault="00F7604A" w:rsidP="00F7604A">
      <w:pPr>
        <w:pStyle w:val="Podnadpis"/>
      </w:pPr>
      <w:r>
        <w:rPr>
          <w:rStyle w:val="Text"/>
        </w:rPr>
        <w:t>Vořechová kaše</w:t>
      </w:r>
    </w:p>
    <w:p w:rsidR="00F7604A" w:rsidRDefault="00F7604A" w:rsidP="00F7604A">
      <w:r>
        <w:rPr>
          <w:rStyle w:val="Text"/>
        </w:rPr>
        <w:t xml:space="preserve">Vybera jádra, aby je třel čistě, a přičiň k tomu jalovce, rozpustiž to dobrým vínem tak, jako by mohla býti jícha velmi hustá, protiehniž to skrze hartuch. Pak rejži, </w:t>
      </w:r>
      <w:r>
        <w:rPr>
          <w:rStyle w:val="internipoznamka"/>
        </w:rPr>
        <w:t>jedná se o zápis skupiny –ej- jako –aj-, viz níže sejr zapsáno sayr</w:t>
      </w:r>
      <w:r>
        <w:rPr>
          <w:rStyle w:val="Text"/>
        </w:rPr>
        <w:t>zpera i prosušiti ji i ztlúci v moždieři, pak prosieti ji skrze sítko čisté, že bude jako mouka, i zavařiti je tou moukou. Do té kaše kmínu vsypati, dáti cukru aneb čistého medu, pak jader povařiti málo, že by se mohla s nich kuože doluov slúpati. Pak to oblúpě vlož do té kaše, a kořenie – pepř, hřebíčkov, zázvor, skořice a květu málo – a dřevěného oleje vlíti nemnoho, ať vře spolu, ažť bude husto. A potom daj na mísu.</w:t>
      </w:r>
    </w:p>
    <w:p w:rsidR="00F7604A" w:rsidRDefault="00F7604A" w:rsidP="00F7604A">
      <w:pPr>
        <w:pStyle w:val="Podnadpis"/>
      </w:pPr>
      <w:r>
        <w:rPr>
          <w:rStyle w:val="Text"/>
        </w:rPr>
        <w:t>Kaše vinná a černá</w:t>
      </w:r>
    </w:p>
    <w:p w:rsidR="00F7604A" w:rsidRDefault="00F7604A" w:rsidP="00F7604A">
      <w:r>
        <w:rPr>
          <w:rStyle w:val="Text"/>
        </w:rPr>
        <w:t xml:space="preserve">Vezmi čistého chleba bielého a jej usušiti černě, pak vařiti u víně a přiložiti švestek, jestliže by bylo v postný den, dajž tiem více chleba. I procediž skrze hartuch do čistého kotlíka, natluciž koliandru, anézu a kmínu loučnieho i vlaského, tluc to spolu v moždieři a prosej skrze sítko. Potom vsyp do té kaše </w:t>
      </w:r>
      <w:r>
        <w:rPr>
          <w:rStyle w:val="poznamka"/>
        </w:rPr>
        <w:t xml:space="preserve">„do té kaše“ zapsáno omylem dvakrát </w:t>
      </w:r>
      <w:r>
        <w:rPr>
          <w:rStyle w:val="Text"/>
        </w:rPr>
        <w:t>nemnoho, coť by se zdálo, a medu daj, ať jest sladko.</w:t>
      </w:r>
    </w:p>
    <w:p w:rsidR="00F7604A" w:rsidRDefault="00F7604A" w:rsidP="00F7604A">
      <w:pPr>
        <w:pStyle w:val="Podnadpis"/>
      </w:pPr>
      <w:r>
        <w:rPr>
          <w:rStyle w:val="Text"/>
        </w:rPr>
        <w:t>Jinak s máslem</w:t>
      </w:r>
    </w:p>
    <w:p w:rsidR="00F7604A" w:rsidRDefault="00F7604A" w:rsidP="00F7604A">
      <w:r>
        <w:rPr>
          <w:rStyle w:val="Text"/>
        </w:rPr>
        <w:t>Vezmi vína dobrého, dajž kořenie svrchu psaného a vlož másla tiem drahnějie a medu, aby bylo dosti, nalíž vajec, což by se mohlo ssaditi, přispiž trochu mouky a protiehni skrze hartuch. A vlož řeckého vína a vlíž tam vajce ta, a když bude vřieti, miešej chutně, aby se nesrazilo. A jakž se ssadí, daj na mísu.</w:t>
      </w:r>
    </w:p>
    <w:p w:rsidR="00F7604A" w:rsidRDefault="00F7604A" w:rsidP="00F7604A">
      <w:pPr>
        <w:pStyle w:val="Podnadpis"/>
      </w:pPr>
      <w:r>
        <w:rPr>
          <w:rStyle w:val="Text"/>
        </w:rPr>
        <w:t>Kaše z suchých hrušek</w:t>
      </w:r>
    </w:p>
    <w:p w:rsidR="00F7604A" w:rsidRDefault="00F7604A" w:rsidP="00F7604A">
      <w:r>
        <w:rPr>
          <w:rStyle w:val="Text"/>
        </w:rPr>
        <w:t xml:space="preserve">Vypera hrušky, přistav je u víně aneb v čisté vodě, nech jich, ať vrú dlúhú chvíli, scediž s nich </w:t>
      </w:r>
      <w:r>
        <w:rPr>
          <w:rStyle w:val="foliace"/>
        </w:rPr>
        <w:t xml:space="preserve">4r </w:t>
      </w:r>
      <w:r>
        <w:rPr>
          <w:rStyle w:val="Text"/>
        </w:rPr>
        <w:t>tu jíchu i ztluciž je v moždieři, a přidati topének z bielého chleba. Potom to rozpustiti dobrým vínem, pak protáhni skrze hartuch a daj medu i vař a daj čistého voleje nemnoho i vař a daj na mísu.</w:t>
      </w:r>
    </w:p>
    <w:p w:rsidR="00F7604A" w:rsidRDefault="00F7604A" w:rsidP="00F7604A">
      <w:pPr>
        <w:pStyle w:val="Podnadpis"/>
      </w:pPr>
      <w:r>
        <w:rPr>
          <w:rStyle w:val="Text"/>
        </w:rPr>
        <w:t>Jinak v den mastný</w:t>
      </w:r>
    </w:p>
    <w:p w:rsidR="00F7604A" w:rsidRDefault="00F7604A" w:rsidP="00F7604A">
      <w:r>
        <w:rPr>
          <w:rStyle w:val="Text"/>
        </w:rPr>
        <w:t>Udělaj hustčí a přidaj čistého másla, přidada vína a natepa vajec, protiehni ji skrze hartuch. A když bude vřieti, miechaj chutně, ať nepřihoří. Potom, když se ssadí, odstav od ohně a vlí vajce tam a daj na mísu.</w:t>
      </w:r>
    </w:p>
    <w:p w:rsidR="00F7604A" w:rsidRDefault="00F7604A" w:rsidP="00F7604A">
      <w:pPr>
        <w:pStyle w:val="Podnadpis"/>
      </w:pPr>
      <w:r>
        <w:rPr>
          <w:rStyle w:val="Text"/>
        </w:rPr>
        <w:t>Kaše mandlová studená</w:t>
      </w:r>
    </w:p>
    <w:p w:rsidR="00F7604A" w:rsidRDefault="00F7604A" w:rsidP="00F7604A">
      <w:r>
        <w:rPr>
          <w:rStyle w:val="Text"/>
        </w:rPr>
        <w:t xml:space="preserve">Vezmi mandlov, coť by se zdálo, a ztluc je čistě obvaře v čistém moždieři neb zetři v pánvi. Když dobře budú, rozpusť je čistú vodú, ať jsú málo hustčie než kravské mléko, pak protiehni skrze hartuch i vlíž je do čistého hrnce nebo kotlíka, nech, ať zevrú. Pak vezmi čisté rejže, přebera ji a zpera, protluciž ji v moždieři i prosej skrze sítko i zavař </w:t>
      </w:r>
      <w:r>
        <w:rPr>
          <w:rStyle w:val="foliace"/>
        </w:rPr>
        <w:t xml:space="preserve">4v </w:t>
      </w:r>
      <w:r>
        <w:rPr>
          <w:rStyle w:val="Text"/>
        </w:rPr>
        <w:t xml:space="preserve">tou mukou </w:t>
      </w:r>
      <w:r>
        <w:rPr>
          <w:rStyle w:val="lemma"/>
        </w:rPr>
        <w:t xml:space="preserve">múka </w:t>
      </w:r>
      <w:r>
        <w:rPr>
          <w:rStyle w:val="hyperlemma"/>
        </w:rPr>
        <w:t xml:space="preserve">múka </w:t>
      </w:r>
      <w:r>
        <w:rPr>
          <w:rStyle w:val="Text"/>
        </w:rPr>
        <w:t xml:space="preserve">tu kaši a vař, </w:t>
      </w:r>
      <w:r>
        <w:rPr>
          <w:rStyle w:val="Text"/>
        </w:rPr>
        <w:lastRenderedPageBreak/>
        <w:t>aby hustá byla, vložiž do nie cukru, vlíž ji na cínovú mísu. Nechaj jie, ať čistě vystydne, potom ji krájej a klaď na jinú mísu, udělajž mandlové mléko, dajž do něho cukru a nechaj, ať zevře. Pak vystuď je čistě, potom tu kaši řezanú polí tiem mlékem a daj na stuol.</w:t>
      </w:r>
    </w:p>
    <w:p w:rsidR="00F7604A" w:rsidRDefault="00F7604A" w:rsidP="00F7604A">
      <w:pPr>
        <w:pStyle w:val="Podnadpis"/>
      </w:pPr>
      <w:r>
        <w:rPr>
          <w:rStyle w:val="Text"/>
        </w:rPr>
        <w:t>Kaše maková</w:t>
      </w:r>
    </w:p>
    <w:p w:rsidR="00F7604A" w:rsidRDefault="00F7604A" w:rsidP="00F7604A">
      <w:r>
        <w:rPr>
          <w:rStyle w:val="Text"/>
        </w:rPr>
        <w:t>Zpeř jej čistě a zetři. A když zetřeš, rozpusť jej teplú vodú, ať bude jako mléko, udělajž toho, coť by se zdálo, nebť jest nesporo. Protiehniž to skrze hartuch, vlíž do kotla a, přistavě k vohni, když bude zvierati, což se bude na něm srážeti, zbierajž to do sítka. Pak, když toho bude s mísu, nech, ať se vycedí, vondajž to do čistého kotlíka, dajž k tomu cukru anebo medu, dajž kořenie – pepř, hřebíčky, zázvor, skořice a květu málo. Chceš li mieti žlutú, přidaj šafránu, nechť potom povře. A zdá liť se, vosol ji a daj na mísu.</w:t>
      </w:r>
    </w:p>
    <w:p w:rsidR="00F7604A" w:rsidRDefault="00F7604A" w:rsidP="00F7604A">
      <w:pPr>
        <w:pStyle w:val="Podnadpis"/>
      </w:pPr>
      <w:r>
        <w:rPr>
          <w:rStyle w:val="foliace"/>
        </w:rPr>
        <w:t xml:space="preserve">5r </w:t>
      </w:r>
      <w:r>
        <w:rPr>
          <w:rStyle w:val="Text"/>
        </w:rPr>
        <w:t>Mazanec</w:t>
      </w:r>
    </w:p>
    <w:p w:rsidR="00F7604A" w:rsidRDefault="00F7604A" w:rsidP="00F7604A">
      <w:r>
        <w:rPr>
          <w:rStyle w:val="Text"/>
        </w:rPr>
        <w:t>Učině všecko dřieve řečené, přilíž trochu malvazie nebo vína, nasuše čistého suchého chleba, omáčej v tom. A vezma čistý rendlík, nalí dřevěného oleje, zahřej jej dobře. I vezma řeckého vína, mandlov i zřež mandly čistě a zpeř u víně, směsiž to spolu, pokládaj vrstvu a druhú chleba sušeného. A když plnú nakladeš, zalíž vokolo krajiev volejem horkým, peciž to poznenáhlu na malém uhlí, aby toho nespálil, a přikryj horkú pokličkú na vohni rozpálenú. A když bude dobře, daj na mísu.</w:t>
      </w:r>
    </w:p>
    <w:p w:rsidR="00F7604A" w:rsidRDefault="00F7604A" w:rsidP="00F7604A">
      <w:pPr>
        <w:pStyle w:val="Podnadpis"/>
      </w:pPr>
      <w:r>
        <w:rPr>
          <w:rStyle w:val="Text"/>
        </w:rPr>
        <w:t>Kaše brunátná v mastný i v postný den</w:t>
      </w:r>
    </w:p>
    <w:p w:rsidR="00F7604A" w:rsidRDefault="00F7604A" w:rsidP="00F7604A">
      <w:r>
        <w:rPr>
          <w:rStyle w:val="Text"/>
        </w:rPr>
        <w:t xml:space="preserve">Vezmiž čistých jahod nebo višeň černých, vař v čistém víně. A zsuše čistých topeniček, vlíž tam, ať spolu vře. Pak protiehni to skrze hartuch, potom vondaj do čistého kotla a dajž do toho cukru nebo medu. Potom daj kořenie svrchupsané, dajž voleje dřevěného, anézu tlučeného, a když </w:t>
      </w:r>
      <w:r>
        <w:rPr>
          <w:rStyle w:val="foliace"/>
        </w:rPr>
        <w:t xml:space="preserve">5v </w:t>
      </w:r>
      <w:r>
        <w:rPr>
          <w:rStyle w:val="Text"/>
        </w:rPr>
        <w:t>uvře, daj na mísu.</w:t>
      </w:r>
    </w:p>
    <w:p w:rsidR="00F7604A" w:rsidRDefault="00F7604A" w:rsidP="00F7604A">
      <w:pPr>
        <w:pStyle w:val="Podnadpis"/>
      </w:pPr>
      <w:r>
        <w:rPr>
          <w:rStyle w:val="Text"/>
        </w:rPr>
        <w:t>Kaše z zvěřiny takto se má dělati</w:t>
      </w:r>
    </w:p>
    <w:p w:rsidR="00F7604A" w:rsidRDefault="00F7604A" w:rsidP="00F7604A">
      <w:r>
        <w:rPr>
          <w:rStyle w:val="Text"/>
        </w:rPr>
        <w:t>Vezmi jeleninu kýtní</w:t>
      </w:r>
      <w:r>
        <w:rPr>
          <w:rStyle w:val="lemma"/>
        </w:rPr>
        <w:t xml:space="preserve">kýtní </w:t>
      </w:r>
      <w:r>
        <w:rPr>
          <w:rStyle w:val="hyperlemma"/>
        </w:rPr>
        <w:t>kýtní</w:t>
      </w:r>
      <w:r>
        <w:rPr>
          <w:rStyle w:val="Text"/>
        </w:rPr>
        <w:t>, vosole pec na rožníku, když se upeče, tluc v moždieři a rozpusť vlaským vínem anebo malvazím. Potom protiehni skrze hartuch. Vezmi cukru nebo medu, ať jest sladko, dajž tam vína řeckého, zpera čistě, a sádla čistého nalí, nalíž vajec, což by se dalo, že by husto bylo, a protiehni skrze hartuch, dajž kořenie všecka. Chceš li žlutú mieti, daj šafránu. Pakli chceš, nechajž, když bude vřieti, vlíž tam ta vajce a miechaj, ať se nesrazie. A když se koli zsadí, odstav od ohně a potom daj na mísu.</w:t>
      </w:r>
    </w:p>
    <w:p w:rsidR="00F7604A" w:rsidRDefault="00F7604A" w:rsidP="00F7604A">
      <w:pPr>
        <w:pStyle w:val="Podnadpis"/>
      </w:pPr>
      <w:r>
        <w:rPr>
          <w:rStyle w:val="Text"/>
        </w:rPr>
        <w:t>Kaše fíková</w:t>
      </w:r>
    </w:p>
    <w:p w:rsidR="00F7604A" w:rsidRDefault="00F7604A" w:rsidP="00F7604A">
      <w:r>
        <w:rPr>
          <w:rStyle w:val="Text"/>
        </w:rPr>
        <w:t xml:space="preserve">Přistav fíky u víně neb v malvazí, vařiž </w:t>
      </w:r>
      <w:r>
        <w:rPr>
          <w:rStyle w:val="emendace"/>
        </w:rPr>
        <w:t xml:space="preserve">vařiž </w:t>
      </w:r>
      <w:r>
        <w:rPr>
          <w:rStyle w:val="pramen"/>
        </w:rPr>
        <w:t xml:space="preserve">wawrziz </w:t>
      </w:r>
      <w:r>
        <w:rPr>
          <w:rStyle w:val="Text"/>
        </w:rPr>
        <w:t>je, ať vyvrú všecky. Potom vocedě ztluc v moždieři, nasuše topének z bielého chleba, rozmočiž v tom, v čem si fíky vařil, vytáhniž to skrze hartuch, vondajž do čistého kotla, dajž do toho medu a</w:t>
      </w:r>
      <w:r>
        <w:rPr>
          <w:rStyle w:val="foliace"/>
        </w:rPr>
        <w:t>6r</w:t>
      </w:r>
      <w:r>
        <w:rPr>
          <w:rStyle w:val="Text"/>
        </w:rPr>
        <w:t>nebo cukru. Pak dajž kořenie k tomu – pepř, zázvor, skořici, hřebíčky, květu málo, anézu tlučeného, chceš li, omasť, daj na mísu a přisol, zdá liť se.</w:t>
      </w:r>
    </w:p>
    <w:p w:rsidR="00F7604A" w:rsidRDefault="00F7604A" w:rsidP="00F7604A">
      <w:pPr>
        <w:pStyle w:val="Podnadpis"/>
      </w:pPr>
      <w:r>
        <w:rPr>
          <w:rStyle w:val="Text"/>
        </w:rPr>
        <w:lastRenderedPageBreak/>
        <w:t>Kaše z játr volových</w:t>
      </w:r>
    </w:p>
    <w:p w:rsidR="00F7604A" w:rsidRDefault="00F7604A" w:rsidP="00F7604A">
      <w:r>
        <w:rPr>
          <w:rStyle w:val="Text"/>
        </w:rPr>
        <w:t xml:space="preserve">Vezmi játry a vař je v hovězí jíše, ztluc je v moždieři, naspi tam jalovce, což by se zdálo. A když to ztlučeš namiesto, nalíž vajec, coť se zdá, zhřeje víno </w:t>
      </w:r>
      <w:r>
        <w:rPr>
          <w:rStyle w:val="doplnenytext"/>
        </w:rPr>
        <w:t xml:space="preserve">… </w:t>
      </w:r>
      <w:r>
        <w:rPr>
          <w:rStyle w:val="poznamka"/>
        </w:rPr>
        <w:t xml:space="preserve">pravděpodobně vynecháno slovo </w:t>
      </w:r>
      <w:r>
        <w:rPr>
          <w:rStyle w:val="Text"/>
        </w:rPr>
        <w:t>nebo vlaské, rozpustíš a protiehni skrze hartuch, ať jest nehusto, ani velmi žídko, dajž pak kořenie – pepř, zázvor, skořice a květu nemnoho. Potom vezmi čistého chleba bielého, nastruž a prosej skrze čistý duršlák</w:t>
      </w:r>
      <w:r>
        <w:rPr>
          <w:rStyle w:val="lemma"/>
        </w:rPr>
        <w:t xml:space="preserve">duršlák </w:t>
      </w:r>
      <w:r>
        <w:rPr>
          <w:rStyle w:val="hyperlemma"/>
        </w:rPr>
        <w:t xml:space="preserve">duršlák </w:t>
      </w:r>
      <w:r>
        <w:rPr>
          <w:rStyle w:val="internipoznamka"/>
        </w:rPr>
        <w:t>JgSlov cedník</w:t>
      </w:r>
      <w:r>
        <w:rPr>
          <w:rStyle w:val="Text"/>
        </w:rPr>
        <w:t>. Vezmi anézu a kmínu, ztluc to v moždieři, nasypiž do té kaše ten chléb, vařiž a miechaj, ať se nesrazí. Potom daj na mísu.</w:t>
      </w:r>
    </w:p>
    <w:p w:rsidR="00F7604A" w:rsidRDefault="00F7604A" w:rsidP="00F7604A">
      <w:pPr>
        <w:pStyle w:val="Podnadpis"/>
      </w:pPr>
      <w:r>
        <w:rPr>
          <w:rStyle w:val="Text"/>
        </w:rPr>
        <w:t>Kyselice z vepřových neb z telecích paznehtuov</w:t>
      </w:r>
    </w:p>
    <w:p w:rsidR="00F7604A" w:rsidRDefault="00F7604A" w:rsidP="00F7604A">
      <w:r>
        <w:rPr>
          <w:rStyle w:val="Text"/>
        </w:rPr>
        <w:t xml:space="preserve">Telecie přistaviti a vepřové vopáliti, potom povařiti, což by mohlo býti napoly, i vařiž je potom u víně tak dlúho, ažť otevrú všecky </w:t>
      </w:r>
      <w:r>
        <w:rPr>
          <w:rStyle w:val="foliace"/>
        </w:rPr>
        <w:t xml:space="preserve">6v </w:t>
      </w:r>
      <w:r>
        <w:rPr>
          <w:rStyle w:val="Text"/>
        </w:rPr>
        <w:t>kosti, když pak dobře rozevrú, mútví protiehni skrze duršlák</w:t>
      </w:r>
      <w:r>
        <w:rPr>
          <w:rStyle w:val="lemma"/>
        </w:rPr>
        <w:t xml:space="preserve">duršlák </w:t>
      </w:r>
      <w:r>
        <w:rPr>
          <w:rStyle w:val="hyperlemma"/>
        </w:rPr>
        <w:t>duršlák</w:t>
      </w:r>
      <w:r>
        <w:rPr>
          <w:rStyle w:val="Text"/>
        </w:rPr>
        <w:t>, i co kostí zuostane, vymec ven. A co toho, ztluc to v moždieři. Pak čistých topeniček, spále na tichém uhlí, usuše, ať jest černé, vlož tam, ať jsú spolu stlučeny. Vezmiž švestek aneb povidl, protiehniž skrze duršlák</w:t>
      </w:r>
      <w:r>
        <w:rPr>
          <w:rStyle w:val="lemma"/>
        </w:rPr>
        <w:t xml:space="preserve">duršlák </w:t>
      </w:r>
      <w:r>
        <w:rPr>
          <w:rStyle w:val="hyperlemma"/>
        </w:rPr>
        <w:t>duršlák</w:t>
      </w:r>
      <w:r>
        <w:rPr>
          <w:rStyle w:val="Text"/>
        </w:rPr>
        <w:t>, vlož k tomu, pak toto z moždieře vybera, ať s tiem zevře, a potom to protáhni skrze hartuch, vondaj do čistého kotla, vezma medu čistého, coť by se zdálo, ať by sladko bylo, i nechajž toho, ať vře, i dajž kořenie všecka k tomu, a vespi tam kmínu i jader, pomaže necky medem, vylí na necky, ať ustydne. A potom studené řež přes necky a pospi zázvorem nebo skořicí a daj na mísu.</w:t>
      </w:r>
    </w:p>
    <w:p w:rsidR="00F7604A" w:rsidRDefault="00F7604A" w:rsidP="00F7604A">
      <w:pPr>
        <w:pStyle w:val="Podnadpis"/>
      </w:pPr>
      <w:r>
        <w:rPr>
          <w:rStyle w:val="Text"/>
        </w:rPr>
        <w:t>Kyselice z líňov</w:t>
      </w:r>
    </w:p>
    <w:p w:rsidR="00F7604A" w:rsidRDefault="00F7604A" w:rsidP="00F7604A">
      <w:r>
        <w:rPr>
          <w:rStyle w:val="Text"/>
        </w:rPr>
        <w:t xml:space="preserve">Vezmi líňov, coť by se zdálo, s mísu neb se dvě, ty líně, vykuchaje čistě, vař v dobrém víně, natři tam řeckého vína, aby černo bylo, a zdálo li by se neklovato, přičiň </w:t>
      </w:r>
      <w:r>
        <w:rPr>
          <w:rStyle w:val="foliace"/>
        </w:rPr>
        <w:t xml:space="preserve">7r </w:t>
      </w:r>
      <w:r>
        <w:rPr>
          <w:rStyle w:val="Text"/>
        </w:rPr>
        <w:t xml:space="preserve">kaprových koží. Pakli by neměl, ale vyzích </w:t>
      </w:r>
      <w:r>
        <w:rPr>
          <w:rStyle w:val="lemma"/>
        </w:rPr>
        <w:t xml:space="preserve">vyzí </w:t>
      </w:r>
      <w:r>
        <w:rPr>
          <w:rStyle w:val="hyperlemma"/>
        </w:rPr>
        <w:t xml:space="preserve">vyzí </w:t>
      </w:r>
      <w:r>
        <w:rPr>
          <w:rStyle w:val="Text"/>
        </w:rPr>
        <w:t xml:space="preserve">měchýřuov aneb bobrových nožiček, obváže to čistě, vlož k těm líňom, ať spolu vrú, i když by se zdálo, že by dobře bylo, protiehni skrze duršlák </w:t>
      </w:r>
      <w:r>
        <w:rPr>
          <w:rStyle w:val="lemma"/>
        </w:rPr>
        <w:t xml:space="preserve">duršlák </w:t>
      </w:r>
      <w:r>
        <w:rPr>
          <w:rStyle w:val="hyperlemma"/>
        </w:rPr>
        <w:t xml:space="preserve">duršlák </w:t>
      </w:r>
      <w:r>
        <w:rPr>
          <w:rStyle w:val="Text"/>
        </w:rPr>
        <w:t xml:space="preserve">a potom skrze hartuch i vlíž do čistého kotla a vař a daj tam cukru neb medu, ať by sladko bylo. Dajž kořenie jako k prvnie, a květu nemnoho. A protluka jader višňových, vespiž tam, </w:t>
      </w:r>
      <w:r>
        <w:rPr>
          <w:rStyle w:val="poznamka"/>
        </w:rPr>
        <w:t xml:space="preserve">následuje text „a vstav do studena“, který je červeně přeškrtnut </w:t>
      </w:r>
      <w:r>
        <w:rPr>
          <w:rStyle w:val="Text"/>
        </w:rPr>
        <w:t>cožť by se zdálo, medem pomaže necek, i vlíž tam a vstav do studena, ať vystydne, krájej ji napřieč a klaď na mísu a pospi, čím chceš.</w:t>
      </w:r>
    </w:p>
    <w:p w:rsidR="00F7604A" w:rsidRDefault="00F7604A" w:rsidP="00F7604A">
      <w:pPr>
        <w:pStyle w:val="Podnadpis"/>
      </w:pPr>
      <w:r>
        <w:rPr>
          <w:rStyle w:val="Text"/>
        </w:rPr>
        <w:t>Sejr mandlový</w:t>
      </w:r>
    </w:p>
    <w:p w:rsidR="00F7604A" w:rsidRDefault="00F7604A" w:rsidP="00F7604A">
      <w:r>
        <w:rPr>
          <w:rStyle w:val="Text"/>
        </w:rPr>
        <w:t xml:space="preserve">Vezmi mandlov, coť by se zdálo, zvaře je zlupiž a zlúpě protluc je v moždieři, potom tři </w:t>
      </w:r>
      <w:r>
        <w:rPr>
          <w:rStyle w:val="lemma"/>
        </w:rPr>
        <w:t xml:space="preserve">třieti </w:t>
      </w:r>
      <w:r>
        <w:rPr>
          <w:rStyle w:val="hyperlemma"/>
        </w:rPr>
        <w:t xml:space="preserve">třieti </w:t>
      </w:r>
      <w:r>
        <w:rPr>
          <w:rStyle w:val="Text"/>
        </w:rPr>
        <w:t>v pánvi, když bude suché, vytiskni z nich volej a, vezma měchýřuov vyzích</w:t>
      </w:r>
      <w:r>
        <w:rPr>
          <w:rStyle w:val="lemma"/>
        </w:rPr>
        <w:t xml:space="preserve">vyzí </w:t>
      </w:r>
      <w:r>
        <w:rPr>
          <w:rStyle w:val="hyperlemma"/>
        </w:rPr>
        <w:t>vyzí</w:t>
      </w:r>
      <w:r>
        <w:rPr>
          <w:rStyle w:val="Text"/>
        </w:rPr>
        <w:t xml:space="preserve">, uvař je v čisté vodě, že by mohly rozevřieti, a vlož je do pánvice, rozpustiž to teplú vodú, v kteréž </w:t>
      </w:r>
      <w:r>
        <w:rPr>
          <w:rStyle w:val="emendace"/>
        </w:rPr>
        <w:t xml:space="preserve">kteréž </w:t>
      </w:r>
      <w:r>
        <w:rPr>
          <w:rStyle w:val="pramen"/>
        </w:rPr>
        <w:t xml:space="preserve">kteres </w:t>
      </w:r>
      <w:r>
        <w:rPr>
          <w:rStyle w:val="Text"/>
        </w:rPr>
        <w:t>mě</w:t>
      </w:r>
      <w:r>
        <w:rPr>
          <w:rStyle w:val="foliace"/>
        </w:rPr>
        <w:t>7v</w:t>
      </w:r>
      <w:r>
        <w:rPr>
          <w:rStyle w:val="Text"/>
        </w:rPr>
        <w:t>chýře vařil. Potom, zdálo liť by se, že jest velmi klovato, protiehni to skrze hartoch</w:t>
      </w:r>
      <w:r>
        <w:rPr>
          <w:rStyle w:val="lemma"/>
        </w:rPr>
        <w:t xml:space="preserve">hartoch </w:t>
      </w:r>
      <w:r>
        <w:rPr>
          <w:rStyle w:val="hyperlemma"/>
        </w:rPr>
        <w:t>hartoch</w:t>
      </w:r>
      <w:r>
        <w:rPr>
          <w:rStyle w:val="Text"/>
        </w:rPr>
        <w:t>, vlíž to do kotlíka, vařiž to, ať nenie žídká, co by mohla býti kaše dobře žídká. Pak vlož tam cukru, ať jest dobře sladko, prostudiž to v čisté vodě studené. Pak vezmi střiepek polévaný nebo což kolivěk, pomažiž olejem, vlíž ten sejr, postaviž to v studeně</w:t>
      </w:r>
      <w:r>
        <w:rPr>
          <w:rStyle w:val="lemma"/>
        </w:rPr>
        <w:t xml:space="preserve">studeno </w:t>
      </w:r>
      <w:r>
        <w:rPr>
          <w:rStyle w:val="hyperlemma"/>
        </w:rPr>
        <w:t>studeno</w:t>
      </w:r>
      <w:r>
        <w:rPr>
          <w:rStyle w:val="Text"/>
        </w:rPr>
        <w:t>, ať dobře vystydne, vložiž jej na čistú mísu. Potom učiniž čistého mléka mandlového. Vezmiž cukru čistého i zvařiž a potom vystuď i nalíž vokolo toho sejru mandlového a daj na mísu.</w:t>
      </w:r>
    </w:p>
    <w:p w:rsidR="00F7604A" w:rsidRDefault="00F7604A" w:rsidP="00F7604A">
      <w:pPr>
        <w:pStyle w:val="Podnadpis"/>
      </w:pPr>
      <w:r>
        <w:rPr>
          <w:rStyle w:val="Text"/>
        </w:rPr>
        <w:lastRenderedPageBreak/>
        <w:t>Lampreda takto má se dělati</w:t>
      </w:r>
    </w:p>
    <w:p w:rsidR="00F7604A" w:rsidRDefault="00F7604A" w:rsidP="00F7604A">
      <w:r>
        <w:rPr>
          <w:rStyle w:val="Text"/>
        </w:rPr>
        <w:t xml:space="preserve">Vezmi dobrého malvazie s pintu nebo se dvě, vlíž do kotlíka neb do pernice, vsadiž tu lampredu tam, ať nevyskočí, pak, když zemdlé, zakoliž </w:t>
      </w:r>
      <w:r>
        <w:rPr>
          <w:rStyle w:val="lemma"/>
        </w:rPr>
        <w:t xml:space="preserve">zakláti </w:t>
      </w:r>
      <w:r>
        <w:rPr>
          <w:rStyle w:val="hyperlemma"/>
        </w:rPr>
        <w:t xml:space="preserve">zakláti </w:t>
      </w:r>
      <w:r>
        <w:rPr>
          <w:rStyle w:val="Text"/>
        </w:rPr>
        <w:t>ji v tu každú dierku a vytluc tu krev do toho malvazie, což muožeš najlépe. Potom vlož ji na rošt, když počne praště</w:t>
      </w:r>
      <w:r>
        <w:rPr>
          <w:rStyle w:val="foliace"/>
        </w:rPr>
        <w:t>8r</w:t>
      </w:r>
      <w:r>
        <w:rPr>
          <w:rStyle w:val="Text"/>
        </w:rPr>
        <w:t>ti dobře, semkniž s nie kuoru svrchní i prosole ji trochu, vlož ji zase na rošt a připec ji dobře. A propeka ji, zřež na kusy a vlož na mísu. I vezmi řeckého vína, zpera čistě, zetřiž v pernici i, zahřeje to malvazie, v kterémž lampreda byla, rozpustiž tiem a proceď skrze hartuch. Potom vlož do čistého kotlíka, vložiž i tu lampredu do něho, to ať vře dobrú chvíli, dajž pak skořice dosti, zázvoru, hřebíčkuov a nemnoho květu a cukru dosti a, zdá liť se</w:t>
      </w:r>
      <w:r>
        <w:rPr>
          <w:rStyle w:val="emendace"/>
        </w:rPr>
        <w:t xml:space="preserve">se </w:t>
      </w:r>
      <w:r>
        <w:rPr>
          <w:rStyle w:val="pramen"/>
        </w:rPr>
        <w:t>ſie</w:t>
      </w:r>
      <w:r>
        <w:rPr>
          <w:rStyle w:val="Text"/>
        </w:rPr>
        <w:t>, trochu přisoliti. A když by se zdálo, že jest dobře, vlož do čistého hrnce, ať vystydne, dajž pak na mísu a muožeš ji týden nebo dvě neděli chovati.</w:t>
      </w:r>
    </w:p>
    <w:p w:rsidR="00F7604A" w:rsidRDefault="00F7604A" w:rsidP="00F7604A">
      <w:pPr>
        <w:pStyle w:val="Podnadpis"/>
      </w:pPr>
      <w:r>
        <w:rPr>
          <w:rStyle w:val="Text"/>
        </w:rPr>
        <w:t xml:space="preserve">Nejnoky </w:t>
      </w:r>
      <w:r>
        <w:rPr>
          <w:rStyle w:val="lemma"/>
        </w:rPr>
        <w:t xml:space="preserve">nejnok </w:t>
      </w:r>
      <w:r>
        <w:rPr>
          <w:rStyle w:val="hyperlemma"/>
        </w:rPr>
        <w:t xml:space="preserve">nejnok </w:t>
      </w:r>
      <w:r>
        <w:rPr>
          <w:rStyle w:val="internipoznamka"/>
        </w:rPr>
        <w:t xml:space="preserve">nebo najnok?, mihule říční </w:t>
      </w:r>
      <w:r>
        <w:rPr>
          <w:rStyle w:val="Text"/>
        </w:rPr>
        <w:t>takto dělaj</w:t>
      </w:r>
    </w:p>
    <w:p w:rsidR="00F7604A" w:rsidRDefault="00F7604A" w:rsidP="00F7604A">
      <w:r>
        <w:rPr>
          <w:rStyle w:val="Text"/>
        </w:rPr>
        <w:t xml:space="preserve">Vezma je, kdyžto vře voda, nalíž té vody na ně a miechati mútví, ať se spařie, i prosole odpec je na roště. A když se odpekú, uřež každé kus hlavy a ocasu, udělajž jíchu </w:t>
      </w:r>
      <w:r>
        <w:rPr>
          <w:rStyle w:val="foliace"/>
        </w:rPr>
        <w:t xml:space="preserve">8v </w:t>
      </w:r>
      <w:r>
        <w:rPr>
          <w:rStyle w:val="Text"/>
        </w:rPr>
        <w:t>z řeckého vína, rozpustiž ji pak vínem dobrým neb malvazím a protiehni skrze hartuch i vlíž to do kotlíka, vlož tam ty nejnoky</w:t>
      </w:r>
      <w:r>
        <w:rPr>
          <w:rStyle w:val="lemma"/>
        </w:rPr>
        <w:t xml:space="preserve">nejnok </w:t>
      </w:r>
      <w:r>
        <w:rPr>
          <w:rStyle w:val="hyperlemma"/>
        </w:rPr>
        <w:t>nejnok</w:t>
      </w:r>
      <w:r>
        <w:rPr>
          <w:rStyle w:val="Text"/>
        </w:rPr>
        <w:t>, ať vrú dobrú chvíli, dajž do nich cukru a skořice, pepře, zázvoru a hřebíčkov, ale květu nemnoho, zdá liť se, přisol, dajž na mísu teplé neb studené.</w:t>
      </w:r>
    </w:p>
    <w:p w:rsidR="00F7604A" w:rsidRDefault="00F7604A" w:rsidP="00F7604A">
      <w:pPr>
        <w:pStyle w:val="Podnadpis"/>
      </w:pPr>
      <w:r>
        <w:rPr>
          <w:rStyle w:val="Text"/>
        </w:rPr>
        <w:t xml:space="preserve">Štokviše </w:t>
      </w:r>
      <w:r>
        <w:rPr>
          <w:rStyle w:val="lemma"/>
        </w:rPr>
        <w:t xml:space="preserve">štokviš </w:t>
      </w:r>
      <w:r>
        <w:rPr>
          <w:rStyle w:val="hyperlemma"/>
        </w:rPr>
        <w:t xml:space="preserve">štokfiš </w:t>
      </w:r>
      <w:r>
        <w:rPr>
          <w:rStyle w:val="Text"/>
        </w:rPr>
        <w:t>takto dělaj</w:t>
      </w:r>
    </w:p>
    <w:p w:rsidR="00F7604A" w:rsidRDefault="00F7604A" w:rsidP="00F7604A">
      <w:r>
        <w:rPr>
          <w:rStyle w:val="Text"/>
        </w:rPr>
        <w:t>Vezmi štokviš</w:t>
      </w:r>
      <w:r>
        <w:rPr>
          <w:rStyle w:val="lemma"/>
        </w:rPr>
        <w:t xml:space="preserve">štokviš </w:t>
      </w:r>
      <w:r>
        <w:rPr>
          <w:rStyle w:val="hyperlemma"/>
        </w:rPr>
        <w:t>štokfiš</w:t>
      </w:r>
      <w:r>
        <w:rPr>
          <w:rStyle w:val="Text"/>
        </w:rPr>
        <w:t>, ztluc jej něčím dobře, nechaj ho moknúti přes noc. Pak ráno přistav jej k ohni, a když se najméň voda zahřeje, odbieraj jej čistě na kusy, ale ať v nich kostí nenie, kladiž jej do kotlíka do čisté vody. Potom nalup cibule, zpeřiž ji dobře i vložiž vrstvu cibule a vrstvu štokviše</w:t>
      </w:r>
      <w:r>
        <w:rPr>
          <w:rStyle w:val="lemma"/>
        </w:rPr>
        <w:t xml:space="preserve">štokviš </w:t>
      </w:r>
      <w:r>
        <w:rPr>
          <w:rStyle w:val="hyperlemma"/>
        </w:rPr>
        <w:t>štokfiš</w:t>
      </w:r>
      <w:r>
        <w:rPr>
          <w:rStyle w:val="Text"/>
        </w:rPr>
        <w:t>, i oblúpě mandlov, učiniž jíchu i vlož tam, i oleje daj dosti, osoliž ten škokviš</w:t>
      </w:r>
      <w:r>
        <w:rPr>
          <w:rStyle w:val="lemma"/>
        </w:rPr>
        <w:t xml:space="preserve">štokviš </w:t>
      </w:r>
      <w:r>
        <w:rPr>
          <w:rStyle w:val="hyperlemma"/>
        </w:rPr>
        <w:t>štokfiš</w:t>
      </w:r>
      <w:r>
        <w:rPr>
          <w:rStyle w:val="Text"/>
        </w:rPr>
        <w:t>, vložiž v to mandlové mléko, ať vře spolu. A když jest dobře, odstav od ohně a daj na mísu.</w:t>
      </w:r>
    </w:p>
    <w:p w:rsidR="00F7604A" w:rsidRDefault="00F7604A" w:rsidP="00F7604A">
      <w:pPr>
        <w:pStyle w:val="Podnadpis"/>
      </w:pPr>
      <w:r>
        <w:rPr>
          <w:rStyle w:val="Text"/>
        </w:rPr>
        <w:t>Kapry sekané</w:t>
      </w:r>
    </w:p>
    <w:p w:rsidR="00F7604A" w:rsidRDefault="00F7604A" w:rsidP="00F7604A">
      <w:r>
        <w:rPr>
          <w:rStyle w:val="foliace"/>
        </w:rPr>
        <w:t xml:space="preserve">9r </w:t>
      </w:r>
      <w:r>
        <w:rPr>
          <w:rStyle w:val="Text"/>
        </w:rPr>
        <w:t xml:space="preserve">Vezmi kapruov, coť by se zdálo, vostruž z nich lupinu doluov i odbeř maso s koží, což můžeš najlépe. A odřeže hlavy, vondajž do kotlíka a, nalije vody, osoliž nemnoho. A když povře, vybeř to ven a tu jíchu schovaj. A to, co si obvařil a s kostí sebral, zsekaj to spolu z surovými kapry a kosti v moždieři ztluc a ty kuože, otuže </w:t>
      </w:r>
      <w:r>
        <w:rPr>
          <w:rStyle w:val="poznamka"/>
        </w:rPr>
        <w:t xml:space="preserve">nejisté čtení </w:t>
      </w:r>
      <w:r>
        <w:rPr>
          <w:rStyle w:val="Text"/>
        </w:rPr>
        <w:t xml:space="preserve">je anebo obvaře, zsekaj to zvláště i směs to vše spolu, i dajž kořenie petruželného a nařeže mandlov a řeckého vína zpera, dajž do těch kaprov sekaných a, vezma kmínu čistého, dajž tam potom kořenie, zázvor, skořici, pepř, hřebíčky a květu. Ustaviž tu jíchu na voheň, v kteréž si vařil ty kosti, i osoliž ty kapry, coť se zdá, i lepiž je v hromadu, co by mohlo býti husté vajce. I vař to, coť se zdá, vybeřiž to na čisté necky a rozřež každé na čtvero. A kosti prvně ztluc v moždieři, přidada bielého chleba. Pak tu jíchu, v které si vařil ty kapry, </w:t>
      </w:r>
      <w:r>
        <w:rPr>
          <w:rStyle w:val="foliace"/>
        </w:rPr>
        <w:t xml:space="preserve">9v </w:t>
      </w:r>
      <w:r>
        <w:rPr>
          <w:rStyle w:val="Text"/>
        </w:rPr>
        <w:t>rozpustiž a přilí vína trochu, i vytiehni skrze hartuch, zvař je v čistém kotle, dajž kořenie – pepře, zázvoru, hřebíčkov, skořice, šafránu, nedaj květu, zdá liť se, přisol trochu, i vlož kapry tam, ať vrú spolu, a ta jícha ať jest hustá, jako by mohla býti na kuřencích. A potom daj na mísu.</w:t>
      </w:r>
    </w:p>
    <w:p w:rsidR="00F7604A" w:rsidRDefault="00F7604A" w:rsidP="00F7604A">
      <w:pPr>
        <w:pStyle w:val="Podnadpis"/>
      </w:pPr>
      <w:r>
        <w:rPr>
          <w:rStyle w:val="Text"/>
        </w:rPr>
        <w:lastRenderedPageBreak/>
        <w:t>Kto chce moždieř dělati</w:t>
      </w:r>
    </w:p>
    <w:p w:rsidR="00F7604A" w:rsidRDefault="00F7604A" w:rsidP="00F7604A">
      <w:r>
        <w:rPr>
          <w:rStyle w:val="Text"/>
        </w:rPr>
        <w:t xml:space="preserve">Vezmi vajec, coť by se zdálo, kopu nebo dvě, zbí vajce do kotlíka, daj k tomu šalvěje a petružele, nařeže drobně, vondajž chleba bielého do těch vajec a přisol, coť by se zdálo, dajž k tomu kořenie – pepř, zázvor, květu, skořice, šafránu, hřebíčkov a přidaj k tomu cukru nemnoho i zvařiž ty vajce se vším, vlož trochu másla na pánev a, zahřeje dobře, vlí tam ta vajce. A když bude máslo horko, miechaj, a když by docházela, že by mohla býti huštějie než kaše, zahřej dobře moždieř a vlož </w:t>
      </w:r>
      <w:r>
        <w:rPr>
          <w:rStyle w:val="foliace"/>
        </w:rPr>
        <w:t xml:space="preserve">10r </w:t>
      </w:r>
      <w:r>
        <w:rPr>
          <w:rStyle w:val="Text"/>
        </w:rPr>
        <w:t>tam vosku a másla nemnoho, ať jest dobře horko, i máslo, i moždieř. A když ta vajce do možieře vléš, potlačuj, aby se mohla zsaditi, a vlož na to horkú pokličku i pec to hodinu anebo cožť se zdá, a obratiž moždieř dnem k ohni. A když dáváš jiesti, vlož jej na štok, byl li by přihořalý, ostruž to doluov a přeřež to napoly, co by mohlo býti v taléře, kladiž pak na mísu a pospi cukrem nebo zázvorem.</w:t>
      </w:r>
    </w:p>
    <w:p w:rsidR="00F7604A" w:rsidRDefault="00F7604A" w:rsidP="00F7604A">
      <w:pPr>
        <w:pStyle w:val="Podnadpis"/>
      </w:pPr>
      <w:r>
        <w:rPr>
          <w:rStyle w:val="Text"/>
        </w:rPr>
        <w:t>Šišky zapařené</w:t>
      </w:r>
    </w:p>
    <w:p w:rsidR="00F7604A" w:rsidRDefault="00F7604A" w:rsidP="00F7604A">
      <w:r>
        <w:rPr>
          <w:rStyle w:val="Text"/>
        </w:rPr>
        <w:t xml:space="preserve">Vezmi moždieř čistý a rozpal jej u vohně a vlíž tam hovězí jíchu. A když bude vřieti, naspiž tam mouky a tluc štosem dlúho, přiraziž k tomu vajec, aby bylo húštějie </w:t>
      </w:r>
      <w:r>
        <w:rPr>
          <w:rStyle w:val="lemma"/>
        </w:rPr>
        <w:t xml:space="preserve">hustě </w:t>
      </w:r>
      <w:r>
        <w:rPr>
          <w:rStyle w:val="hyperlemma"/>
        </w:rPr>
        <w:t xml:space="preserve">hustě </w:t>
      </w:r>
      <w:r>
        <w:rPr>
          <w:rStyle w:val="Text"/>
        </w:rPr>
        <w:t>než kaše. A naklada másla na pánev a naklaď těsta na mísu, udělajž sobě sluku, meciž to skrze tu slučku, aby byly šišky okrúhlé, a vypeka, daj na mísu, pospiž pak cukrem.</w:t>
      </w:r>
    </w:p>
    <w:p w:rsidR="00F7604A" w:rsidRDefault="00F7604A" w:rsidP="00F7604A">
      <w:pPr>
        <w:pStyle w:val="Podnadpis"/>
      </w:pPr>
      <w:r>
        <w:rPr>
          <w:rStyle w:val="foliace"/>
        </w:rPr>
        <w:t xml:space="preserve">10v </w:t>
      </w:r>
      <w:r>
        <w:rPr>
          <w:rStyle w:val="Text"/>
        </w:rPr>
        <w:t>Kto by chtěl dělati šišky z bielého chleba</w:t>
      </w:r>
    </w:p>
    <w:p w:rsidR="00F7604A" w:rsidRDefault="00F7604A" w:rsidP="00F7604A">
      <w:r>
        <w:rPr>
          <w:rStyle w:val="Text"/>
        </w:rPr>
        <w:t xml:space="preserve">Nastruž bielého chleba a prosej, nabí tam vajec, coť se zdá, že by se mohlo v hromadě držeti, a vezmi řeckého vína, zpera čistě, daj tam v to těsto, a přidaj cukru nemnoho. A daj zázvoru, skořice, šafránu i zmiechaj dobře a, naklada másla na čistú pánev, kladiž ty šišky na čisté kosieře, mec do másla z těch kosieřuov při nožu </w:t>
      </w:r>
      <w:r>
        <w:rPr>
          <w:rStyle w:val="internipoznamka"/>
        </w:rPr>
        <w:t xml:space="preserve">?, snad nářeční dat. sg.? </w:t>
      </w:r>
      <w:r>
        <w:rPr>
          <w:rStyle w:val="Text"/>
        </w:rPr>
        <w:t>a, vypeka dobře, daj na mísu a pospi cukrem neb zázvorem.</w:t>
      </w:r>
    </w:p>
    <w:p w:rsidR="00F7604A" w:rsidRDefault="00F7604A" w:rsidP="00F7604A">
      <w:pPr>
        <w:pStyle w:val="Podnadpis"/>
      </w:pPr>
      <w:r>
        <w:rPr>
          <w:rStyle w:val="Text"/>
        </w:rPr>
        <w:t>Kto chce dělati nounvice</w:t>
      </w:r>
    </w:p>
    <w:p w:rsidR="00F7604A" w:rsidRDefault="00F7604A" w:rsidP="00F7604A">
      <w:r>
        <w:rPr>
          <w:rStyle w:val="Text"/>
        </w:rPr>
        <w:t>Nabeř trochu vajec na mísu, přispi čisté múky, zvrtiž, protiehni skrze hartuch na mísu, vezmi čistú pánev, vložiž na ni másla a rozpustě slíž doluov. Potom rozhřej pánev dobře a vlí tam těch vajec nemnoho, učiniž svitek, ať jest tenký. Opepřiž jej maličko, vložiž jej na čistý štok a učině jich, coť se zdá. I vezmiž hrušek nebo ja</w:t>
      </w:r>
      <w:r>
        <w:rPr>
          <w:rStyle w:val="foliace"/>
        </w:rPr>
        <w:t>11r</w:t>
      </w:r>
      <w:r>
        <w:rPr>
          <w:rStyle w:val="Text"/>
        </w:rPr>
        <w:t>blek i ztluciž, i řeckého vína k tomu, posmažiž toho v medu a přidaj mandlov tlučených, daj kořenie – zázvor, hřebíčky, pepř, skořice, květu nemnoho, vysmažiž to dobře, namazujž nounvice tiem mazem i svinuj pěkně v hromadu, a aby zpekl, udělajž těsto s vínem, pak omazuj ty nounvice v tom těstě a vypec v másle. A když vypečeš, zřež je pošikem a pospi cukrem.</w:t>
      </w:r>
    </w:p>
    <w:p w:rsidR="00F7604A" w:rsidRDefault="00F7604A" w:rsidP="00F7604A">
      <w:pPr>
        <w:pStyle w:val="Podnadpis"/>
      </w:pPr>
      <w:r>
        <w:rPr>
          <w:rStyle w:val="Text"/>
        </w:rPr>
        <w:t>Sekané kúry na kostech</w:t>
      </w:r>
    </w:p>
    <w:p w:rsidR="00F7604A" w:rsidRDefault="00F7604A" w:rsidP="00F7604A">
      <w:r>
        <w:rPr>
          <w:rStyle w:val="Text"/>
        </w:rPr>
        <w:t xml:space="preserve">Najprv rozvař slepice, což muožeš najlép, zbeřiž to maso z těch kostí a zsekaj kosieři a kosti ty schovaj aneb je ztluc v moždieři. A když je dobře ztlučeš, daj kořenie – pepř, zázvor, hřebíčky, šafránu, květu, skořice, řeckého vína, natluc tam vajec, aby se držalo, a což si naodjímal kostí z </w:t>
      </w:r>
      <w:r>
        <w:rPr>
          <w:rStyle w:val="Text"/>
        </w:rPr>
        <w:lastRenderedPageBreak/>
        <w:t xml:space="preserve">hnátuov a z křídel, lépajž pak na ty hnáty, ať by bylo jako hrušky. I </w:t>
      </w:r>
      <w:r>
        <w:rPr>
          <w:rStyle w:val="foliace"/>
        </w:rPr>
        <w:t xml:space="preserve">11v </w:t>
      </w:r>
      <w:r>
        <w:rPr>
          <w:rStyle w:val="Text"/>
        </w:rPr>
        <w:t>peciž to v čistém másle. Pak jiné kosti ztluc v moždieři, rozpustiž tou jíchou, v kteréž si vařil, přilíž k tomu trochu vína, protiehniž skrze hartuch. Pak daj všecka kořenie bez hřebíčkuov a vlož tam ty koury sekané a přisol, zdá liť se, a dávaj na místu, dobréť jsú.</w:t>
      </w:r>
    </w:p>
    <w:p w:rsidR="00F7604A" w:rsidRDefault="00F7604A" w:rsidP="00F7604A">
      <w:pPr>
        <w:pStyle w:val="Podnadpis"/>
      </w:pPr>
      <w:r>
        <w:rPr>
          <w:rStyle w:val="Text"/>
        </w:rPr>
        <w:t>Chceš li mieti čistý a kyprý mazanec velikonoční</w:t>
      </w:r>
    </w:p>
    <w:p w:rsidR="00F7604A" w:rsidRDefault="00F7604A" w:rsidP="00F7604A">
      <w:r>
        <w:rPr>
          <w:rStyle w:val="Text"/>
        </w:rPr>
        <w:t>Vezmi sladkú smetanu a vstav ji k uhlí, ať se zhřeje. Potom vezmi mouku bielú, vsypiž tam v tu smetanu, ať bude jako kaše. A potom vezmi vajce a vlí tam, coť se zdá, kvasnic, vrtiž lžící za dobrú chvíli. A potom vezmi šafránu, hřebíčkov, potom sejr vsyp strúhaný tam s těmi vajci a klaď hned v těsto a za tepla to vsaď do peci.</w:t>
      </w:r>
    </w:p>
    <w:p w:rsidR="00F7604A" w:rsidRDefault="00F7604A" w:rsidP="00F7604A">
      <w:pPr>
        <w:pStyle w:val="Podnadpis"/>
      </w:pPr>
      <w:r>
        <w:rPr>
          <w:rStyle w:val="Text"/>
        </w:rPr>
        <w:t>O uspeninách</w:t>
      </w:r>
    </w:p>
    <w:p w:rsidR="00F7604A" w:rsidRDefault="00F7604A" w:rsidP="00F7604A">
      <w:r>
        <w:rPr>
          <w:rStyle w:val="Text"/>
        </w:rPr>
        <w:t>Vezmi víno a octa spolu, zmejž maso, potom proceď skrze sítko, vař v tom uspeninu a ryby též dělaj.</w:t>
      </w:r>
    </w:p>
    <w:p w:rsidR="00F7604A" w:rsidRDefault="00F7604A" w:rsidP="00F7604A">
      <w:pPr>
        <w:pStyle w:val="Podnadpis"/>
      </w:pPr>
      <w:r>
        <w:rPr>
          <w:rStyle w:val="foliace"/>
        </w:rPr>
        <w:t xml:space="preserve">12r </w:t>
      </w:r>
      <w:r>
        <w:rPr>
          <w:rStyle w:val="Text"/>
        </w:rPr>
        <w:t>Jinak</w:t>
      </w:r>
    </w:p>
    <w:p w:rsidR="00F7604A" w:rsidRDefault="00F7604A" w:rsidP="00F7604A">
      <w:r>
        <w:rPr>
          <w:rStyle w:val="Text"/>
        </w:rPr>
        <w:t xml:space="preserve">Vař maso najprv u vodě, potom v dobrém víně a přičiň málo povidl a okořeň. Rybí pak uspeninu máš sladkým vínem, vymyti ryby a procediti </w:t>
      </w:r>
      <w:r>
        <w:rPr>
          <w:rStyle w:val="poznamka"/>
        </w:rPr>
        <w:t xml:space="preserve">zřejmě zkomolený text </w:t>
      </w:r>
      <w:r>
        <w:rPr>
          <w:rStyle w:val="Text"/>
        </w:rPr>
        <w:t>i v tom vařiti uspeninu, přičině povidl.</w:t>
      </w:r>
    </w:p>
    <w:p w:rsidR="00F7604A" w:rsidRDefault="00F7604A" w:rsidP="00F7604A">
      <w:pPr>
        <w:pStyle w:val="Podnadpis"/>
      </w:pPr>
      <w:r>
        <w:rPr>
          <w:rStyle w:val="Text"/>
        </w:rPr>
        <w:t>Jiným obyčejem</w:t>
      </w:r>
    </w:p>
    <w:p w:rsidR="00F7604A" w:rsidRDefault="00F7604A" w:rsidP="00F7604A">
      <w:r>
        <w:rPr>
          <w:rStyle w:val="Text"/>
        </w:rPr>
        <w:t xml:space="preserve">Když kapr roztrhneš, nepeř </w:t>
      </w:r>
      <w:r>
        <w:rPr>
          <w:rStyle w:val="poznamka"/>
        </w:rPr>
        <w:t xml:space="preserve">omylem místo „vypeř“? </w:t>
      </w:r>
      <w:r>
        <w:rPr>
          <w:rStyle w:val="Text"/>
        </w:rPr>
        <w:t>ho u vodě a procedě vař hned.</w:t>
      </w:r>
    </w:p>
    <w:p w:rsidR="00F7604A" w:rsidRDefault="00F7604A" w:rsidP="00F7604A">
      <w:pPr>
        <w:pStyle w:val="Podnadpis"/>
      </w:pPr>
      <w:r>
        <w:rPr>
          <w:rStyle w:val="Text"/>
        </w:rPr>
        <w:t>Kapr v koření i jiné ryby</w:t>
      </w:r>
    </w:p>
    <w:p w:rsidR="00F7604A" w:rsidRDefault="00F7604A" w:rsidP="00F7604A">
      <w:r>
        <w:rPr>
          <w:rStyle w:val="Text"/>
        </w:rPr>
        <w:t>Roztrhna vycediž krev do vína a rozetra topeničku, vlož tam, procediž najprv a okořeň a vlíž na ty ryby.</w:t>
      </w:r>
    </w:p>
    <w:p w:rsidR="00F7604A" w:rsidRDefault="00F7604A" w:rsidP="00F7604A">
      <w:pPr>
        <w:pStyle w:val="Podnadpis"/>
      </w:pPr>
      <w:r>
        <w:rPr>
          <w:rStyle w:val="Text"/>
        </w:rPr>
        <w:t>Ryby v koření</w:t>
      </w:r>
    </w:p>
    <w:p w:rsidR="00F7604A" w:rsidRDefault="00F7604A" w:rsidP="00F7604A">
      <w:r>
        <w:rPr>
          <w:rStyle w:val="Text"/>
        </w:rPr>
        <w:t>Upec ryby a potom topeničku rozetři s vínem a cibule nasmaž v oleji a vlož vše na to.</w:t>
      </w:r>
    </w:p>
    <w:p w:rsidR="00F7604A" w:rsidRDefault="00F7604A" w:rsidP="00F7604A">
      <w:pPr>
        <w:pStyle w:val="Podnadpis"/>
      </w:pPr>
      <w:r>
        <w:rPr>
          <w:rStyle w:val="Text"/>
        </w:rPr>
        <w:t>Ryby v sladké jíše</w:t>
      </w:r>
    </w:p>
    <w:p w:rsidR="00F7604A" w:rsidRDefault="00F7604A" w:rsidP="00F7604A">
      <w:r>
        <w:rPr>
          <w:rStyle w:val="Text"/>
        </w:rPr>
        <w:t>Vezmi ryby a vař je u vodě, ne v slané, a s petruželí, a potom kus chleba bielého a petružel rozetra a té vody přilí a okořeň.</w:t>
      </w:r>
    </w:p>
    <w:p w:rsidR="00F7604A" w:rsidRDefault="00F7604A" w:rsidP="00F7604A">
      <w:pPr>
        <w:pStyle w:val="Podnadpis"/>
      </w:pPr>
      <w:r>
        <w:rPr>
          <w:rStyle w:val="Text"/>
        </w:rPr>
        <w:t>Jinak</w:t>
      </w:r>
    </w:p>
    <w:p w:rsidR="00F7604A" w:rsidRDefault="00F7604A" w:rsidP="00F7604A">
      <w:r>
        <w:rPr>
          <w:rStyle w:val="foliace"/>
        </w:rPr>
        <w:t xml:space="preserve">12v </w:t>
      </w:r>
      <w:r>
        <w:rPr>
          <w:rStyle w:val="Text"/>
        </w:rPr>
        <w:t>Vezmi kapr, povař ho málo, ať lupiny sejdú, a potom zbeř maso doluov s kostí a to maso zsekaj dobře s petruželí. A potom učiň jako caltu mezi rukama a vlož v hrnek, ať se sevře, potom skrájej a učiň na to sladkú jíchu.</w:t>
      </w:r>
    </w:p>
    <w:p w:rsidR="00F7604A" w:rsidRDefault="00F7604A" w:rsidP="00F7604A">
      <w:pPr>
        <w:pStyle w:val="Podnadpis"/>
      </w:pPr>
      <w:r>
        <w:rPr>
          <w:rStyle w:val="Text"/>
        </w:rPr>
        <w:t>Štika v rosole</w:t>
      </w:r>
    </w:p>
    <w:p w:rsidR="00F7604A" w:rsidRDefault="00F7604A" w:rsidP="00F7604A">
      <w:r>
        <w:rPr>
          <w:rStyle w:val="Text"/>
        </w:rPr>
        <w:lastRenderedPageBreak/>
        <w:t>Učiň rosol, ať prvé vře. Potom vezmi štiku, vlož u víno nebo do vocta a potom v rosol. A když chceš, ať jsú tvrdé ryby, nalí na ně vocta, když vrou, a tak celé bude.</w:t>
      </w:r>
    </w:p>
    <w:p w:rsidR="00F7604A" w:rsidRDefault="00F7604A" w:rsidP="00F7604A">
      <w:pPr>
        <w:pStyle w:val="Podnadpis"/>
      </w:pPr>
      <w:r>
        <w:rPr>
          <w:rStyle w:val="Text"/>
        </w:rPr>
        <w:t>Kaše jablečná</w:t>
      </w:r>
    </w:p>
    <w:p w:rsidR="00F7604A" w:rsidRDefault="00F7604A" w:rsidP="00F7604A">
      <w:r>
        <w:rPr>
          <w:rStyle w:val="Text"/>
        </w:rPr>
        <w:t>Vezmi jablek, usmaž i s máslem. Potom přilí vína a proceď skrze rúchu a okořeň, chceš li, vraz několik vajec.</w:t>
      </w:r>
    </w:p>
    <w:p w:rsidR="00F7604A" w:rsidRDefault="00F7604A" w:rsidP="00F7604A">
      <w:pPr>
        <w:pStyle w:val="Podnadpis"/>
      </w:pPr>
      <w:r>
        <w:rPr>
          <w:rStyle w:val="Text"/>
        </w:rPr>
        <w:t>Jiná kaše</w:t>
      </w:r>
    </w:p>
    <w:p w:rsidR="00F7604A" w:rsidRDefault="00F7604A" w:rsidP="00F7604A">
      <w:r>
        <w:rPr>
          <w:rStyle w:val="Text"/>
        </w:rPr>
        <w:t>Vezmi bielý chléb, utopiž topénky a potom vlož u víno, ať se napijí, a rozetra protiehniž skrze hartuch, naspiž tam kmínu neb jalovce a oslaď medem.</w:t>
      </w:r>
    </w:p>
    <w:p w:rsidR="00F7604A" w:rsidRDefault="00F7604A" w:rsidP="00F7604A">
      <w:pPr>
        <w:pStyle w:val="Podnadpis"/>
      </w:pPr>
      <w:r>
        <w:rPr>
          <w:rStyle w:val="Text"/>
        </w:rPr>
        <w:t>O zajieci</w:t>
      </w:r>
    </w:p>
    <w:p w:rsidR="00F7604A" w:rsidRDefault="00F7604A" w:rsidP="00F7604A">
      <w:r>
        <w:rPr>
          <w:rStyle w:val="Text"/>
        </w:rPr>
        <w:t xml:space="preserve">Vezmi a oplákni jej v čisté vodě a potom jej vař, přileje vína. A </w:t>
      </w:r>
      <w:r>
        <w:rPr>
          <w:rStyle w:val="foliace"/>
        </w:rPr>
        <w:t xml:space="preserve">13r </w:t>
      </w:r>
      <w:r>
        <w:rPr>
          <w:rStyle w:val="Text"/>
        </w:rPr>
        <w:t>když povře, přebeř jej a tu jíchu a ty drobty, ješto odpadají, rozetři, proceď a okořeň a daj na to jablka smažená. Slepici opeka, učiniž dobrú jíchu, potom jablka skrájej, povařiž s tiem.</w:t>
      </w:r>
    </w:p>
    <w:p w:rsidR="00F7604A" w:rsidRDefault="00F7604A" w:rsidP="00F7604A">
      <w:pPr>
        <w:pStyle w:val="Podnadpis"/>
      </w:pPr>
      <w:r>
        <w:rPr>
          <w:rStyle w:val="Text"/>
        </w:rPr>
        <w:t xml:space="preserve">Raky </w:t>
      </w:r>
      <w:r>
        <w:rPr>
          <w:rStyle w:val="poznamka"/>
        </w:rPr>
        <w:t xml:space="preserve">„Raky“ dopsáno touž rukou až na konci nadpisu za původně zapsané a potom škrtlé „Ryby“ </w:t>
      </w:r>
      <w:r>
        <w:rPr>
          <w:rStyle w:val="Text"/>
        </w:rPr>
        <w:t>v koření</w:t>
      </w:r>
    </w:p>
    <w:p w:rsidR="00F7604A" w:rsidRDefault="00F7604A" w:rsidP="00F7604A">
      <w:r>
        <w:rPr>
          <w:rStyle w:val="Text"/>
        </w:rPr>
        <w:t>Oblup s rakuov škořepiny, ztluc a přilí vína, chceš li, také málo chleba bielého, procediž a okořeň, vlíž na ty raky.</w:t>
      </w:r>
    </w:p>
    <w:p w:rsidR="00F7604A" w:rsidRDefault="00F7604A" w:rsidP="00F7604A">
      <w:pPr>
        <w:pStyle w:val="Podnadpis"/>
      </w:pPr>
      <w:r>
        <w:rPr>
          <w:rStyle w:val="Text"/>
        </w:rPr>
        <w:t>Kaše jiná</w:t>
      </w:r>
    </w:p>
    <w:p w:rsidR="00F7604A" w:rsidRDefault="00F7604A" w:rsidP="00F7604A">
      <w:r>
        <w:rPr>
          <w:rStyle w:val="Text"/>
        </w:rPr>
        <w:t>Vezmi krupice a vraž v ní vajec několik a potom, ať se stvrdne, zsekajž drobně a naspi do mléka nebo do smetany.</w:t>
      </w:r>
    </w:p>
    <w:p w:rsidR="00F7604A" w:rsidRDefault="00F7604A" w:rsidP="00F7604A">
      <w:pPr>
        <w:pStyle w:val="Podnadpis"/>
      </w:pPr>
      <w:r>
        <w:rPr>
          <w:rStyle w:val="Text"/>
        </w:rPr>
        <w:t>Jiná kaše</w:t>
      </w:r>
    </w:p>
    <w:p w:rsidR="00F7604A" w:rsidRDefault="00F7604A" w:rsidP="00F7604A">
      <w:r>
        <w:rPr>
          <w:rStyle w:val="Text"/>
        </w:rPr>
        <w:t>Vezmi bělné čisté múky, stluciž s vajci a obarvi, ať bude zelená. A pakli chceš, ať jest bielá, vezmiž bielek zvláště a tluc s mukou</w:t>
      </w:r>
      <w:r>
        <w:rPr>
          <w:rStyle w:val="lemma"/>
        </w:rPr>
        <w:t xml:space="preserve">múka </w:t>
      </w:r>
      <w:r>
        <w:rPr>
          <w:rStyle w:val="hyperlemma"/>
        </w:rPr>
        <w:t>múka</w:t>
      </w:r>
      <w:r>
        <w:rPr>
          <w:rStyle w:val="Text"/>
        </w:rPr>
        <w:t>, kaž dělati tři teglíky spolu a vlož každé zvláště, ať nekyše. A také kvasnic nepřilévaj. Chceš li, ať jest zelená, rozetři petružel s vajci.</w:t>
      </w:r>
    </w:p>
    <w:p w:rsidR="00F7604A" w:rsidRDefault="00F7604A" w:rsidP="00F7604A">
      <w:pPr>
        <w:pStyle w:val="Podnadpis"/>
      </w:pPr>
      <w:r>
        <w:rPr>
          <w:rStyle w:val="Text"/>
        </w:rPr>
        <w:t>Kaše z povidl</w:t>
      </w:r>
    </w:p>
    <w:p w:rsidR="00F7604A" w:rsidRDefault="00F7604A" w:rsidP="00F7604A">
      <w:r>
        <w:rPr>
          <w:rStyle w:val="Text"/>
        </w:rPr>
        <w:t>Vezmi povidl a málo vína a bie</w:t>
      </w:r>
      <w:r>
        <w:rPr>
          <w:rStyle w:val="foliace"/>
        </w:rPr>
        <w:t>13v</w:t>
      </w:r>
      <w:r>
        <w:rPr>
          <w:rStyle w:val="Text"/>
        </w:rPr>
        <w:t>lého chleba, povař spolu, protáhni skrze hartuch. Chceš li červenú mieti, přičiň malin. Pakli brunátnú, přičiň jahod brusničných.</w:t>
      </w:r>
    </w:p>
    <w:p w:rsidR="00F7604A" w:rsidRDefault="00F7604A" w:rsidP="00F7604A">
      <w:pPr>
        <w:pStyle w:val="Podnadpis"/>
      </w:pPr>
      <w:r>
        <w:rPr>
          <w:rStyle w:val="Text"/>
        </w:rPr>
        <w:t>Jiná kaše</w:t>
      </w:r>
    </w:p>
    <w:p w:rsidR="00F7604A" w:rsidRDefault="00F7604A" w:rsidP="00F7604A">
      <w:r>
        <w:rPr>
          <w:rStyle w:val="Text"/>
        </w:rPr>
        <w:t>Nalí voleje na rendlík, vespi krupice v ten volej, pražiž dobrú chvíli, a potom nalí vody, vespiž pepře a šafránu.</w:t>
      </w:r>
    </w:p>
    <w:p w:rsidR="00F7604A" w:rsidRDefault="00F7604A" w:rsidP="00F7604A">
      <w:pPr>
        <w:pStyle w:val="Podnadpis"/>
      </w:pPr>
      <w:r>
        <w:rPr>
          <w:rStyle w:val="Text"/>
        </w:rPr>
        <w:t>Jiná kaše</w:t>
      </w:r>
    </w:p>
    <w:p w:rsidR="00F7604A" w:rsidRDefault="00F7604A" w:rsidP="00F7604A">
      <w:r>
        <w:rPr>
          <w:rStyle w:val="Text"/>
        </w:rPr>
        <w:t>Vezmi smetany, naspi do nie krupice, když bude vřieti.</w:t>
      </w:r>
    </w:p>
    <w:p w:rsidR="00F7604A" w:rsidRDefault="00F7604A" w:rsidP="00F7604A">
      <w:pPr>
        <w:pStyle w:val="Podnadpis"/>
      </w:pPr>
      <w:r>
        <w:rPr>
          <w:rStyle w:val="Text"/>
        </w:rPr>
        <w:lastRenderedPageBreak/>
        <w:t>Jiná kaše</w:t>
      </w:r>
    </w:p>
    <w:p w:rsidR="00F7604A" w:rsidRDefault="00F7604A" w:rsidP="00F7604A">
      <w:r>
        <w:rPr>
          <w:rStyle w:val="Text"/>
        </w:rPr>
        <w:t>Vezmi bielý chléb, vlož u víno a potom vlož v hrnec a povař s máslem.</w:t>
      </w:r>
    </w:p>
    <w:p w:rsidR="00F7604A" w:rsidRDefault="00F7604A" w:rsidP="00F7604A">
      <w:pPr>
        <w:pStyle w:val="Podnadpis"/>
      </w:pPr>
      <w:r>
        <w:rPr>
          <w:rStyle w:val="Text"/>
        </w:rPr>
        <w:t>Jikry v koření</w:t>
      </w:r>
    </w:p>
    <w:p w:rsidR="00F7604A" w:rsidRDefault="00F7604A" w:rsidP="00F7604A">
      <w:r>
        <w:rPr>
          <w:rStyle w:val="Text"/>
        </w:rPr>
        <w:t xml:space="preserve">Vezmi jikry, vlož v hrnec, nalíž čisté vody a voleje, ať v tom uvře. A když uvře, vezmi kus chleba bielého, petružel a vína, zetřiž to a proceď. A potom, chceš li, s cibulí smaž a pretuj </w:t>
      </w:r>
      <w:r>
        <w:rPr>
          <w:rStyle w:val="lemma"/>
        </w:rPr>
        <w:t xml:space="preserve">pretovati </w:t>
      </w:r>
      <w:r>
        <w:rPr>
          <w:rStyle w:val="hyperlemma"/>
        </w:rPr>
        <w:t xml:space="preserve">pretovati </w:t>
      </w:r>
      <w:r>
        <w:rPr>
          <w:rStyle w:val="Text"/>
        </w:rPr>
        <w:t>na rendlíku a daj potom na ty jikry.</w:t>
      </w:r>
    </w:p>
    <w:p w:rsidR="00F7604A" w:rsidRDefault="00F7604A" w:rsidP="00F7604A">
      <w:pPr>
        <w:pStyle w:val="Podnadpis"/>
      </w:pPr>
      <w:r>
        <w:rPr>
          <w:rStyle w:val="Text"/>
        </w:rPr>
        <w:t>Rozbieraná slepice</w:t>
      </w:r>
    </w:p>
    <w:p w:rsidR="00F7604A" w:rsidRDefault="00F7604A" w:rsidP="00F7604A">
      <w:r>
        <w:rPr>
          <w:rStyle w:val="Text"/>
        </w:rPr>
        <w:t xml:space="preserve">Vezmi slepici namiesto uvařenú a obeř s kostí </w:t>
      </w:r>
      <w:r>
        <w:rPr>
          <w:rStyle w:val="poznamka"/>
        </w:rPr>
        <w:t xml:space="preserve">následuje škrtnutý text (omylem opsaný z předchozího odstavce): „A když uvře, vezmi kus kleba bielého“ </w:t>
      </w:r>
      <w:r>
        <w:rPr>
          <w:rStyle w:val="Text"/>
        </w:rPr>
        <w:t xml:space="preserve">a zsekaj maso </w:t>
      </w:r>
      <w:r>
        <w:rPr>
          <w:rStyle w:val="foliace"/>
        </w:rPr>
        <w:t xml:space="preserve">14r </w:t>
      </w:r>
      <w:r>
        <w:rPr>
          <w:rStyle w:val="Text"/>
        </w:rPr>
        <w:t>a vlí několik vajec a řeckého vína opera, okořeň a potom obaluj zase na kosti a pec na másle anebo na sádle. A potom učiň čistú jíchu sladkú nebo ostrú, jakžť se zdá.</w:t>
      </w:r>
    </w:p>
    <w:p w:rsidR="00F7604A" w:rsidRDefault="00F7604A" w:rsidP="00F7604A">
      <w:pPr>
        <w:pStyle w:val="Podnadpis"/>
      </w:pPr>
      <w:r>
        <w:rPr>
          <w:rStyle w:val="Text"/>
        </w:rPr>
        <w:t>Opět kaše</w:t>
      </w:r>
    </w:p>
    <w:p w:rsidR="00F7604A" w:rsidRDefault="00F7604A" w:rsidP="00F7604A">
      <w:r>
        <w:rPr>
          <w:rStyle w:val="Text"/>
        </w:rPr>
        <w:t>Vezmi jáhly a smaž dobře v másle a potom nalí mléka na to.</w:t>
      </w:r>
    </w:p>
    <w:p w:rsidR="00F7604A" w:rsidRDefault="00F7604A" w:rsidP="00F7604A">
      <w:pPr>
        <w:pStyle w:val="Podnadpis"/>
      </w:pPr>
      <w:r>
        <w:rPr>
          <w:rStyle w:val="Text"/>
        </w:rPr>
        <w:t>Tuto se počíná připravovánie krmí Strnišťových, připsané, a najprvé o srní hlavě aneb o telecí</w:t>
      </w:r>
    </w:p>
    <w:p w:rsidR="00F7604A" w:rsidRDefault="00F7604A" w:rsidP="00F7604A">
      <w:r>
        <w:rPr>
          <w:rStyle w:val="Text"/>
        </w:rPr>
        <w:t xml:space="preserve">Srní hlavu neb telecí uvařiti namiesto a vybera kostí, maso zsekati, i jazyk čistě vostrúhati a vše zsekati spolu drobně. Potom nalije strdi i zvařiti dobře v tom. A daj kořenie – hřebíčkov, zázvoru, pepře, šafránu, aby to vše spolu zevřelo v koření. Potom tu hlavu smažiti, přičině vína řeckého a vlíti v to osm neb deset vajec. A toho opět spolu dobře posmažiti a potom to v čistú rúchu vložiti </w:t>
      </w:r>
      <w:r>
        <w:rPr>
          <w:rStyle w:val="foliace"/>
        </w:rPr>
        <w:t xml:space="preserve">14v </w:t>
      </w:r>
      <w:r>
        <w:rPr>
          <w:rStyle w:val="Text"/>
        </w:rPr>
        <w:t>a to presovati den a noc. Potom vyňma z presu, učiniž na to kořenie sladké nebo ostré, jakť se koli líbí, a skrájeti v topeničky, sádla k tomu nedati, a kto chce, muož to studené jiesti.</w:t>
      </w:r>
    </w:p>
    <w:p w:rsidR="00F7604A" w:rsidRDefault="00F7604A" w:rsidP="00F7604A">
      <w:pPr>
        <w:pStyle w:val="Podnadpis"/>
      </w:pPr>
      <w:r>
        <w:rPr>
          <w:rStyle w:val="Text"/>
        </w:rPr>
        <w:t>Srninu kto chce strojiti</w:t>
      </w:r>
    </w:p>
    <w:p w:rsidR="00F7604A" w:rsidRDefault="00F7604A" w:rsidP="00F7604A">
      <w:r>
        <w:rPr>
          <w:rStyle w:val="Text"/>
        </w:rPr>
        <w:t xml:space="preserve">Srnina má u vodě vařena býti. Pakli jest stará, přiliti vína a topenici bielého chleba dobře usušiti uštířalú </w:t>
      </w:r>
      <w:r>
        <w:rPr>
          <w:rStyle w:val="lemma"/>
        </w:rPr>
        <w:t xml:space="preserve">uštířalý </w:t>
      </w:r>
      <w:r>
        <w:rPr>
          <w:rStyle w:val="hyperlemma"/>
        </w:rPr>
        <w:t xml:space="preserve">uščieralý </w:t>
      </w:r>
      <w:r>
        <w:rPr>
          <w:rStyle w:val="Text"/>
        </w:rPr>
        <w:t>a z toho jíchu učiniti a jablky zazrniti.</w:t>
      </w:r>
    </w:p>
    <w:p w:rsidR="00F7604A" w:rsidRDefault="00F7604A" w:rsidP="00F7604A">
      <w:pPr>
        <w:pStyle w:val="Podnadpis"/>
      </w:pPr>
      <w:r>
        <w:rPr>
          <w:rStyle w:val="Text"/>
        </w:rPr>
        <w:t>Veveřice</w:t>
      </w:r>
    </w:p>
    <w:p w:rsidR="00F7604A" w:rsidRDefault="00F7604A" w:rsidP="00F7604A">
      <w:r>
        <w:rPr>
          <w:rStyle w:val="Text"/>
        </w:rPr>
        <w:t xml:space="preserve">Vař u vodě a přičiň vína a topenici bielého chleba uštířalú </w:t>
      </w:r>
      <w:r>
        <w:rPr>
          <w:rStyle w:val="lemma"/>
        </w:rPr>
        <w:t xml:space="preserve">uštířalý </w:t>
      </w:r>
      <w:r>
        <w:rPr>
          <w:rStyle w:val="hyperlemma"/>
        </w:rPr>
        <w:t xml:space="preserve">uščieralý </w:t>
      </w:r>
      <w:r>
        <w:rPr>
          <w:rStyle w:val="Text"/>
        </w:rPr>
        <w:t>a z toho učiniti jíchu.</w:t>
      </w:r>
    </w:p>
    <w:p w:rsidR="00F7604A" w:rsidRDefault="00F7604A" w:rsidP="00F7604A">
      <w:pPr>
        <w:pStyle w:val="Podnadpis"/>
      </w:pPr>
      <w:r>
        <w:rPr>
          <w:rStyle w:val="Text"/>
        </w:rPr>
        <w:t>Ptáčkové</w:t>
      </w:r>
    </w:p>
    <w:p w:rsidR="00F7604A" w:rsidRDefault="00F7604A" w:rsidP="00F7604A">
      <w:r>
        <w:rPr>
          <w:rStyle w:val="Text"/>
        </w:rPr>
        <w:t>Mají vařeni býti v hovědí jíše neb v skopové, v jíchu přičiň chleba a ptáček nebo dva.</w:t>
      </w:r>
    </w:p>
    <w:p w:rsidR="00F7604A" w:rsidRDefault="00F7604A" w:rsidP="00F7604A">
      <w:pPr>
        <w:pStyle w:val="Podnadpis"/>
      </w:pPr>
      <w:r>
        <w:rPr>
          <w:rStyle w:val="Text"/>
        </w:rPr>
        <w:t>Ptáčkové aby trvali neb kuřence</w:t>
      </w:r>
    </w:p>
    <w:p w:rsidR="00F7604A" w:rsidRDefault="00F7604A" w:rsidP="00F7604A">
      <w:r>
        <w:rPr>
          <w:rStyle w:val="Text"/>
        </w:rPr>
        <w:t>Uvař je napoly a vlož je v ocet za několiko dní. Potom vlož je do polévky a vař je do konce.</w:t>
      </w:r>
    </w:p>
    <w:p w:rsidR="00F7604A" w:rsidRDefault="00F7604A" w:rsidP="00F7604A">
      <w:pPr>
        <w:pStyle w:val="Podnadpis"/>
      </w:pPr>
      <w:r>
        <w:rPr>
          <w:rStyle w:val="Text"/>
        </w:rPr>
        <w:lastRenderedPageBreak/>
        <w:t>Knedlíky takto dělaj</w:t>
      </w:r>
    </w:p>
    <w:p w:rsidR="00F7604A" w:rsidRDefault="00F7604A" w:rsidP="00F7604A">
      <w:r>
        <w:rPr>
          <w:rStyle w:val="Text"/>
        </w:rPr>
        <w:t>Maso telecie vzieti a zsekati drob</w:t>
      </w:r>
      <w:r>
        <w:rPr>
          <w:rStyle w:val="foliace"/>
        </w:rPr>
        <w:t>15r</w:t>
      </w:r>
      <w:r>
        <w:rPr>
          <w:rStyle w:val="Text"/>
        </w:rPr>
        <w:t>ně a žlútkov vaječných přičiniti a kořenie, cožť se zdá, a petružele zelené. Též také o skopových a, obvále v bielú múku, smažiž to na pánvi v sádle nebo v másle, učiniž na to kořenie sladké nebo ostré.</w:t>
      </w:r>
    </w:p>
    <w:p w:rsidR="00F7604A" w:rsidRDefault="00F7604A" w:rsidP="00F7604A">
      <w:pPr>
        <w:pStyle w:val="Podnadpis"/>
      </w:pPr>
      <w:r>
        <w:rPr>
          <w:rStyle w:val="Text"/>
        </w:rPr>
        <w:t>Klobásy takto dělaj</w:t>
      </w:r>
    </w:p>
    <w:p w:rsidR="00F7604A" w:rsidRDefault="00F7604A" w:rsidP="00F7604A">
      <w:r>
        <w:rPr>
          <w:rStyle w:val="Text"/>
        </w:rPr>
        <w:t>Udělajž miešená vajce, ne tvrdá, ani také měká, zsekajž je drobně. Vezmi pak múky bielé, vína řeckého, petružele zelené, šalvěje a, v koření zaváleje, učiniž jako klobásy, a pec v sádle nebo v másle. Potom udělaj kořenie, jakéž koli chceš, na to.</w:t>
      </w:r>
    </w:p>
    <w:p w:rsidR="00F7604A" w:rsidRDefault="00F7604A" w:rsidP="00F7604A">
      <w:pPr>
        <w:pStyle w:val="Podnadpis"/>
      </w:pPr>
      <w:r>
        <w:rPr>
          <w:rStyle w:val="Text"/>
        </w:rPr>
        <w:t>Klobásy z masa kterého koli</w:t>
      </w:r>
    </w:p>
    <w:p w:rsidR="00F7604A" w:rsidRDefault="00F7604A" w:rsidP="00F7604A">
      <w:r>
        <w:rPr>
          <w:rStyle w:val="Text"/>
        </w:rPr>
        <w:t>Vezmi skopové jelito tučné, zsekajž maso s vepřovú bělí, což muožeš najlép, a okořeně, chceš li. Potom je vař a udělaj jíchu, jakúž chceš.</w:t>
      </w:r>
    </w:p>
    <w:p w:rsidR="00F7604A" w:rsidRDefault="00F7604A" w:rsidP="00F7604A">
      <w:pPr>
        <w:pStyle w:val="Podnadpis"/>
      </w:pPr>
      <w:r>
        <w:rPr>
          <w:rStyle w:val="Text"/>
        </w:rPr>
        <w:t>Klobásy z kterých koli ryb</w:t>
      </w:r>
    </w:p>
    <w:p w:rsidR="00F7604A" w:rsidRDefault="00F7604A" w:rsidP="00F7604A">
      <w:r>
        <w:rPr>
          <w:rStyle w:val="Text"/>
        </w:rPr>
        <w:t xml:space="preserve">Oblúpiti ryby, zřež z nich maso, zsekaj, což muožeš najdrobnějie, </w:t>
      </w:r>
      <w:r>
        <w:rPr>
          <w:rStyle w:val="foliace"/>
        </w:rPr>
        <w:t xml:space="preserve">15v </w:t>
      </w:r>
      <w:r>
        <w:rPr>
          <w:rStyle w:val="Text"/>
        </w:rPr>
        <w:t>přispa málo múky, vína řeckého, mějž pak deštku čistú a tu zmaž volejem, ať by se ta sekanina nemohla držeti té dcky. Učiniž sobě ruožek z dobrú dierú a tak širokú, jako by klobása proniknúti mohla. A omoče ten ruožek v oleji a ruku sobě také omaž. Vezmiž té sekaniny, dávajž skrze ten ruožek na tu dcku, jak chceš jmieti dlúze neb kotúčkem, mějž volej horký na uhlí, peciž v tom ty klobásy jako jiné ryby. A když jich napečeš, udělajž na ně jíchu takovú jako na bobrový ocas. Ale to pomni, aby ty klobásy do oleje umietal z té dcky, na kteréž klobásy děláš. A nebude li chtieti padati doluov, ale oblí dcku horkým volejem a čiň, jako nahoře psáno stojí.</w:t>
      </w:r>
    </w:p>
    <w:p w:rsidR="00F7604A" w:rsidRDefault="00F7604A" w:rsidP="00F7604A">
      <w:pPr>
        <w:pStyle w:val="Podnadpis"/>
      </w:pPr>
      <w:r>
        <w:rPr>
          <w:rStyle w:val="Text"/>
        </w:rPr>
        <w:t>Kaše kuřecie</w:t>
      </w:r>
    </w:p>
    <w:p w:rsidR="00F7604A" w:rsidRDefault="00F7604A" w:rsidP="00F7604A">
      <w:r>
        <w:rPr>
          <w:rStyle w:val="Text"/>
        </w:rPr>
        <w:t xml:space="preserve">Upec slepici v hrnci jako hus i, ztluka ji, protiehni skrze hartuch </w:t>
      </w:r>
      <w:r>
        <w:rPr>
          <w:rStyle w:val="foliace"/>
        </w:rPr>
        <w:t xml:space="preserve">16r </w:t>
      </w:r>
      <w:r>
        <w:rPr>
          <w:rStyle w:val="Text"/>
        </w:rPr>
        <w:t>s vínem a kořenie na to daj a vaječných žlútkuov, coť se zdáti bude.</w:t>
      </w:r>
    </w:p>
    <w:p w:rsidR="00F7604A" w:rsidRDefault="00F7604A" w:rsidP="00F7604A">
      <w:pPr>
        <w:pStyle w:val="Podnadpis"/>
      </w:pPr>
      <w:r>
        <w:rPr>
          <w:rStyle w:val="Text"/>
        </w:rPr>
        <w:t>Kaše semenečná</w:t>
      </w:r>
    </w:p>
    <w:p w:rsidR="00F7604A" w:rsidRDefault="00F7604A" w:rsidP="00F7604A">
      <w:r>
        <w:rPr>
          <w:rStyle w:val="Text"/>
        </w:rPr>
        <w:t>Zetři semenec surový, zvař to s vínem, a chceš li s krupicí bielého chleba a kmínu přičiniti a daj kořenie a přičiň vína řeckého. Makovú kaši též také máš dělati.</w:t>
      </w:r>
    </w:p>
    <w:p w:rsidR="00F7604A" w:rsidRDefault="00F7604A" w:rsidP="00F7604A">
      <w:pPr>
        <w:pStyle w:val="Podnadpis"/>
      </w:pPr>
      <w:r>
        <w:rPr>
          <w:rStyle w:val="Text"/>
        </w:rPr>
        <w:t>Kuřecie kaše</w:t>
      </w:r>
    </w:p>
    <w:p w:rsidR="00F7604A" w:rsidRDefault="00F7604A" w:rsidP="00F7604A">
      <w:r>
        <w:rPr>
          <w:rStyle w:val="Text"/>
        </w:rPr>
        <w:t>Vezmi dvě slepice, uvař je a odbeř od kostí a to zsekaj velmi dobře a zetři v pánvi. A vezma ty kosti, ztluc a proceď a ten tuk, jako vře li slepice, vezmi a vař u pánvi, přileje polévky.</w:t>
      </w:r>
    </w:p>
    <w:p w:rsidR="00F7604A" w:rsidRDefault="00F7604A" w:rsidP="00F7604A">
      <w:pPr>
        <w:pStyle w:val="Podnadpis"/>
      </w:pPr>
      <w:r>
        <w:rPr>
          <w:rStyle w:val="Text"/>
        </w:rPr>
        <w:t>Vaječná kaše</w:t>
      </w:r>
    </w:p>
    <w:p w:rsidR="00F7604A" w:rsidRDefault="00F7604A" w:rsidP="00F7604A">
      <w:r>
        <w:rPr>
          <w:rStyle w:val="Text"/>
        </w:rPr>
        <w:t>Vezmi vína dobrého a medu i vař to s kořením, ztluc pak vajec, cožť se zdá, a přičiň malú lžičku mouky, směsiž to s vajci, a proceď skrze hartuch a vař.</w:t>
      </w:r>
    </w:p>
    <w:p w:rsidR="00F7604A" w:rsidRDefault="00F7604A" w:rsidP="00F7604A">
      <w:pPr>
        <w:pStyle w:val="Podnadpis"/>
      </w:pPr>
      <w:r>
        <w:rPr>
          <w:rStyle w:val="Text"/>
        </w:rPr>
        <w:lastRenderedPageBreak/>
        <w:t>Jiná kaše</w:t>
      </w:r>
    </w:p>
    <w:p w:rsidR="00F7604A" w:rsidRDefault="00F7604A" w:rsidP="00F7604A">
      <w:r>
        <w:rPr>
          <w:rStyle w:val="Text"/>
        </w:rPr>
        <w:t xml:space="preserve">Vezmi víno, bielý chléb, ať se v </w:t>
      </w:r>
      <w:r>
        <w:rPr>
          <w:rStyle w:val="foliace"/>
        </w:rPr>
        <w:t xml:space="preserve">16v </w:t>
      </w:r>
      <w:r>
        <w:rPr>
          <w:rStyle w:val="Text"/>
        </w:rPr>
        <w:t>něm rozmočí, vraz vajec, coť se zdá, zmiešej to spolu a vař okořeně a omasť dobře.</w:t>
      </w:r>
    </w:p>
    <w:p w:rsidR="00F7604A" w:rsidRDefault="00F7604A" w:rsidP="00F7604A">
      <w:pPr>
        <w:pStyle w:val="Podnadpis"/>
      </w:pPr>
      <w:r>
        <w:rPr>
          <w:rStyle w:val="Text"/>
        </w:rPr>
        <w:t>Jiná</w:t>
      </w:r>
    </w:p>
    <w:p w:rsidR="00F7604A" w:rsidRDefault="00F7604A" w:rsidP="00F7604A">
      <w:r>
        <w:rPr>
          <w:rStyle w:val="Text"/>
        </w:rPr>
        <w:t>Kaše z topenic z bielého chleba dobře usušeného až do černosti, u víně pak rozmočiti a protáhnúti skrze hartuch, přičiň kmínu a jalovce i jiného, zdá liť se co, a daj kořenie.</w:t>
      </w:r>
    </w:p>
    <w:p w:rsidR="00F7604A" w:rsidRDefault="00F7604A" w:rsidP="00F7604A">
      <w:pPr>
        <w:pStyle w:val="Podnadpis"/>
      </w:pPr>
      <w:r>
        <w:rPr>
          <w:rStyle w:val="Text"/>
        </w:rPr>
        <w:t>Opět jiná kaše</w:t>
      </w:r>
    </w:p>
    <w:p w:rsidR="00F7604A" w:rsidRDefault="00F7604A" w:rsidP="00F7604A">
      <w:r>
        <w:rPr>
          <w:rStyle w:val="Text"/>
        </w:rPr>
        <w:t>Vezmi paznohty telecie nebo vepřové a vař je, ať jsú rozvařeny namiesto, odbeř od kostí maso a vař u vodě a vezmi vocta aneb vína a medu a kořenie, coť se zdá, a protiehni skrze hartuch. A chceš li mieti černo, vezmi k tomu režné múky neb višeň vařených a spal to na rendlíku nebo v hrnci. A to spolu proceď skrze hartuch.</w:t>
      </w:r>
    </w:p>
    <w:p w:rsidR="00F7604A" w:rsidRDefault="00F7604A" w:rsidP="00F7604A">
      <w:pPr>
        <w:pStyle w:val="Podnadpis"/>
      </w:pPr>
      <w:r>
        <w:rPr>
          <w:rStyle w:val="Text"/>
        </w:rPr>
        <w:t>Kaše z štokviše</w:t>
      </w:r>
    </w:p>
    <w:p w:rsidR="00F7604A" w:rsidRDefault="00F7604A" w:rsidP="00F7604A">
      <w:r>
        <w:rPr>
          <w:rStyle w:val="Text"/>
        </w:rPr>
        <w:t xml:space="preserve">Vezmi štokviš namočený a přistav, ať se rozvaří. Potom rozbera </w:t>
      </w:r>
      <w:r>
        <w:rPr>
          <w:rStyle w:val="foliace"/>
        </w:rPr>
        <w:t xml:space="preserve">17r </w:t>
      </w:r>
      <w:r>
        <w:rPr>
          <w:rStyle w:val="Text"/>
        </w:rPr>
        <w:t>od kostí, zsekaj to drobně a vezmi mandlové mléko a cibule k tomu. Pakliť jest mastný den, vezmiž smetany a bielého chleba a řeckého vína. A k tomu také, když dáš na mísu, pospi skořicí neb zázvorem.</w:t>
      </w:r>
    </w:p>
    <w:p w:rsidR="00F7604A" w:rsidRDefault="00F7604A" w:rsidP="00F7604A">
      <w:pPr>
        <w:pStyle w:val="Podnadpis"/>
      </w:pPr>
      <w:r>
        <w:rPr>
          <w:rStyle w:val="Text"/>
        </w:rPr>
        <w:t>Kaše jablečná</w:t>
      </w:r>
    </w:p>
    <w:p w:rsidR="00F7604A" w:rsidRDefault="00F7604A" w:rsidP="00F7604A">
      <w:r>
        <w:rPr>
          <w:rStyle w:val="Text"/>
        </w:rPr>
        <w:t>Vezmi jablka, skrájej a přilíž polovici vody a potom přilí vína a medu a okořeň a vař to spolu.</w:t>
      </w:r>
    </w:p>
    <w:p w:rsidR="00F7604A" w:rsidRDefault="00F7604A" w:rsidP="00F7604A">
      <w:pPr>
        <w:pStyle w:val="Podnadpis"/>
      </w:pPr>
      <w:r>
        <w:rPr>
          <w:rStyle w:val="Text"/>
        </w:rPr>
        <w:t>Kaše fíková</w:t>
      </w:r>
    </w:p>
    <w:p w:rsidR="00F7604A" w:rsidRDefault="00F7604A" w:rsidP="00F7604A">
      <w:r>
        <w:rPr>
          <w:rStyle w:val="Text"/>
        </w:rPr>
        <w:t>Vezmi fíky, rozvař je a přičiň bielého chleba a ztluc to v hromadu v moždieři a proceď skrze hartuch a uvaře i dajž na mísu.</w:t>
      </w:r>
    </w:p>
    <w:p w:rsidR="00F7604A" w:rsidRDefault="00F7604A" w:rsidP="00F7604A">
      <w:pPr>
        <w:pStyle w:val="Podnadpis"/>
      </w:pPr>
      <w:r>
        <w:rPr>
          <w:rStyle w:val="Text"/>
        </w:rPr>
        <w:t>Šípková kaše</w:t>
      </w:r>
    </w:p>
    <w:p w:rsidR="00F7604A" w:rsidRDefault="00F7604A" w:rsidP="00F7604A">
      <w:r>
        <w:rPr>
          <w:rStyle w:val="Text"/>
        </w:rPr>
        <w:t xml:space="preserve">Vezmi šípky, když sú na podzim měké, a vlož v hrnec a to zadělaj prútíčkem, ať šípky nevypadají, a vlož na druhý hrnec, ještoť úkrop v něm vře, a to štrajchuj samo, ať jsú husté, a přilí vína málo, ať se vařie. A také obmaž </w:t>
      </w:r>
      <w:r>
        <w:rPr>
          <w:rStyle w:val="foliace"/>
        </w:rPr>
        <w:t xml:space="preserve">17v </w:t>
      </w:r>
      <w:r>
        <w:rPr>
          <w:rStyle w:val="Text"/>
        </w:rPr>
        <w:t>těstem hrnec, ať pára nevynde.</w:t>
      </w:r>
    </w:p>
    <w:p w:rsidR="00F7604A" w:rsidRDefault="00F7604A" w:rsidP="00F7604A">
      <w:pPr>
        <w:pStyle w:val="Podnadpis"/>
      </w:pPr>
      <w:r>
        <w:rPr>
          <w:rStyle w:val="Text"/>
        </w:rPr>
        <w:t>Kaše z vepřových žaludkov</w:t>
      </w:r>
    </w:p>
    <w:p w:rsidR="00F7604A" w:rsidRDefault="00F7604A" w:rsidP="00F7604A">
      <w:r>
        <w:rPr>
          <w:rStyle w:val="Text"/>
        </w:rPr>
        <w:t>Vezmi žaludky, vlož do hrnce a vař, ať se rozvařie. I vyložiž potom na štok a zsekaj drobně i vlož to v hrnec, a k tomu cibule usmaže, vlož to, ať spolu vře, a nechceš li cibule, ale chleba, a to osol a přilí k tomu polévky.</w:t>
      </w:r>
    </w:p>
    <w:p w:rsidR="00F7604A" w:rsidRDefault="00F7604A" w:rsidP="00F7604A">
      <w:pPr>
        <w:pStyle w:val="Podnadpis"/>
      </w:pPr>
      <w:r>
        <w:rPr>
          <w:rStyle w:val="Text"/>
        </w:rPr>
        <w:t>Kaše jazyková</w:t>
      </w:r>
    </w:p>
    <w:p w:rsidR="00F7604A" w:rsidRDefault="00F7604A" w:rsidP="00F7604A">
      <w:r>
        <w:rPr>
          <w:rStyle w:val="Text"/>
        </w:rPr>
        <w:t>Vezmi jazyk, přistav, ať se rozvaří, zsekaj jej velmi dobře, přičiniž, máš li, játřičky, nemáš li, ale chleba bielého daj k tomu.</w:t>
      </w:r>
    </w:p>
    <w:p w:rsidR="00F7604A" w:rsidRDefault="00F7604A" w:rsidP="00F7604A">
      <w:pPr>
        <w:pStyle w:val="Podnadpis"/>
      </w:pPr>
      <w:r>
        <w:rPr>
          <w:rStyle w:val="Text"/>
        </w:rPr>
        <w:lastRenderedPageBreak/>
        <w:t>Kaše z masa</w:t>
      </w:r>
    </w:p>
    <w:p w:rsidR="00F7604A" w:rsidRDefault="00F7604A" w:rsidP="00F7604A">
      <w:r>
        <w:rPr>
          <w:rStyle w:val="Text"/>
        </w:rPr>
        <w:t>Vezmi běli vepřové a to vař v úkropě namiesto i s koží a, vylože na štok, zsekaj velmi drobně, a to bez koží, dajž k tomu bielého chleba rozmočeného u vodě a vajec k tomu, procediž a vař v koření.</w:t>
      </w:r>
    </w:p>
    <w:p w:rsidR="00F7604A" w:rsidRDefault="00F7604A" w:rsidP="00F7604A">
      <w:pPr>
        <w:pStyle w:val="Podnadpis"/>
      </w:pPr>
      <w:r>
        <w:rPr>
          <w:rStyle w:val="Text"/>
        </w:rPr>
        <w:t>Polévka mandlová</w:t>
      </w:r>
    </w:p>
    <w:p w:rsidR="00F7604A" w:rsidRDefault="00F7604A" w:rsidP="00F7604A">
      <w:r>
        <w:rPr>
          <w:rStyle w:val="foliace"/>
        </w:rPr>
        <w:t xml:space="preserve">18r </w:t>
      </w:r>
      <w:r>
        <w:rPr>
          <w:rStyle w:val="Text"/>
        </w:rPr>
        <w:t>Oblup mandly, potom je ztluc v moždieři aneb rozetři dobře v pánvi, rozpustiž je vodú teplú. Pakli chceš lepší mieti, rozpusť malvazím a oslaď ji cukrem. Potom daj šafránu, skořici, zázvor, květ.</w:t>
      </w:r>
    </w:p>
    <w:p w:rsidR="00F7604A" w:rsidRDefault="00F7604A" w:rsidP="00F7604A">
      <w:pPr>
        <w:pStyle w:val="Podnadpis"/>
      </w:pPr>
      <w:r>
        <w:rPr>
          <w:rStyle w:val="Text"/>
        </w:rPr>
        <w:t>Polévka ježdíková</w:t>
      </w:r>
    </w:p>
    <w:p w:rsidR="00F7604A" w:rsidRDefault="00F7604A" w:rsidP="00F7604A">
      <w:r>
        <w:rPr>
          <w:rStyle w:val="Text"/>
        </w:rPr>
        <w:t>Oblúpě, vykuchaje zvař dobře, ztluc neb rozetři v pánvi, přičině petružele, procediž skrze sítko a okořeň.</w:t>
      </w:r>
    </w:p>
    <w:p w:rsidR="00F7604A" w:rsidRDefault="00F7604A" w:rsidP="00F7604A">
      <w:pPr>
        <w:pStyle w:val="Podnadpis"/>
      </w:pPr>
      <w:r>
        <w:rPr>
          <w:rStyle w:val="Text"/>
        </w:rPr>
        <w:t>Semenečná polévka</w:t>
      </w:r>
    </w:p>
    <w:p w:rsidR="00F7604A" w:rsidRDefault="00F7604A" w:rsidP="00F7604A">
      <w:r>
        <w:rPr>
          <w:rStyle w:val="Text"/>
        </w:rPr>
        <w:t>Semenec jarý rozetřieti dobře a potom rozpusť malvazím neb jiným pitím, kterým chceš, a okořeň.</w:t>
      </w:r>
    </w:p>
    <w:p w:rsidR="00F7604A" w:rsidRDefault="00F7604A" w:rsidP="00F7604A">
      <w:pPr>
        <w:pStyle w:val="Podnadpis"/>
      </w:pPr>
      <w:r>
        <w:rPr>
          <w:rStyle w:val="Text"/>
        </w:rPr>
        <w:t>Postnie polévka</w:t>
      </w:r>
    </w:p>
    <w:p w:rsidR="00F7604A" w:rsidRDefault="00F7604A" w:rsidP="00F7604A">
      <w:r>
        <w:rPr>
          <w:rStyle w:val="Text"/>
        </w:rPr>
        <w:t>Rozdělaj múku s malvazím tak, ať jest dobře žídko jako polévka semenečná. Potom proceď a zvař málo a okořeň.</w:t>
      </w:r>
    </w:p>
    <w:p w:rsidR="00F7604A" w:rsidRDefault="00F7604A" w:rsidP="00F7604A">
      <w:pPr>
        <w:pStyle w:val="Podnadpis"/>
      </w:pPr>
      <w:r>
        <w:rPr>
          <w:rStyle w:val="Text"/>
        </w:rPr>
        <w:t>Polévka hrachová</w:t>
      </w:r>
    </w:p>
    <w:p w:rsidR="00F7604A" w:rsidRDefault="00F7604A" w:rsidP="00F7604A">
      <w:r>
        <w:rPr>
          <w:rStyle w:val="Text"/>
        </w:rPr>
        <w:t>Slévaj tu vodu, v které hrách vaříš, a to čiň několikrát a okořeň.</w:t>
      </w:r>
    </w:p>
    <w:p w:rsidR="00F7604A" w:rsidRDefault="00F7604A" w:rsidP="00F7604A">
      <w:pPr>
        <w:pStyle w:val="Podnadpis"/>
      </w:pPr>
      <w:r>
        <w:rPr>
          <w:rStyle w:val="Text"/>
        </w:rPr>
        <w:t>Polévka syrná</w:t>
      </w:r>
    </w:p>
    <w:p w:rsidR="00F7604A" w:rsidRDefault="00F7604A" w:rsidP="00F7604A">
      <w:r>
        <w:rPr>
          <w:rStyle w:val="foliace"/>
        </w:rPr>
        <w:t xml:space="preserve">18v </w:t>
      </w:r>
      <w:r>
        <w:rPr>
          <w:rStyle w:val="Text"/>
        </w:rPr>
        <w:t>Přistav sejr v horké vodě, a když uvře, protiskni tu jíchu skrze sítko, a budeš li chtieti, okořeň a omasť.</w:t>
      </w:r>
    </w:p>
    <w:p w:rsidR="00F7604A" w:rsidRDefault="00F7604A" w:rsidP="00F7604A">
      <w:pPr>
        <w:pStyle w:val="Podnadpis"/>
      </w:pPr>
      <w:r>
        <w:rPr>
          <w:rStyle w:val="Text"/>
        </w:rPr>
        <w:t>Jícha na bobrový ocas</w:t>
      </w:r>
    </w:p>
    <w:p w:rsidR="00F7604A" w:rsidRDefault="00F7604A" w:rsidP="00F7604A">
      <w:r>
        <w:rPr>
          <w:rStyle w:val="Text"/>
        </w:rPr>
        <w:t>Uvař prvé ocas namiesto a oblup s něho kuoži i potom skrájej jiej na kusy aneb nechati celého. I nasušiž topének z bielého chleba a ty omoč v dobrém víně. Potom to protiskni skrze hartuch a to okořeň – zázvor, skořice, hřebíčky a květ. Jest li víno kyselé, ale oslaď medem. Vařiž potom v té jíše ocas. A táž jícha muož býti na vajce nadievaná neb na klobásy kaprové, o těch hledaj napřed.</w:t>
      </w:r>
    </w:p>
    <w:p w:rsidR="00F7604A" w:rsidRDefault="00F7604A" w:rsidP="00F7604A">
      <w:pPr>
        <w:pStyle w:val="Podnadpis"/>
      </w:pPr>
      <w:r>
        <w:rPr>
          <w:rStyle w:val="Text"/>
        </w:rPr>
        <w:t>Jícha na kapúny</w:t>
      </w:r>
    </w:p>
    <w:p w:rsidR="00F7604A" w:rsidRDefault="00F7604A" w:rsidP="00F7604A">
      <w:r>
        <w:rPr>
          <w:rStyle w:val="Text"/>
        </w:rPr>
        <w:t>Rozetři mandlov s jich plíčkami</w:t>
      </w:r>
      <w:r>
        <w:rPr>
          <w:rStyle w:val="lemma"/>
        </w:rPr>
        <w:t xml:space="preserve">plíčky </w:t>
      </w:r>
      <w:r>
        <w:rPr>
          <w:rStyle w:val="hyperlemma"/>
        </w:rPr>
        <w:t>pľúčky</w:t>
      </w:r>
      <w:r>
        <w:rPr>
          <w:rStyle w:val="Text"/>
        </w:rPr>
        <w:t>, a rozpusť tou jíchú, v kteréž kapúni vřeli, potom proceď a okořeň zázvorem, květem, pepřem a omasť sádlem. Potom vlož v tu jíchu kapúna, nechť v ní vře.</w:t>
      </w:r>
    </w:p>
    <w:p w:rsidR="00F7604A" w:rsidRDefault="00F7604A" w:rsidP="00F7604A">
      <w:pPr>
        <w:pStyle w:val="Podnadpis"/>
      </w:pPr>
      <w:r>
        <w:rPr>
          <w:rStyle w:val="foliace"/>
        </w:rPr>
        <w:lastRenderedPageBreak/>
        <w:t xml:space="preserve">19r </w:t>
      </w:r>
      <w:r>
        <w:rPr>
          <w:rStyle w:val="Text"/>
        </w:rPr>
        <w:t>Jícha na jeleninu</w:t>
      </w:r>
    </w:p>
    <w:p w:rsidR="00F7604A" w:rsidRDefault="00F7604A" w:rsidP="00F7604A">
      <w:r>
        <w:rPr>
          <w:rStyle w:val="Text"/>
        </w:rPr>
        <w:t>Nasuš topének z režného chleba, potom je vař v octě, u víně spolu smiešeném a protiehni skrze hartuch a okořeň – pepř, hřebíčky, květ, a omasť, nechajž, ať v tom vře, a bude li kyselo, přičiň medu.</w:t>
      </w:r>
    </w:p>
    <w:p w:rsidR="00F7604A" w:rsidRDefault="00F7604A" w:rsidP="00F7604A">
      <w:pPr>
        <w:pStyle w:val="Podnadpis"/>
      </w:pPr>
      <w:r>
        <w:rPr>
          <w:rStyle w:val="Text"/>
        </w:rPr>
        <w:t>Jícha na srnu</w:t>
      </w:r>
    </w:p>
    <w:p w:rsidR="00F7604A" w:rsidRDefault="00F7604A" w:rsidP="00F7604A">
      <w:r>
        <w:rPr>
          <w:rStyle w:val="Text"/>
        </w:rPr>
        <w:t>Rozetři bielého chleba s vínem a přilí k tomu vody, omasť a okořeň.</w:t>
      </w:r>
    </w:p>
    <w:p w:rsidR="00F7604A" w:rsidRDefault="00F7604A" w:rsidP="00F7604A">
      <w:pPr>
        <w:pStyle w:val="Podnadpis"/>
      </w:pPr>
      <w:r>
        <w:rPr>
          <w:rStyle w:val="Text"/>
        </w:rPr>
        <w:t>Jícha na zajiec</w:t>
      </w:r>
    </w:p>
    <w:p w:rsidR="00F7604A" w:rsidRDefault="00F7604A" w:rsidP="00F7604A">
      <w:r>
        <w:rPr>
          <w:rStyle w:val="Text"/>
        </w:rPr>
        <w:t>Zsekaj zajiec na kusy, nech, ať v soli poleží, potom pec na roště. A když opečeš, vezmi octa, což k tomu dosti jest, a máš li, krve přilí k tomu. I okořeně a omastě, vař v tom, a usmaž naň cibule. Pakli jej chceš mieti v sladké jíše, tehdy dělaj naň jíchu jako na srninu.</w:t>
      </w:r>
    </w:p>
    <w:p w:rsidR="00F7604A" w:rsidRDefault="00F7604A" w:rsidP="00F7604A">
      <w:pPr>
        <w:pStyle w:val="Podnadpis"/>
      </w:pPr>
      <w:r>
        <w:rPr>
          <w:rStyle w:val="Text"/>
        </w:rPr>
        <w:t>Jícha na veveřice</w:t>
      </w:r>
    </w:p>
    <w:p w:rsidR="00F7604A" w:rsidRDefault="00F7604A" w:rsidP="00F7604A">
      <w:r>
        <w:rPr>
          <w:rStyle w:val="Text"/>
        </w:rPr>
        <w:t xml:space="preserve">Uvař veveřice najprv u vodě, potom vař v jíše masové. Pak na ně jíchu, učině z řeckého vína </w:t>
      </w:r>
      <w:r>
        <w:rPr>
          <w:rStyle w:val="foliace"/>
        </w:rPr>
        <w:t xml:space="preserve">19v </w:t>
      </w:r>
      <w:r>
        <w:rPr>
          <w:rStyle w:val="Text"/>
        </w:rPr>
        <w:t>a z povidl, a játřičky rozetři a rozpusť sladkým vínem, protáhna okořeň a omasť, nechť v tom vrú.</w:t>
      </w:r>
    </w:p>
    <w:p w:rsidR="00F7604A" w:rsidRDefault="00F7604A" w:rsidP="00F7604A">
      <w:pPr>
        <w:pStyle w:val="Podnadpis"/>
      </w:pPr>
      <w:r>
        <w:rPr>
          <w:rStyle w:val="Text"/>
        </w:rPr>
        <w:t>Jícha na pečené ryby</w:t>
      </w:r>
    </w:p>
    <w:p w:rsidR="00F7604A" w:rsidRDefault="00F7604A" w:rsidP="00F7604A">
      <w:r>
        <w:rPr>
          <w:rStyle w:val="Text"/>
        </w:rPr>
        <w:t>Rozetři bielého chleba a řeckého vína, potom rozpusť vínem a octem, spolu smiešeje, okořeň a oslaď a v tom vař pečené ryby.</w:t>
      </w:r>
    </w:p>
    <w:p w:rsidR="00F7604A" w:rsidRDefault="00F7604A" w:rsidP="00F7604A">
      <w:pPr>
        <w:pStyle w:val="Podnadpis"/>
      </w:pPr>
      <w:r>
        <w:rPr>
          <w:rStyle w:val="Text"/>
        </w:rPr>
        <w:t>Kaše z rejže neb z rosy den postní</w:t>
      </w:r>
    </w:p>
    <w:p w:rsidR="00F7604A" w:rsidRDefault="00F7604A" w:rsidP="00F7604A">
      <w:r>
        <w:rPr>
          <w:rStyle w:val="Text"/>
        </w:rPr>
        <w:t>Zvař rosu v úkropě, potom v mandlovém mléce. A rejži ztluc v moždieři dobře neb zetři. Potom zvař s mandlovým mlékem a též muožeš vařiti v smetaně nebo v mléce omastě.</w:t>
      </w:r>
    </w:p>
    <w:p w:rsidR="00F7604A" w:rsidRDefault="00F7604A" w:rsidP="00F7604A">
      <w:pPr>
        <w:pStyle w:val="Podnadpis"/>
      </w:pPr>
      <w:r>
        <w:rPr>
          <w:rStyle w:val="Text"/>
        </w:rPr>
        <w:t>Kaše z vína</w:t>
      </w:r>
    </w:p>
    <w:p w:rsidR="00F7604A" w:rsidRDefault="00F7604A" w:rsidP="00F7604A">
      <w:r>
        <w:rPr>
          <w:rStyle w:val="Text"/>
        </w:rPr>
        <w:t>Namoč v sladkém víně bielého chleba, zetřiž v pánvi a potom vař. A když povře, vraž do něho několik žlútkov vaječných a oslaď to medem nebo cukrem.</w:t>
      </w:r>
    </w:p>
    <w:p w:rsidR="00F7604A" w:rsidRDefault="00F7604A" w:rsidP="00F7604A">
      <w:pPr>
        <w:pStyle w:val="Podnadpis"/>
      </w:pPr>
      <w:r>
        <w:rPr>
          <w:rStyle w:val="Text"/>
        </w:rPr>
        <w:t>Kaše z mandluov</w:t>
      </w:r>
    </w:p>
    <w:p w:rsidR="00F7604A" w:rsidRDefault="00F7604A" w:rsidP="00F7604A">
      <w:r>
        <w:rPr>
          <w:rStyle w:val="Text"/>
        </w:rPr>
        <w:t xml:space="preserve">Rozetři, což muožeš nejlép, nebo ztluc. Potom rozetři po druhé z </w:t>
      </w:r>
      <w:r>
        <w:rPr>
          <w:rStyle w:val="foliace"/>
        </w:rPr>
        <w:t xml:space="preserve">20r </w:t>
      </w:r>
      <w:r>
        <w:rPr>
          <w:rStyle w:val="Text"/>
        </w:rPr>
        <w:t>bielým chlebem a vař a oslaď a, chceš li, ožluť šafránem.</w:t>
      </w:r>
    </w:p>
    <w:p w:rsidR="00F7604A" w:rsidRDefault="00F7604A" w:rsidP="00F7604A">
      <w:pPr>
        <w:pStyle w:val="Podnadpis"/>
      </w:pPr>
      <w:r>
        <w:rPr>
          <w:rStyle w:val="Text"/>
        </w:rPr>
        <w:t>Kaše čtyř barev</w:t>
      </w:r>
    </w:p>
    <w:p w:rsidR="00F7604A" w:rsidRDefault="00F7604A" w:rsidP="00F7604A">
      <w:r>
        <w:rPr>
          <w:rStyle w:val="Text"/>
        </w:rPr>
        <w:t xml:space="preserve">Natři mandlov a rozpusť je jako kaši, vondajž do tří hrncov. Nechajž v jednom bielého, druhý ošafraň, třetí učiň brunátný. Naspi sandala, potom řeckého vína neb povidl s mandly, ať jest černo, a rozpusť jako kaši. Vondajž do čtvrtého hrnka, osladiž ty všecky kaše cukrem, nechajž, ať vrú, ažť </w:t>
      </w:r>
      <w:r>
        <w:rPr>
          <w:rStyle w:val="Text"/>
        </w:rPr>
        <w:lastRenderedPageBreak/>
        <w:t>budú dobře husty, učiniž kříž přes mísu z šindelu, ať všudy doléhá, a vlíž ty čtyři kaše do toho kříže, každú zvlášť, a potom vytiehni kříž, medem neslaď.</w:t>
      </w:r>
    </w:p>
    <w:p w:rsidR="00F7604A" w:rsidRDefault="00F7604A" w:rsidP="00F7604A">
      <w:pPr>
        <w:pStyle w:val="Podnadpis"/>
      </w:pPr>
      <w:r>
        <w:rPr>
          <w:rStyle w:val="Text"/>
        </w:rPr>
        <w:t>Kaše z žlútkuov vaječných</w:t>
      </w:r>
    </w:p>
    <w:p w:rsidR="00F7604A" w:rsidRDefault="00F7604A" w:rsidP="00F7604A">
      <w:r>
        <w:rPr>
          <w:rStyle w:val="Text"/>
        </w:rPr>
        <w:t>Vezmi vajec kopu aneb co chceš, vlíž žlútky zvláště, zstrúhaj do nich žemle tvrdé bez kuory, potom zklekci dobře a protiehni skrze rúchu na mísu, vlíž do kotlíka žejdlík dobrého vína a oslaď cukrem a oko</w:t>
      </w:r>
      <w:r>
        <w:rPr>
          <w:rStyle w:val="foliace"/>
        </w:rPr>
        <w:t>20v</w:t>
      </w:r>
      <w:r>
        <w:rPr>
          <w:rStyle w:val="Text"/>
        </w:rPr>
        <w:t>řeň zázvorem, skořicí, květem, nech, ať uvře. Potom vlí tam ty žlútky a miešej. A když husto bude, daj na mísu.</w:t>
      </w:r>
    </w:p>
    <w:p w:rsidR="00F7604A" w:rsidRDefault="00F7604A" w:rsidP="00F7604A">
      <w:pPr>
        <w:pStyle w:val="Podnadpis"/>
      </w:pPr>
      <w:r>
        <w:rPr>
          <w:rStyle w:val="Text"/>
        </w:rPr>
        <w:t>Kaše z svitkov vaječných</w:t>
      </w:r>
    </w:p>
    <w:p w:rsidR="00F7604A" w:rsidRDefault="00F7604A" w:rsidP="00F7604A">
      <w:r>
        <w:rPr>
          <w:rStyle w:val="Text"/>
        </w:rPr>
        <w:t>Učiň několik svitkov, což muožeš najtenších, potom je zsekaj drobně. Naspiž tam řeckého vína, vař s malvazím neb s jiným dobrým vínem a oslaď medem a okořeň zázvorem, skořicí, šafránem.</w:t>
      </w:r>
    </w:p>
    <w:p w:rsidR="00F7604A" w:rsidRDefault="00F7604A" w:rsidP="00F7604A">
      <w:pPr>
        <w:pStyle w:val="Podnadpis"/>
      </w:pPr>
      <w:r>
        <w:rPr>
          <w:rStyle w:val="Text"/>
        </w:rPr>
        <w:t>Kaše z kuroptví neb z jiných ptákov</w:t>
      </w:r>
    </w:p>
    <w:p w:rsidR="00F7604A" w:rsidRDefault="00F7604A" w:rsidP="00F7604A">
      <w:r>
        <w:rPr>
          <w:rStyle w:val="Text"/>
        </w:rPr>
        <w:t>Uvaře namiesto, zsekaj drobně, odbera maso od kostí krom kuože, naspi v to řeckého vína, vař s malvazím neb s jiným vínem a oslaď medem a okořeň.</w:t>
      </w:r>
    </w:p>
    <w:p w:rsidR="00F7604A" w:rsidRDefault="00F7604A" w:rsidP="00F7604A">
      <w:pPr>
        <w:pStyle w:val="Podnadpis"/>
      </w:pPr>
      <w:r>
        <w:rPr>
          <w:rStyle w:val="Text"/>
        </w:rPr>
        <w:t>Jinak</w:t>
      </w:r>
    </w:p>
    <w:p w:rsidR="00F7604A" w:rsidRDefault="00F7604A" w:rsidP="00F7604A">
      <w:r>
        <w:rPr>
          <w:rStyle w:val="Text"/>
        </w:rPr>
        <w:t>Vezmi žemli, omoč v tu jíchu, v kteréž jest vařeno, ztluc dobře v moždieři, ať jest husté. Potom protiehni skrze rúchu, nalíž té jisté jíchy na rendlík, naspiž do nie toho masa sekaného, omasť sádlem a okořeň.</w:t>
      </w:r>
    </w:p>
    <w:p w:rsidR="00F7604A" w:rsidRDefault="00F7604A" w:rsidP="00F7604A">
      <w:pPr>
        <w:pStyle w:val="Podnadpis"/>
      </w:pPr>
      <w:r>
        <w:rPr>
          <w:rStyle w:val="foliace"/>
        </w:rPr>
        <w:t xml:space="preserve">21r </w:t>
      </w:r>
      <w:r>
        <w:rPr>
          <w:rStyle w:val="Text"/>
        </w:rPr>
        <w:t>Kaše z masa kteréhož koli</w:t>
      </w:r>
    </w:p>
    <w:p w:rsidR="00F7604A" w:rsidRDefault="00F7604A" w:rsidP="00F7604A">
      <w:r>
        <w:rPr>
          <w:rStyle w:val="Text"/>
        </w:rPr>
        <w:t>Uvaře namiesto, zsekaj drobně a rozetra kus masa z bielým chlebem, vař též, jako nahoře psáno stojí.</w:t>
      </w:r>
    </w:p>
    <w:p w:rsidR="00F7604A" w:rsidRDefault="00F7604A" w:rsidP="00F7604A">
      <w:pPr>
        <w:pStyle w:val="Podnadpis"/>
      </w:pPr>
      <w:r>
        <w:rPr>
          <w:rStyle w:val="Text"/>
        </w:rPr>
        <w:t>Kaše z mléka dobrá a studená</w:t>
      </w:r>
    </w:p>
    <w:p w:rsidR="00F7604A" w:rsidRDefault="00F7604A" w:rsidP="00F7604A">
      <w:r>
        <w:rPr>
          <w:rStyle w:val="Text"/>
        </w:rPr>
        <w:t>Vař u pánvi, v to pak vraž pět neb šest vajec, vlíž do mléka, když bude vřieti, a miechaj. Potom vlí do něho málo octa, ať by se držalo, pak, když se srazí, vlíž to na sítko, přičiniž k tomu másla nepřepuštěného, protiehniž skrze rúchu, vondajž do pánve a tři jako chřen, budeť bielá. Potom naspi do nie cukru a řeckého vína. A když dáš na stuol, pospi ji.</w:t>
      </w:r>
    </w:p>
    <w:p w:rsidR="00F7604A" w:rsidRDefault="00F7604A" w:rsidP="00F7604A">
      <w:pPr>
        <w:pStyle w:val="Podnadpis"/>
      </w:pPr>
      <w:r>
        <w:rPr>
          <w:rStyle w:val="Text"/>
        </w:rPr>
        <w:t>Kaše z smetany</w:t>
      </w:r>
    </w:p>
    <w:p w:rsidR="00F7604A" w:rsidRDefault="00F7604A" w:rsidP="00F7604A">
      <w:r>
        <w:rPr>
          <w:rStyle w:val="Text"/>
        </w:rPr>
        <w:t>Rozklekci několik vajec v hrnci a nalíž na to smetany, naspiž krupice a másla, vař a miechaj.</w:t>
      </w:r>
    </w:p>
    <w:p w:rsidR="00F7604A" w:rsidRDefault="00F7604A" w:rsidP="00F7604A">
      <w:pPr>
        <w:pStyle w:val="Podnadpis"/>
      </w:pPr>
      <w:r>
        <w:rPr>
          <w:rStyle w:val="Text"/>
        </w:rPr>
        <w:t xml:space="preserve">Hažmuka </w:t>
      </w:r>
      <w:r>
        <w:rPr>
          <w:rStyle w:val="lemma"/>
        </w:rPr>
        <w:t xml:space="preserve">hažmuka </w:t>
      </w:r>
      <w:r>
        <w:rPr>
          <w:rStyle w:val="hyperlemma"/>
        </w:rPr>
        <w:t xml:space="preserve">hažmuka </w:t>
      </w:r>
      <w:r>
        <w:rPr>
          <w:rStyle w:val="Text"/>
        </w:rPr>
        <w:t>jehenčie, zaječie anebo telecie</w:t>
      </w:r>
    </w:p>
    <w:p w:rsidR="00F7604A" w:rsidRDefault="00F7604A" w:rsidP="00F7604A">
      <w:r>
        <w:rPr>
          <w:rStyle w:val="Text"/>
        </w:rPr>
        <w:t xml:space="preserve">Vpusť krev do vína, potom vespi tam krupice málo, necht, ať vře, </w:t>
      </w:r>
      <w:r>
        <w:rPr>
          <w:rStyle w:val="foliace"/>
        </w:rPr>
        <w:t xml:space="preserve">21v </w:t>
      </w:r>
      <w:r>
        <w:rPr>
          <w:rStyle w:val="Text"/>
        </w:rPr>
        <w:t>a omasť sádlem.</w:t>
      </w:r>
    </w:p>
    <w:p w:rsidR="00F7604A" w:rsidRDefault="00F7604A" w:rsidP="00F7604A">
      <w:pPr>
        <w:pStyle w:val="Podnadpis"/>
      </w:pPr>
      <w:r>
        <w:rPr>
          <w:rStyle w:val="Text"/>
        </w:rPr>
        <w:t>Zelé kyselé</w:t>
      </w:r>
    </w:p>
    <w:p w:rsidR="00F7604A" w:rsidRDefault="00F7604A" w:rsidP="00F7604A">
      <w:r>
        <w:rPr>
          <w:rStyle w:val="Text"/>
        </w:rPr>
        <w:lastRenderedPageBreak/>
        <w:t>Zřež dlúze krom košťálov, což najténě muožeš, potom je vař u vodě. A když obevře, vlíž na sítko, a když prostydne, vyždmi je dobře. Potom vklaď zase do hrnce, protřesa ruozno, učiniž na nie mandlové mléko, nechajžť v tom vře. A zelené zelé muožeš též vařiti.</w:t>
      </w:r>
    </w:p>
    <w:p w:rsidR="00F7604A" w:rsidRDefault="00F7604A" w:rsidP="00F7604A">
      <w:pPr>
        <w:pStyle w:val="Podnadpis"/>
      </w:pPr>
      <w:r>
        <w:rPr>
          <w:rStyle w:val="Text"/>
        </w:rPr>
        <w:t>Kyselice</w:t>
      </w:r>
    </w:p>
    <w:p w:rsidR="00F7604A" w:rsidRDefault="00F7604A" w:rsidP="00F7604A">
      <w:r>
        <w:rPr>
          <w:rStyle w:val="Text"/>
        </w:rPr>
        <w:t>Nalí vína sladkého v moždieř, naspiž do něho múky čisté, nechť v tom vře. Potom učiň břečku medovú a okořeň ji, vlíž na tu kyselici, nechajžť s tiem málo povře.</w:t>
      </w:r>
    </w:p>
    <w:p w:rsidR="00F7604A" w:rsidRDefault="00F7604A" w:rsidP="00F7604A">
      <w:pPr>
        <w:pStyle w:val="Podnadpis"/>
      </w:pPr>
      <w:r>
        <w:rPr>
          <w:rStyle w:val="Text"/>
        </w:rPr>
        <w:t>O srní hlavě</w:t>
      </w:r>
    </w:p>
    <w:p w:rsidR="00F7604A" w:rsidRDefault="00F7604A" w:rsidP="00F7604A">
      <w:r>
        <w:rPr>
          <w:rStyle w:val="Text"/>
        </w:rPr>
        <w:t xml:space="preserve">Uvař hlavu namiesto, potom vybeř z nie kostí a oblúpě i jazyk, zsekaj maso i mozk, přičině jablek i vína řeckého. A což najlépe muožeš, okořeň – zázvor, skořici, hřebíčky. Smažiž potom v medu, přičině málo sádla. A týmž obyčejem </w:t>
      </w:r>
      <w:r>
        <w:rPr>
          <w:rStyle w:val="foliace"/>
        </w:rPr>
        <w:t xml:space="preserve">22r </w:t>
      </w:r>
      <w:r>
        <w:rPr>
          <w:rStyle w:val="Text"/>
        </w:rPr>
        <w:t>muožeš telecí hlavu učiniti.</w:t>
      </w:r>
    </w:p>
    <w:p w:rsidR="00F7604A" w:rsidRDefault="00F7604A" w:rsidP="00F7604A">
      <w:pPr>
        <w:pStyle w:val="Podnadpis"/>
      </w:pPr>
      <w:r>
        <w:rPr>
          <w:rStyle w:val="Text"/>
        </w:rPr>
        <w:t>Presovanú hlavu takto udělaj</w:t>
      </w:r>
    </w:p>
    <w:p w:rsidR="00F7604A" w:rsidRDefault="00F7604A" w:rsidP="00F7604A">
      <w:r>
        <w:rPr>
          <w:rStyle w:val="Text"/>
        </w:rPr>
        <w:t>Udělajž též, jakož nahoře psáno stojí, jedno jablek nesekaj do nie, ale miesto jablek vraž vajec deset v tu dobu, když smažiti budeš. A také netřeba mastiti. A když vysmažíš, vykydni na rúchu čistú a potom zaváže presuj, nech tak v presu státi dva dni, dvě noci. Potom vyndáš ven a zkrájieš na topenice a uděláš na ně kořenie, jaké chceš, ostré, neb sladké. A toho povař málo aneb jez studené.</w:t>
      </w:r>
    </w:p>
    <w:p w:rsidR="00F7604A" w:rsidRDefault="00F7604A" w:rsidP="00F7604A">
      <w:pPr>
        <w:pStyle w:val="Podnadpis"/>
      </w:pPr>
      <w:r>
        <w:rPr>
          <w:rStyle w:val="Text"/>
        </w:rPr>
        <w:t>O zadušenině, což koli chceš zadusiti</w:t>
      </w:r>
    </w:p>
    <w:p w:rsidR="00F7604A" w:rsidRDefault="00F7604A" w:rsidP="00F7604A">
      <w:r>
        <w:rPr>
          <w:rStyle w:val="Text"/>
        </w:rPr>
        <w:t>To najprvé odpec viec než do polu. Potom rozetři chleba, s vínem procedě, vařiž v tom zadušeninu a přičiň povidl a okořeň a oslaď medem.</w:t>
      </w:r>
    </w:p>
    <w:p w:rsidR="00F7604A" w:rsidRDefault="00F7604A" w:rsidP="00F7604A">
      <w:pPr>
        <w:pStyle w:val="Podnadpis"/>
      </w:pPr>
      <w:r>
        <w:rPr>
          <w:rStyle w:val="Text"/>
        </w:rPr>
        <w:t>Těsto k koblihom</w:t>
      </w:r>
      <w:r>
        <w:rPr>
          <w:rStyle w:val="internipoznamka"/>
        </w:rPr>
        <w:t>raději zrušit dlouhé ó, zvláště v gen., dat. pl. - zrušeno</w:t>
      </w:r>
    </w:p>
    <w:p w:rsidR="00F7604A" w:rsidRDefault="00F7604A" w:rsidP="00F7604A">
      <w:r>
        <w:rPr>
          <w:rStyle w:val="Text"/>
        </w:rPr>
        <w:t xml:space="preserve">Učiň mandlové mléko s malvazím neb s dobrým vínem a zahřeje, </w:t>
      </w:r>
      <w:r>
        <w:rPr>
          <w:rStyle w:val="foliace"/>
        </w:rPr>
        <w:t xml:space="preserve">22v </w:t>
      </w:r>
      <w:r>
        <w:rPr>
          <w:rStyle w:val="Text"/>
        </w:rPr>
        <w:t>ať jest dobře teplé, ale ať nevře. Zadělajž tiem těsto, ošafráně prvé, a zhnětiž dobře rukama. Potom rozvaluj to těsto tak zšíří, jako jest forma, pospa formy mukú</w:t>
      </w:r>
      <w:r>
        <w:rPr>
          <w:rStyle w:val="lemma"/>
        </w:rPr>
        <w:t xml:space="preserve">múka </w:t>
      </w:r>
      <w:r>
        <w:rPr>
          <w:rStyle w:val="hyperlemma"/>
        </w:rPr>
        <w:t>múka</w:t>
      </w:r>
      <w:r>
        <w:rPr>
          <w:rStyle w:val="Text"/>
        </w:rPr>
        <w:t xml:space="preserve">, vložiž na to těsto rozválené. Nakladiž na to špíže k tomu připravené a přilože na to těsto, vydav druhú stranu formy a vyondaje </w:t>
      </w:r>
      <w:r>
        <w:rPr>
          <w:rStyle w:val="internipoznamka"/>
        </w:rPr>
        <w:t xml:space="preserve">vyondati? </w:t>
      </w:r>
      <w:r>
        <w:rPr>
          <w:rStyle w:val="Text"/>
        </w:rPr>
        <w:t>pec v másle.</w:t>
      </w:r>
    </w:p>
    <w:p w:rsidR="00F7604A" w:rsidRDefault="00F7604A" w:rsidP="00F7604A">
      <w:pPr>
        <w:pStyle w:val="Podnadpis"/>
      </w:pPr>
      <w:r>
        <w:rPr>
          <w:rStyle w:val="Text"/>
        </w:rPr>
        <w:t>Špíži takto uděláš</w:t>
      </w:r>
    </w:p>
    <w:p w:rsidR="00F7604A" w:rsidRDefault="00F7604A" w:rsidP="00F7604A">
      <w:r>
        <w:rPr>
          <w:rStyle w:val="Text"/>
        </w:rPr>
        <w:t>Vezmi fíkuov a mandlov oblúpených, zsekajž dobře, potom zetři v pánvi a naleje strdi na rendlík, smažiž to dobře a okořeň dobrým kořením, ať pak ustydne.</w:t>
      </w:r>
    </w:p>
    <w:p w:rsidR="00F7604A" w:rsidRDefault="00F7604A" w:rsidP="00F7604A">
      <w:pPr>
        <w:pStyle w:val="Podnadpis"/>
      </w:pPr>
      <w:r>
        <w:rPr>
          <w:rStyle w:val="Text"/>
        </w:rPr>
        <w:t>Jiná špíže</w:t>
      </w:r>
    </w:p>
    <w:p w:rsidR="00F7604A" w:rsidRDefault="00F7604A" w:rsidP="00F7604A">
      <w:r>
        <w:rPr>
          <w:rStyle w:val="Text"/>
        </w:rPr>
        <w:t xml:space="preserve">Vezmi řeckého vína, rozetři to v pánvi, potom usmaž dobře v medu a okořeň. A v tom těstě muožeš péci nadívané hrušky, prvé uvařené neb upečené, rozkroje hrušku až do špičky, vyřežiž z nie </w:t>
      </w:r>
      <w:r>
        <w:rPr>
          <w:rStyle w:val="foliace"/>
        </w:rPr>
        <w:t xml:space="preserve">23r </w:t>
      </w:r>
      <w:r>
        <w:rPr>
          <w:rStyle w:val="Text"/>
        </w:rPr>
        <w:t xml:space="preserve">jádra. Potom tam nacpaj špíže té prvnie a zastrč špičku i pak omoč tu hrušku v to těsto, peciž v másle aneb, nastrkaje fíkuov a jablek na rožník, omočiž v to těsto a pec, neb oblúpě břeskve </w:t>
      </w:r>
      <w:r>
        <w:rPr>
          <w:rStyle w:val="Text"/>
        </w:rPr>
        <w:lastRenderedPageBreak/>
        <w:t>i vyvrha pecku, potom nacpati špíže a špičku zavřieti i péci, též omáčeje v těsto, nebo u višně surové. Anebo každé ovoce surové muož v tom těstě péci.</w:t>
      </w:r>
    </w:p>
    <w:p w:rsidR="00F7604A" w:rsidRDefault="00F7604A" w:rsidP="00F7604A">
      <w:pPr>
        <w:pStyle w:val="Podnadpis"/>
      </w:pPr>
      <w:r>
        <w:rPr>
          <w:rStyle w:val="Text"/>
        </w:rPr>
        <w:t>Kyselice z kaprových lupin</w:t>
      </w:r>
    </w:p>
    <w:p w:rsidR="00F7604A" w:rsidRDefault="00F7604A" w:rsidP="00F7604A">
      <w:r>
        <w:rPr>
          <w:rStyle w:val="Text"/>
        </w:rPr>
        <w:t>Vezmi trochu lupin a namoč je u víně, nechť moknú, na týden. Potom ty lupiny vař dobře a potom protiehni skrze hartuch. A nadělajž topeniček z bielého chleba, ať jsú červené. Potom ty lupiny a ty topenice ztluc v moždieři a protáhni ty lupiny netlučené s těmi topeničkami tou jíchou, kterúž si protáhl. A dajž do hrnce, dajž kořenie – pepře, zázvoru, hřebíč</w:t>
      </w:r>
      <w:r>
        <w:rPr>
          <w:rStyle w:val="foliace"/>
        </w:rPr>
        <w:t>23v</w:t>
      </w:r>
      <w:r>
        <w:rPr>
          <w:rStyle w:val="Text"/>
        </w:rPr>
        <w:t>kuov, anézu, medu, coť se zdá, ať jest sladko, zvař to dobře. Potom vezmi mísu nebo malé necky, pomažiž jich maličko medem a vlíž na ty necky neb na tu mísu. Potom, když ustydne, krájejž tu kyselici pošikem, dávajž na mísu. A pospi, čímť se zdá najlépe.</w:t>
      </w:r>
    </w:p>
    <w:p w:rsidR="003B6655" w:rsidRDefault="003B6655"/>
    <w:sectPr w:rsidR="003B6655">
      <w:headerReference w:type="default" r:id="rId12"/>
      <w:footerReference w:type="default" r:id="rId13"/>
      <w:pgSz w:w="11906" w:h="16838"/>
      <w:pgMar w:top="1134" w:right="1134" w:bottom="1134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D26" w:rsidRDefault="003D7D26">
      <w:r>
        <w:separator/>
      </w:r>
    </w:p>
  </w:endnote>
  <w:endnote w:type="continuationSeparator" w:id="0">
    <w:p w:rsidR="003D7D26" w:rsidRDefault="003D7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55" w:rsidRDefault="003B665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D26" w:rsidRDefault="003D7D26">
      <w:r>
        <w:separator/>
      </w:r>
    </w:p>
  </w:footnote>
  <w:footnote w:type="continuationSeparator" w:id="0">
    <w:p w:rsidR="003D7D26" w:rsidRDefault="003D7D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55" w:rsidRDefault="00BC0E65">
    <w:pPr>
      <w:pStyle w:val="Zhlav"/>
    </w:pPr>
    <w:r>
      <w:fldChar w:fldCharType="begin"/>
    </w:r>
    <w:r>
      <w:instrText xml:space="preserve"> FILENAME \p </w:instrText>
    </w:r>
    <w:r>
      <w:fldChar w:fldCharType="separate"/>
    </w:r>
    <w:r w:rsidR="0078519D">
      <w:t>Dokument1</w:t>
    </w:r>
    <w:r>
      <w:fldChar w:fldCharType="end"/>
    </w:r>
    <w:r>
      <w:tab/>
    </w:r>
    <w:r>
      <w:fldChar w:fldCharType="begin"/>
    </w:r>
    <w:r>
      <w:instrText xml:space="preserve"> PAGE </w:instrText>
    </w:r>
    <w:r>
      <w:fldChar w:fldCharType="separate"/>
    </w:r>
    <w:r w:rsidR="003847E7">
      <w:t>1</w:t>
    </w:r>
    <w:r>
      <w:fldChar w:fldCharType="end"/>
    </w:r>
    <w:r>
      <w:t>/</w:t>
    </w:r>
    <w:r>
      <w:fldChar w:fldCharType="begin"/>
    </w:r>
    <w:r>
      <w:instrText xml:space="preserve"> NUMPAGES </w:instrText>
    </w:r>
    <w:r>
      <w:fldChar w:fldCharType="separate"/>
    </w:r>
    <w:r w:rsidR="003847E7">
      <w:t>17</w:t>
    </w:r>
    <w:r>
      <w:fldChar w:fldCharType="end"/>
    </w:r>
    <w:r>
      <w:tab/>
    </w:r>
    <w:r>
      <w:fldChar w:fldCharType="begin"/>
    </w:r>
    <w:r>
      <w:instrText xml:space="preserve"> PRINTDATE \@ "d.M.yyyy H:mm:ss" </w:instrText>
    </w:r>
    <w:r>
      <w:fldChar w:fldCharType="separate"/>
    </w:r>
    <w:r w:rsidR="0078519D">
      <w:t>1.1.1901 0:00:00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64A00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5EC4D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AB266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F5453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64842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77E2C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20A78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C80D9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744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0B019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linkStyle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ocumentProtection w:formatting="1" w:enforcement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19D"/>
    <w:rsid w:val="00263666"/>
    <w:rsid w:val="003847E7"/>
    <w:rsid w:val="003B6655"/>
    <w:rsid w:val="003D7D26"/>
    <w:rsid w:val="00636232"/>
    <w:rsid w:val="0078519D"/>
    <w:rsid w:val="00B55467"/>
    <w:rsid w:val="00BC0E65"/>
    <w:rsid w:val="00F7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cs-CZ" w:eastAsia="cs-CZ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/>
    <w:lsdException w:name="footer" w:locked="0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semiHidden="1" w:unhideWhenUsed="1"/>
    <w:lsdException w:name="line number" w:semiHidden="1" w:unhideWhenUsed="1"/>
    <w:lsdException w:name="page number" w:locked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/>
    <w:lsdException w:name="HTML Bottom of Form" w:locked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semiHidden="1" w:unhideWhenUsed="1"/>
    <w:lsdException w:name="No List" w:locked="0" w:uiPriority="99"/>
    <w:lsdException w:name="Table Elegant" w:locked="0"/>
    <w:lsdException w:name="Balloon Text" w:semiHidden="1" w:unhideWhenUsed="1"/>
    <w:lsdException w:name="Placeholder Text" w:locked="0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locked="0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locked="0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6232"/>
    <w:pPr>
      <w:spacing w:after="120" w:line="312" w:lineRule="auto"/>
      <w:ind w:firstLine="397"/>
      <w:jc w:val="both"/>
    </w:pPr>
    <w:rPr>
      <w:rFonts w:ascii="Times New Roman" w:eastAsia="Calibri" w:hAnsi="Times New Roman"/>
      <w:noProof/>
      <w:sz w:val="24"/>
      <w:szCs w:val="24"/>
      <w:lang w:bidi="cs-CZ"/>
    </w:rPr>
  </w:style>
  <w:style w:type="character" w:default="1" w:styleId="Standardnpsmoodstavce">
    <w:name w:val="Default Paragraph Font"/>
    <w:uiPriority w:val="1"/>
    <w:unhideWhenUsed/>
    <w:rsid w:val="00636232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636232"/>
  </w:style>
  <w:style w:type="character" w:customStyle="1" w:styleId="biblecislokapitoly">
    <w:name w:val="bible_cislo_kapitoly"/>
    <w:rsid w:val="00636232"/>
    <w:rPr>
      <w:b/>
      <w:color w:val="0000FF"/>
      <w:bdr w:val="none" w:sz="0" w:space="0" w:color="auto"/>
      <w:shd w:val="clear" w:color="auto" w:fill="CCFFCC"/>
      <w:vertAlign w:val="superscript"/>
    </w:rPr>
  </w:style>
  <w:style w:type="character" w:customStyle="1" w:styleId="biblecisloverse">
    <w:name w:val="bible_cislo_verse"/>
    <w:rsid w:val="00636232"/>
    <w:rPr>
      <w:b/>
      <w:noProof/>
      <w:color w:val="FFFFFF"/>
      <w:bdr w:val="none" w:sz="0" w:space="0" w:color="auto"/>
      <w:shd w:val="clear" w:color="auto" w:fill="666666"/>
      <w:vertAlign w:val="superscript"/>
    </w:rPr>
  </w:style>
  <w:style w:type="character" w:customStyle="1" w:styleId="foliace">
    <w:name w:val="foliace"/>
    <w:rsid w:val="00636232"/>
    <w:rPr>
      <w:rFonts w:ascii="Times New Roman" w:hAnsi="Times New Roman"/>
      <w:b/>
      <w:noProof/>
      <w:bdr w:val="single" w:sz="4" w:space="0" w:color="auto"/>
      <w:shd w:val="clear" w:color="auto" w:fill="FFCC99"/>
    </w:rPr>
  </w:style>
  <w:style w:type="paragraph" w:styleId="Zhlav">
    <w:name w:val="header"/>
    <w:basedOn w:val="Normln"/>
    <w:unhideWhenUsed/>
    <w:rsid w:val="00636232"/>
    <w:pPr>
      <w:tabs>
        <w:tab w:val="center" w:pos="4536"/>
        <w:tab w:val="right" w:pos="9072"/>
      </w:tabs>
      <w:ind w:firstLine="0"/>
    </w:pPr>
    <w:rPr>
      <w:b/>
      <w:sz w:val="16"/>
    </w:rPr>
  </w:style>
  <w:style w:type="character" w:customStyle="1" w:styleId="internipoznamka">
    <w:name w:val="interni_poznamka"/>
    <w:rsid w:val="00636232"/>
    <w:rPr>
      <w:color w:val="auto"/>
      <w:bdr w:val="single" w:sz="4" w:space="0" w:color="auto"/>
      <w:shd w:val="clear" w:color="auto" w:fill="99FF66"/>
    </w:rPr>
  </w:style>
  <w:style w:type="paragraph" w:customStyle="1" w:styleId="Podnadpis">
    <w:name w:val="Podnadpis"/>
    <w:basedOn w:val="Normln"/>
    <w:next w:val="Normln"/>
    <w:rsid w:val="00636232"/>
    <w:pPr>
      <w:spacing w:after="240"/>
      <w:ind w:firstLine="170"/>
      <w:outlineLvl w:val="2"/>
    </w:pPr>
    <w:rPr>
      <w:rFonts w:ascii="Arial" w:eastAsia="Times New Roman" w:hAnsi="Arial"/>
      <w:b/>
      <w:szCs w:val="20"/>
      <w:lang w:bidi="ar-SA"/>
    </w:rPr>
  </w:style>
  <w:style w:type="character" w:customStyle="1" w:styleId="druhypreklad">
    <w:name w:val="druhy_preklad"/>
    <w:rsid w:val="00636232"/>
    <w:rPr>
      <w:bdr w:val="dotted" w:sz="4" w:space="0" w:color="auto" w:shadow="1"/>
    </w:rPr>
  </w:style>
  <w:style w:type="character" w:styleId="slostrnky">
    <w:name w:val="page number"/>
    <w:basedOn w:val="Standardnpsmoodstavce"/>
    <w:semiHidden/>
    <w:unhideWhenUsed/>
    <w:locked/>
    <w:rsid w:val="00636232"/>
  </w:style>
  <w:style w:type="paragraph" w:customStyle="1" w:styleId="Vers">
    <w:name w:val="Vers"/>
    <w:basedOn w:val="Normln"/>
    <w:rsid w:val="00636232"/>
    <w:pPr>
      <w:pBdr>
        <w:left w:val="wave" w:sz="6" w:space="4" w:color="auto"/>
      </w:pBdr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cizijazyk">
    <w:name w:val="cizi_jazyk"/>
    <w:rsid w:val="00636232"/>
    <w:rPr>
      <w:bdr w:val="single" w:sz="2" w:space="0" w:color="808080" w:shadow="1"/>
    </w:rPr>
  </w:style>
  <w:style w:type="character" w:customStyle="1" w:styleId="pripisek">
    <w:name w:val="pripisek"/>
    <w:rsid w:val="00636232"/>
    <w:rPr>
      <w:bdr w:val="none" w:sz="0" w:space="0" w:color="auto"/>
      <w:shd w:val="clear" w:color="auto" w:fill="FFCC00"/>
    </w:rPr>
  </w:style>
  <w:style w:type="character" w:customStyle="1" w:styleId="emendace">
    <w:name w:val="emendace"/>
    <w:rsid w:val="00636232"/>
    <w:rPr>
      <w:color w:val="993300"/>
      <w:bdr w:val="none" w:sz="0" w:space="0" w:color="auto"/>
      <w:shd w:val="clear" w:color="auto" w:fill="CCCCCC"/>
    </w:rPr>
  </w:style>
  <w:style w:type="character" w:customStyle="1" w:styleId="Text">
    <w:name w:val="Text"/>
    <w:locked/>
    <w:rsid w:val="00636232"/>
  </w:style>
  <w:style w:type="paragraph" w:customStyle="1" w:styleId="Hlavicka">
    <w:name w:val="Hlavicka"/>
    <w:basedOn w:val="Normln"/>
    <w:next w:val="Normln"/>
    <w:rsid w:val="00636232"/>
    <w:pPr>
      <w:pBdr>
        <w:left w:val="single" w:sz="12" w:space="4" w:color="FF0000"/>
      </w:pBdr>
      <w:spacing w:before="100" w:beforeAutospacing="1" w:after="100" w:afterAutospacing="1"/>
      <w:ind w:firstLine="0"/>
    </w:pPr>
    <w:rPr>
      <w:rFonts w:eastAsia="Times New Roman"/>
      <w:szCs w:val="20"/>
      <w:lang w:bidi="ar-SA"/>
    </w:rPr>
  </w:style>
  <w:style w:type="character" w:customStyle="1" w:styleId="pramen">
    <w:name w:val="pramen"/>
    <w:rsid w:val="00636232"/>
    <w:rPr>
      <w:color w:val="FFFFFF"/>
      <w:bdr w:val="none" w:sz="0" w:space="0" w:color="auto"/>
      <w:shd w:val="clear" w:color="auto" w:fill="0000FF"/>
    </w:rPr>
  </w:style>
  <w:style w:type="character" w:customStyle="1" w:styleId="poznamka">
    <w:name w:val="poznamka"/>
    <w:rsid w:val="00636232"/>
    <w:rPr>
      <w:bdr w:val="none" w:sz="0" w:space="0" w:color="auto"/>
      <w:shd w:val="clear" w:color="auto" w:fill="CC99FF"/>
      <w:lang w:val="cs-CZ"/>
    </w:rPr>
  </w:style>
  <w:style w:type="paragraph" w:customStyle="1" w:styleId="Polozkarejstriku">
    <w:name w:val="Polozka_rejstriku"/>
    <w:basedOn w:val="Normln"/>
    <w:rsid w:val="00636232"/>
    <w:pPr>
      <w:pBdr>
        <w:left w:val="single" w:sz="18" w:space="4" w:color="999999"/>
      </w:pBdr>
      <w:spacing w:after="240"/>
      <w:ind w:firstLine="170"/>
    </w:pPr>
    <w:rPr>
      <w:rFonts w:eastAsia="Times New Roman"/>
      <w:szCs w:val="20"/>
      <w:lang w:bidi="ar-SA"/>
    </w:rPr>
  </w:style>
  <w:style w:type="table" w:styleId="Elegantntabulka">
    <w:name w:val="Table Elegant"/>
    <w:basedOn w:val="Normlntabulka"/>
    <w:locked/>
    <w:rsid w:val="00636232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pat">
    <w:name w:val="footer"/>
    <w:basedOn w:val="Normln"/>
    <w:unhideWhenUsed/>
    <w:locked/>
    <w:rsid w:val="00636232"/>
    <w:pPr>
      <w:tabs>
        <w:tab w:val="center" w:pos="4536"/>
        <w:tab w:val="right" w:pos="9072"/>
      </w:tabs>
    </w:pPr>
  </w:style>
  <w:style w:type="paragraph" w:customStyle="1" w:styleId="Titul">
    <w:name w:val="Titul"/>
    <w:basedOn w:val="Normln"/>
    <w:next w:val="Normln"/>
    <w:rsid w:val="00636232"/>
    <w:pPr>
      <w:spacing w:after="240"/>
      <w:ind w:firstLine="170"/>
      <w:jc w:val="center"/>
      <w:outlineLvl w:val="0"/>
    </w:pPr>
    <w:rPr>
      <w:rFonts w:ascii="Arial" w:eastAsia="Times New Roman" w:hAnsi="Arial"/>
      <w:b/>
      <w:sz w:val="32"/>
      <w:szCs w:val="20"/>
      <w:lang w:bidi="ar-SA"/>
    </w:rPr>
  </w:style>
  <w:style w:type="paragraph" w:customStyle="1" w:styleId="Nadpis">
    <w:name w:val="Nadpis"/>
    <w:basedOn w:val="Normln"/>
    <w:next w:val="Normln"/>
    <w:rsid w:val="00636232"/>
    <w:pPr>
      <w:spacing w:after="240"/>
      <w:ind w:firstLine="170"/>
      <w:outlineLvl w:val="1"/>
    </w:pPr>
    <w:rPr>
      <w:rFonts w:ascii="Arial" w:eastAsia="Times New Roman" w:hAnsi="Arial"/>
      <w:b/>
      <w:sz w:val="28"/>
      <w:szCs w:val="20"/>
      <w:lang w:bidi="ar-SA"/>
    </w:rPr>
  </w:style>
  <w:style w:type="character" w:customStyle="1" w:styleId="pripisekmarginalnisoudoby">
    <w:name w:val="pripisek_marginalni_soudoby"/>
    <w:rsid w:val="00636232"/>
    <w:rPr>
      <w:bdr w:val="double" w:sz="4" w:space="0" w:color="auto"/>
      <w:shd w:val="clear" w:color="auto" w:fill="FFCC00"/>
    </w:rPr>
  </w:style>
  <w:style w:type="character" w:customStyle="1" w:styleId="pripisekmarginalnimladsi">
    <w:name w:val="pripisek_marginalni_mladsi"/>
    <w:rsid w:val="00636232"/>
    <w:rPr>
      <w:bdr w:val="double" w:sz="2" w:space="0" w:color="auto" w:shadow="1"/>
      <w:shd w:val="clear" w:color="auto" w:fill="FFCC00"/>
    </w:rPr>
  </w:style>
  <w:style w:type="character" w:customStyle="1" w:styleId="pripisekinterlinearnisoudoby">
    <w:name w:val="pripisek_interlinearni_soudoby"/>
    <w:rsid w:val="00636232"/>
    <w:rPr>
      <w:bdr w:val="dashed" w:sz="2" w:space="0" w:color="auto"/>
      <w:shd w:val="clear" w:color="auto" w:fill="FFCC00"/>
    </w:rPr>
  </w:style>
  <w:style w:type="character" w:customStyle="1" w:styleId="pripisekinterlinearnimladsi">
    <w:name w:val="pripisek_interlinearni_mladsi"/>
    <w:rsid w:val="00636232"/>
    <w:rPr>
      <w:bdr w:val="dashed" w:sz="2" w:space="0" w:color="auto" w:shadow="1"/>
      <w:shd w:val="clear" w:color="auto" w:fill="FFCC00"/>
    </w:rPr>
  </w:style>
  <w:style w:type="character" w:customStyle="1" w:styleId="cisloverse">
    <w:name w:val="cislo_verse"/>
    <w:rsid w:val="00636232"/>
    <w:rPr>
      <w:rFonts w:ascii="Times New Roman" w:hAnsi="Times New Roman"/>
      <w:b/>
      <w:noProof/>
      <w:bdr w:val="dotDotDash" w:sz="4" w:space="0" w:color="auto"/>
      <w:shd w:val="clear" w:color="auto" w:fill="FFCC99"/>
    </w:rPr>
  </w:style>
  <w:style w:type="character" w:customStyle="1" w:styleId="torzo">
    <w:name w:val="torzo"/>
    <w:rsid w:val="00636232"/>
    <w:rPr>
      <w:strike/>
      <w:dstrike w:val="0"/>
      <w:noProof/>
    </w:rPr>
  </w:style>
  <w:style w:type="character" w:customStyle="1" w:styleId="doplnenytext">
    <w:name w:val="doplneny_text"/>
    <w:rsid w:val="00636232"/>
    <w:rPr>
      <w:color w:val="FFFFFF"/>
      <w:bdr w:val="none" w:sz="0" w:space="0" w:color="auto"/>
      <w:shd w:val="clear" w:color="auto" w:fill="FF0000"/>
    </w:rPr>
  </w:style>
  <w:style w:type="character" w:customStyle="1" w:styleId="lemma">
    <w:name w:val="lemma"/>
    <w:rsid w:val="00636232"/>
    <w:rPr>
      <w:rFonts w:ascii="Arial" w:hAnsi="Arial"/>
      <w:color w:val="800000"/>
    </w:rPr>
  </w:style>
  <w:style w:type="paragraph" w:customStyle="1" w:styleId="Volnyradek">
    <w:name w:val="Volny_radek"/>
    <w:next w:val="Normln"/>
    <w:rsid w:val="00636232"/>
    <w:pPr>
      <w:pBdr>
        <w:top w:val="dashSmallGap" w:sz="4" w:space="1" w:color="auto"/>
        <w:left w:val="dashSmallGap" w:sz="4" w:space="1" w:color="auto"/>
        <w:bottom w:val="dashSmallGap" w:sz="4" w:space="1" w:color="auto"/>
        <w:right w:val="dashSmallGap" w:sz="4" w:space="1" w:color="auto"/>
      </w:pBdr>
      <w:shd w:val="clear" w:color="auto" w:fill="FFFF00"/>
      <w:spacing w:before="120" w:after="120" w:line="120" w:lineRule="auto"/>
    </w:pPr>
    <w:rPr>
      <w:sz w:val="16"/>
      <w:szCs w:val="24"/>
    </w:rPr>
  </w:style>
  <w:style w:type="character" w:customStyle="1" w:styleId="hyperlemma">
    <w:name w:val="hyperlemma"/>
    <w:rsid w:val="00636232"/>
    <w:rPr>
      <w:rFonts w:ascii="Arial" w:hAnsi="Arial"/>
      <w:b/>
      <w:color w:val="800000"/>
      <w:bdr w:val="dotted" w:sz="4" w:space="0" w:color="auto"/>
    </w:rPr>
  </w:style>
  <w:style w:type="character" w:customStyle="1" w:styleId="biblezkratkaknihy">
    <w:name w:val="bible_zkratka_knihy"/>
    <w:rsid w:val="00636232"/>
    <w:rPr>
      <w:b/>
      <w:bdr w:val="none" w:sz="0" w:space="0" w:color="auto"/>
      <w:shd w:val="clear" w:color="auto" w:fill="99CCFF"/>
    </w:rPr>
  </w:style>
  <w:style w:type="character" w:customStyle="1" w:styleId="transliterace">
    <w:name w:val="transliterace"/>
    <w:rsid w:val="00636232"/>
    <w:rPr>
      <w:noProof/>
      <w:bdr w:val="dotted" w:sz="4" w:space="0" w:color="auto"/>
      <w:shd w:val="clear" w:color="auto" w:fill="00FFFF"/>
      <w:lang w:val="cs-CZ"/>
    </w:rPr>
  </w:style>
  <w:style w:type="character" w:customStyle="1" w:styleId="delimitatorekvivalentu">
    <w:name w:val="delimitator_ekvivalentu"/>
    <w:rsid w:val="00636232"/>
    <w:rPr>
      <w:bdr w:val="none" w:sz="0" w:space="0" w:color="auto"/>
      <w:shd w:val="clear" w:color="auto" w:fill="00B0F0"/>
    </w:rPr>
  </w:style>
  <w:style w:type="character" w:customStyle="1" w:styleId="transliteracecizijazyk">
    <w:name w:val="transliterace_cizi_jazyk"/>
    <w:rsid w:val="00636232"/>
    <w:rPr>
      <w:noProof/>
      <w:bdr w:val="single" w:sz="4" w:space="0" w:color="auto" w:shadow="1"/>
      <w:shd w:val="clear" w:color="auto" w:fill="00FFFF"/>
      <w:lang w:val="la-Latn"/>
    </w:rPr>
  </w:style>
  <w:style w:type="character" w:customStyle="1" w:styleId="ruznocteni">
    <w:name w:val="ruznocteni"/>
    <w:qFormat/>
    <w:rsid w:val="00636232"/>
    <w:rPr>
      <w:u w:val="none" w:color="17365D"/>
      <w:bdr w:val="none" w:sz="0" w:space="0" w:color="auto"/>
      <w:shd w:val="clear" w:color="auto" w:fill="FBD4B4"/>
    </w:rPr>
  </w:style>
  <w:style w:type="character" w:customStyle="1" w:styleId="ruznocteniautor">
    <w:name w:val="ruznocteni_autor"/>
    <w:qFormat/>
    <w:rsid w:val="00636232"/>
    <w:rPr>
      <w:u w:val="none" w:color="17365D"/>
      <w:bdr w:val="none" w:sz="0" w:space="0" w:color="auto"/>
      <w:shd w:val="clear" w:color="auto" w:fill="DBE5F1"/>
    </w:rPr>
  </w:style>
  <w:style w:type="character" w:customStyle="1" w:styleId="poznamkakurziva">
    <w:name w:val="poznamka_kurziva"/>
    <w:rsid w:val="00636232"/>
    <w:rPr>
      <w:i/>
      <w:bdr w:val="none" w:sz="0" w:space="0" w:color="auto"/>
      <w:shd w:val="clear" w:color="auto" w:fill="CC99FF"/>
      <w:lang w:val="cs-CZ"/>
    </w:rPr>
  </w:style>
  <w:style w:type="character" w:customStyle="1" w:styleId="transliteracerozepsanizkratky">
    <w:name w:val="transliterace_rozepsani_zkratky"/>
    <w:rsid w:val="00636232"/>
    <w:rPr>
      <w:i/>
      <w:noProof/>
      <w:bdr w:val="dotted" w:sz="4" w:space="0" w:color="auto"/>
      <w:shd w:val="clear" w:color="auto" w:fill="00FFFF"/>
      <w:lang w:val="cs-CZ"/>
    </w:rPr>
  </w:style>
  <w:style w:type="character" w:customStyle="1" w:styleId="znackovani">
    <w:name w:val="znackovani"/>
    <w:rsid w:val="00636232"/>
    <w:rPr>
      <w:bdr w:val="dotDotDash" w:sz="4" w:space="0" w:color="auto"/>
      <w:shd w:val="clear" w:color="auto" w:fill="FFFF00"/>
    </w:rPr>
  </w:style>
  <w:style w:type="character" w:customStyle="1" w:styleId="poznamkapodcarou">
    <w:name w:val="poznamka_pod_carou"/>
    <w:qFormat/>
    <w:rsid w:val="00636232"/>
    <w:rPr>
      <w:bdr w:val="dotted" w:sz="4" w:space="0" w:color="auto"/>
      <w:shd w:val="clear" w:color="auto" w:fill="BF93FF"/>
      <w:lang w:val="cs-CZ"/>
    </w:rPr>
  </w:style>
  <w:style w:type="character" w:customStyle="1" w:styleId="poznamkahorniindex">
    <w:name w:val="poznamka_horni_index"/>
    <w:qFormat/>
    <w:rsid w:val="00636232"/>
    <w:rPr>
      <w:bdr w:val="none" w:sz="0" w:space="0" w:color="auto"/>
      <w:shd w:val="clear" w:color="auto" w:fill="CC99FF"/>
      <w:vertAlign w:val="superscript"/>
      <w:lang w:val="cs-CZ"/>
    </w:rPr>
  </w:style>
  <w:style w:type="character" w:customStyle="1" w:styleId="cizijazykhorniindex">
    <w:name w:val="cizi_jazyk_horni_index"/>
    <w:rsid w:val="00636232"/>
    <w:rPr>
      <w:bdr w:val="single" w:sz="2" w:space="0" w:color="808080" w:shadow="1"/>
      <w:vertAlign w:val="superscript"/>
    </w:rPr>
  </w:style>
  <w:style w:type="character" w:customStyle="1" w:styleId="pramenhorniindex">
    <w:name w:val="pramen_horni_index"/>
    <w:qFormat/>
    <w:rsid w:val="00636232"/>
    <w:rPr>
      <w:color w:val="FFFFFF"/>
      <w:bdr w:val="none" w:sz="0" w:space="0" w:color="auto"/>
      <w:shd w:val="clear" w:color="auto" w:fill="0000FF"/>
      <w:vertAlign w:val="superscript"/>
    </w:rPr>
  </w:style>
  <w:style w:type="paragraph" w:customStyle="1" w:styleId="Incipit">
    <w:name w:val="Incipit"/>
    <w:basedOn w:val="Normln"/>
    <w:next w:val="Normln"/>
    <w:rsid w:val="00636232"/>
    <w:pPr>
      <w:pBdr>
        <w:top w:val="single" w:sz="2" w:space="1" w:color="auto"/>
        <w:left w:val="single" w:sz="2" w:space="4" w:color="auto"/>
        <w:right w:val="single" w:sz="2" w:space="4" w:color="auto"/>
      </w:pBdr>
      <w:spacing w:before="240" w:after="240" w:line="360" w:lineRule="auto"/>
      <w:ind w:left="567" w:right="1134"/>
    </w:pPr>
    <w:rPr>
      <w:rFonts w:eastAsia="Times New Roman"/>
      <w:b/>
      <w:sz w:val="28"/>
      <w:szCs w:val="20"/>
      <w:lang w:bidi="ar-SA"/>
    </w:rPr>
  </w:style>
  <w:style w:type="paragraph" w:customStyle="1" w:styleId="Explicit">
    <w:name w:val="Explicit"/>
    <w:basedOn w:val="Normln"/>
    <w:next w:val="Normln"/>
    <w:rsid w:val="00636232"/>
    <w:pPr>
      <w:pBdr>
        <w:left w:val="single" w:sz="2" w:space="4" w:color="auto"/>
        <w:bottom w:val="single" w:sz="2" w:space="1" w:color="auto"/>
        <w:right w:val="single" w:sz="2" w:space="4" w:color="auto"/>
      </w:pBdr>
      <w:spacing w:after="240" w:line="360" w:lineRule="auto"/>
      <w:ind w:left="567" w:right="1134"/>
    </w:pPr>
    <w:rPr>
      <w:rFonts w:eastAsia="Times New Roman"/>
      <w:b/>
      <w:sz w:val="28"/>
      <w:szCs w:val="20"/>
      <w:lang w:bidi="ar-SA"/>
    </w:rPr>
  </w:style>
  <w:style w:type="character" w:customStyle="1" w:styleId="iniciala">
    <w:name w:val="iniciala"/>
    <w:rsid w:val="00636232"/>
    <w:rPr>
      <w:b/>
      <w:noProof/>
      <w:color w:val="FF0000"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oudobykorektor">
    <w:name w:val="soudoby_korektor"/>
    <w:qFormat/>
    <w:rsid w:val="00636232"/>
    <w:rPr>
      <w:i/>
      <w:bdr w:val="none" w:sz="0" w:space="0" w:color="auto"/>
      <w:shd w:val="clear" w:color="auto" w:fill="D6E3BC"/>
    </w:rPr>
  </w:style>
  <w:style w:type="character" w:customStyle="1" w:styleId="relator">
    <w:name w:val="relator"/>
    <w:rsid w:val="00636232"/>
    <w:rPr>
      <w:bdr w:val="dotted" w:sz="4" w:space="0" w:color="auto" w:shadow="1"/>
      <w:shd w:val="clear" w:color="auto" w:fill="8DB3E2"/>
    </w:rPr>
  </w:style>
  <w:style w:type="character" w:customStyle="1" w:styleId="internipoznamkakurziva">
    <w:name w:val="interni_poznamka_kurziva"/>
    <w:rsid w:val="00636232"/>
    <w:rPr>
      <w:i/>
      <w:color w:val="auto"/>
      <w:bdr w:val="single" w:sz="4" w:space="0" w:color="auto"/>
      <w:shd w:val="clear" w:color="auto" w:fill="99FF66"/>
    </w:rPr>
  </w:style>
  <w:style w:type="character" w:customStyle="1" w:styleId="kod">
    <w:name w:val="kod"/>
    <w:rsid w:val="00636232"/>
    <w:rPr>
      <w:bdr w:val="none" w:sz="0" w:space="0" w:color="auto"/>
      <w:shd w:val="pct15" w:color="auto" w:fill="auto"/>
    </w:rPr>
  </w:style>
  <w:style w:type="paragraph" w:customStyle="1" w:styleId="Edicnikomentar">
    <w:name w:val="Edicni_komentar"/>
    <w:basedOn w:val="Normln"/>
    <w:rsid w:val="00636232"/>
    <w:pPr>
      <w:pBdr>
        <w:top w:val="single" w:sz="2" w:space="8" w:color="auto"/>
        <w:left w:val="single" w:sz="2" w:space="8" w:color="auto"/>
        <w:bottom w:val="single" w:sz="2" w:space="8" w:color="auto"/>
        <w:right w:val="single" w:sz="2" w:space="8" w:color="auto"/>
      </w:pBdr>
      <w:spacing w:after="240"/>
      <w:ind w:firstLine="170"/>
    </w:pPr>
    <w:rPr>
      <w:rFonts w:eastAsia="Times New Roman"/>
      <w:noProof w:val="0"/>
      <w:szCs w:val="20"/>
      <w:lang w:bidi="ar-SA"/>
    </w:rPr>
  </w:style>
  <w:style w:type="character" w:customStyle="1" w:styleId="textovyorientator">
    <w:name w:val="textovy_orientator"/>
    <w:rsid w:val="00636232"/>
    <w:rPr>
      <w:bdr w:val="wave" w:sz="6" w:space="0" w:color="auto"/>
      <w:shd w:val="clear" w:color="auto" w:fill="FFCC00"/>
    </w:rPr>
  </w:style>
  <w:style w:type="character" w:customStyle="1" w:styleId="kurziva">
    <w:name w:val="kurziva"/>
    <w:rsid w:val="00636232"/>
    <w:rPr>
      <w:i/>
    </w:rPr>
  </w:style>
  <w:style w:type="paragraph" w:customStyle="1" w:styleId="Anotace">
    <w:name w:val="Anotace"/>
    <w:basedOn w:val="Normln"/>
    <w:rsid w:val="00636232"/>
    <w:pPr>
      <w:pBdr>
        <w:top w:val="single" w:sz="18" w:space="6" w:color="244061" w:shadow="1"/>
        <w:left w:val="single" w:sz="18" w:space="6" w:color="244061" w:shadow="1"/>
        <w:bottom w:val="single" w:sz="18" w:space="6" w:color="244061" w:shadow="1"/>
        <w:right w:val="single" w:sz="18" w:space="6" w:color="244061" w:shadow="1"/>
      </w:pBdr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zivezahlavi">
    <w:name w:val="zive_zahlavi"/>
    <w:rsid w:val="00636232"/>
    <w:rPr>
      <w:bdr w:val="wave" w:sz="6" w:space="0" w:color="auto"/>
      <w:shd w:val="clear" w:color="auto" w:fill="FFFFCC"/>
    </w:rPr>
  </w:style>
  <w:style w:type="paragraph" w:customStyle="1" w:styleId="Popisekobrazku">
    <w:name w:val="Popisek_obrazku"/>
    <w:basedOn w:val="Normln"/>
    <w:rsid w:val="00636232"/>
    <w:pPr>
      <w:pBdr>
        <w:top w:val="single" w:sz="4" w:space="1" w:color="808080" w:shadow="1"/>
        <w:left w:val="single" w:sz="4" w:space="4" w:color="808080" w:shadow="1"/>
        <w:bottom w:val="single" w:sz="4" w:space="1" w:color="808080" w:shadow="1"/>
        <w:right w:val="single" w:sz="4" w:space="4" w:color="808080" w:shadow="1"/>
      </w:pBdr>
      <w:shd w:val="clear" w:color="auto" w:fill="F3F3F3"/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soubor">
    <w:name w:val="soubor"/>
    <w:rsid w:val="00636232"/>
    <w:rPr>
      <w:u w:val="double" w:color="0000FF"/>
    </w:rPr>
  </w:style>
  <w:style w:type="paragraph" w:customStyle="1" w:styleId="Doprava">
    <w:name w:val="Doprava"/>
    <w:basedOn w:val="Normln"/>
    <w:qFormat/>
    <w:rsid w:val="00636232"/>
    <w:pPr>
      <w:spacing w:after="240"/>
      <w:ind w:firstLine="170"/>
      <w:jc w:val="right"/>
    </w:pPr>
    <w:rPr>
      <w:rFonts w:eastAsia="Times New Roman"/>
      <w:szCs w:val="20"/>
      <w:lang w:bidi="ar-SA"/>
    </w:rPr>
  </w:style>
  <w:style w:type="paragraph" w:customStyle="1" w:styleId="Grantovapodpora">
    <w:name w:val="Grantova_podpora"/>
    <w:basedOn w:val="Edicnikomentar"/>
    <w:rsid w:val="00636232"/>
    <w:pPr>
      <w:shd w:val="clear" w:color="auto" w:fill="DAEEF3"/>
    </w:pPr>
  </w:style>
  <w:style w:type="paragraph" w:customStyle="1" w:styleId="Komercnititul">
    <w:name w:val="Komercni_titul"/>
    <w:basedOn w:val="Edicnikomentar"/>
    <w:next w:val="Edicnikomentar"/>
    <w:rsid w:val="00636232"/>
    <w:pPr>
      <w:pBdr>
        <w:top w:val="single" w:sz="2" w:space="8" w:color="auto" w:shadow="1"/>
        <w:left w:val="single" w:sz="2" w:space="8" w:color="auto" w:shadow="1"/>
        <w:bottom w:val="single" w:sz="2" w:space="8" w:color="auto" w:shadow="1"/>
        <w:right w:val="single" w:sz="2" w:space="8" w:color="auto" w:shadow="1"/>
      </w:pBdr>
      <w:outlineLvl w:val="0"/>
    </w:pPr>
    <w:rPr>
      <w:b/>
      <w:color w:val="17365D"/>
      <w:sz w:val="32"/>
    </w:rPr>
  </w:style>
  <w:style w:type="character" w:customStyle="1" w:styleId="textovyorientatorcizijazyk">
    <w:name w:val="textovy_orientator_cizi_jazyk"/>
    <w:rsid w:val="00636232"/>
    <w:rPr>
      <w:bdr w:val="wave" w:sz="6" w:space="0" w:color="auto" w:shadow="1"/>
      <w:shd w:val="clear" w:color="auto" w:fill="FFCC00"/>
    </w:rPr>
  </w:style>
  <w:style w:type="character" w:customStyle="1" w:styleId="zivezahlavicizijazyk">
    <w:name w:val="zive_zahlavi_cizi_jazyk"/>
    <w:rsid w:val="00636232"/>
    <w:rPr>
      <w:bdr w:val="wave" w:sz="6" w:space="0" w:color="auto" w:shadow="1"/>
      <w:shd w:val="clear" w:color="auto" w:fill="FFFFCC"/>
    </w:rPr>
  </w:style>
  <w:style w:type="character" w:customStyle="1" w:styleId="pripisekinterlinearnimladsicizijazyk">
    <w:name w:val="pripisek_interlinearni_mladsi_cizi_jazyk"/>
    <w:rsid w:val="00636232"/>
    <w:rPr>
      <w:bdr w:val="dashed" w:sz="12" w:space="0" w:color="auto" w:shadow="1"/>
      <w:shd w:val="clear" w:color="auto" w:fill="FFCC00"/>
    </w:rPr>
  </w:style>
  <w:style w:type="character" w:customStyle="1" w:styleId="pripisekinterlinearnisoudobycizijazyk">
    <w:name w:val="pripisek_interlinearni_soudoby_cizi_jazyk"/>
    <w:rsid w:val="00636232"/>
    <w:rPr>
      <w:bdr w:val="dashed" w:sz="12" w:space="0" w:color="auto"/>
      <w:shd w:val="clear" w:color="auto" w:fill="FFCC00"/>
    </w:rPr>
  </w:style>
  <w:style w:type="character" w:customStyle="1" w:styleId="pripisekmarginalnimladsicizijazyk">
    <w:name w:val="pripisek_marginalni_mladsi_cizi_jazyk"/>
    <w:rsid w:val="00636232"/>
    <w:rPr>
      <w:bdr w:val="double" w:sz="12" w:space="0" w:color="auto" w:shadow="1"/>
      <w:shd w:val="clear" w:color="auto" w:fill="FFCC00"/>
    </w:rPr>
  </w:style>
  <w:style w:type="character" w:customStyle="1" w:styleId="pripisekmarginalnisoudobycizijazyk">
    <w:name w:val="pripisek_marginalni_soudoby_cizi_jazyk"/>
    <w:rsid w:val="00636232"/>
    <w:rPr>
      <w:bdr w:val="double" w:sz="12" w:space="0" w:color="auto"/>
      <w:shd w:val="clear" w:color="auto" w:fill="FFCC00"/>
    </w:rPr>
  </w:style>
  <w:style w:type="character" w:customStyle="1" w:styleId="internipoznamkahorniindex">
    <w:name w:val="interni_poznamka_horni_index"/>
    <w:rsid w:val="00636232"/>
    <w:rPr>
      <w:color w:val="auto"/>
      <w:bdr w:val="single" w:sz="4" w:space="0" w:color="auto"/>
      <w:shd w:val="clear" w:color="auto" w:fill="99FF66"/>
      <w:vertAlign w:val="superscript"/>
    </w:rPr>
  </w:style>
  <w:style w:type="character" w:customStyle="1" w:styleId="transliteracehorniindex">
    <w:name w:val="transliterace_horni_index"/>
    <w:rsid w:val="00636232"/>
    <w:rPr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pripisekinterlinearnimladsihorniindex">
    <w:name w:val="pripisek_interlinearni_mladsi_horni_index"/>
    <w:rsid w:val="00636232"/>
    <w:rPr>
      <w:bdr w:val="dashed" w:sz="2" w:space="0" w:color="auto" w:shadow="1"/>
      <w:shd w:val="clear" w:color="auto" w:fill="FFCC00"/>
      <w:vertAlign w:val="superscript"/>
    </w:rPr>
  </w:style>
  <w:style w:type="character" w:customStyle="1" w:styleId="pripisekinterlinearnimladsicizijazykhorniindex">
    <w:name w:val="pripisek_interlinearni_mladsi_cizi_jazyk_horni_index"/>
    <w:rsid w:val="00636232"/>
    <w:rPr>
      <w:bdr w:val="dashed" w:sz="12" w:space="0" w:color="auto" w:shadow="1"/>
      <w:shd w:val="clear" w:color="auto" w:fill="FFCC00"/>
      <w:vertAlign w:val="superscript"/>
    </w:rPr>
  </w:style>
  <w:style w:type="character" w:customStyle="1" w:styleId="pripisekinterlinearnisoudobyhorniindex">
    <w:name w:val="pripisek_interlinearni_soudoby_horni_index"/>
    <w:rsid w:val="00636232"/>
    <w:rPr>
      <w:bdr w:val="dashed" w:sz="2" w:space="0" w:color="auto"/>
      <w:shd w:val="clear" w:color="auto" w:fill="FFCC00"/>
      <w:vertAlign w:val="superscript"/>
    </w:rPr>
  </w:style>
  <w:style w:type="character" w:customStyle="1" w:styleId="pripisekinterlinearnisoudobycizijazykhorniindex">
    <w:name w:val="pripisek_interlinearni_soudoby_cizi_jazyk_horni_index"/>
    <w:rsid w:val="00636232"/>
    <w:rPr>
      <w:bdr w:val="dashed" w:sz="12" w:space="0" w:color="auto"/>
      <w:shd w:val="clear" w:color="auto" w:fill="FFCC00"/>
      <w:vertAlign w:val="superscript"/>
    </w:rPr>
  </w:style>
  <w:style w:type="character" w:customStyle="1" w:styleId="pripisekmarginalnimladsihorniindex">
    <w:name w:val="pripisek_marginalni_mladsi_horni_index"/>
    <w:rsid w:val="00636232"/>
    <w:rPr>
      <w:bdr w:val="double" w:sz="2" w:space="0" w:color="auto" w:shadow="1"/>
      <w:shd w:val="clear" w:color="auto" w:fill="FFCC00"/>
      <w:vertAlign w:val="superscript"/>
    </w:rPr>
  </w:style>
  <w:style w:type="character" w:customStyle="1" w:styleId="pripisekmarginalnimladsicizijazykhorniindex">
    <w:name w:val="pripisek_marginalni_mladsi_cizi_jazyk_horni_index"/>
    <w:rsid w:val="00636232"/>
    <w:rPr>
      <w:bdr w:val="double" w:sz="12" w:space="0" w:color="auto" w:shadow="1"/>
      <w:shd w:val="clear" w:color="auto" w:fill="FFCC00"/>
      <w:vertAlign w:val="superscript"/>
    </w:rPr>
  </w:style>
  <w:style w:type="character" w:customStyle="1" w:styleId="pripisekmarginalnisoudobyhorniindex">
    <w:name w:val="pripisek_marginalni_soudoby_horni_index"/>
    <w:rsid w:val="00636232"/>
    <w:rPr>
      <w:bdr w:val="double" w:sz="4" w:space="0" w:color="auto"/>
      <w:shd w:val="clear" w:color="auto" w:fill="FFCC00"/>
      <w:vertAlign w:val="superscript"/>
    </w:rPr>
  </w:style>
  <w:style w:type="character" w:customStyle="1" w:styleId="pripisekmarginalnisoudobycizijazykhorniindex">
    <w:name w:val="pripisek_marginalni_soudoby_cizi_jazyk_horni_index"/>
    <w:rsid w:val="00636232"/>
    <w:rPr>
      <w:bdr w:val="double" w:sz="12" w:space="0" w:color="auto"/>
      <w:shd w:val="clear" w:color="auto" w:fill="FFCC00"/>
      <w:vertAlign w:val="superscript"/>
    </w:rPr>
  </w:style>
  <w:style w:type="character" w:customStyle="1" w:styleId="textovyorientatorhorniindex">
    <w:name w:val="textovy_orientator_horni_index"/>
    <w:rsid w:val="00636232"/>
    <w:rPr>
      <w:bdr w:val="wave" w:sz="6" w:space="0" w:color="auto"/>
      <w:shd w:val="clear" w:color="auto" w:fill="FFCC00"/>
      <w:vertAlign w:val="superscript"/>
    </w:rPr>
  </w:style>
  <w:style w:type="character" w:customStyle="1" w:styleId="textovyorientatorcizijazykhorniindex">
    <w:name w:val="textovy_orientator_cizi_jazyk_horni_index"/>
    <w:rsid w:val="00636232"/>
    <w:rPr>
      <w:bdr w:val="wave" w:sz="6" w:space="0" w:color="auto" w:shadow="1"/>
      <w:shd w:val="clear" w:color="auto" w:fill="FFCC00"/>
      <w:vertAlign w:val="superscript"/>
    </w:rPr>
  </w:style>
  <w:style w:type="character" w:customStyle="1" w:styleId="zivezahlavihorniindex">
    <w:name w:val="zive_zahlavi_horni_index"/>
    <w:rsid w:val="00636232"/>
    <w:rPr>
      <w:bdr w:val="wave" w:sz="6" w:space="0" w:color="auto"/>
      <w:shd w:val="clear" w:color="auto" w:fill="FFFFCC"/>
      <w:vertAlign w:val="superscript"/>
    </w:rPr>
  </w:style>
  <w:style w:type="character" w:customStyle="1" w:styleId="zivezahlavicizijazykhorniindex">
    <w:name w:val="zive_zahlavi_cizi_jazyk_horni_index"/>
    <w:rsid w:val="00636232"/>
    <w:rPr>
      <w:bdr w:val="wave" w:sz="6" w:space="0" w:color="auto" w:shadow="1"/>
      <w:shd w:val="clear" w:color="auto" w:fill="FFFFCC"/>
      <w:vertAlign w:val="superscript"/>
    </w:rPr>
  </w:style>
  <w:style w:type="character" w:customStyle="1" w:styleId="cizijazykdoplnenytext">
    <w:name w:val="cizi_jazyk_doplneny_text"/>
    <w:rsid w:val="00636232"/>
    <w:rPr>
      <w:bdr w:val="single" w:sz="2" w:space="0" w:color="808080" w:shadow="1"/>
      <w:shd w:val="clear" w:color="auto" w:fill="FF0000"/>
    </w:rPr>
  </w:style>
  <w:style w:type="character" w:customStyle="1" w:styleId="popisekkobrazku">
    <w:name w:val="popisek_k_obrazku"/>
    <w:rsid w:val="00636232"/>
    <w:rPr>
      <w:color w:val="auto"/>
      <w:u w:val="single" w:color="E36C0A"/>
      <w:bdr w:val="none" w:sz="0" w:space="0" w:color="auto"/>
      <w:shd w:val="clear" w:color="auto" w:fill="F2F2F2"/>
    </w:rPr>
  </w:style>
  <w:style w:type="character" w:customStyle="1" w:styleId="tucne">
    <w:name w:val="tucne"/>
    <w:rsid w:val="00636232"/>
    <w:rPr>
      <w:b/>
    </w:rPr>
  </w:style>
  <w:style w:type="paragraph" w:customStyle="1" w:styleId="Hlavickastred">
    <w:name w:val="Hlavicka_stred"/>
    <w:basedOn w:val="Hlavicka"/>
    <w:rsid w:val="00636232"/>
    <w:pPr>
      <w:jc w:val="center"/>
    </w:pPr>
  </w:style>
  <w:style w:type="character" w:customStyle="1" w:styleId="identifikator">
    <w:name w:val="identifikator"/>
    <w:rsid w:val="00636232"/>
    <w:rPr>
      <w:bdr w:val="single" w:sz="12" w:space="0" w:color="365F91"/>
      <w:shd w:val="clear" w:color="auto" w:fill="DBE5F1"/>
    </w:rPr>
  </w:style>
  <w:style w:type="paragraph" w:customStyle="1" w:styleId="EdicnikomentarNadpis">
    <w:name w:val="Edicni_komentar_Nadpis"/>
    <w:basedOn w:val="Edicnikomentar"/>
    <w:next w:val="Edicnikomentar"/>
    <w:rsid w:val="00636232"/>
    <w:pPr>
      <w:contextualSpacing/>
      <w:outlineLvl w:val="0"/>
    </w:pPr>
    <w:rPr>
      <w:b/>
      <w:sz w:val="28"/>
    </w:rPr>
  </w:style>
  <w:style w:type="paragraph" w:customStyle="1" w:styleId="EdicnikomentarPodnadpis">
    <w:name w:val="Edicni_komentar_Podnadpis"/>
    <w:basedOn w:val="Edicnikomentar"/>
    <w:next w:val="Edicnikomentar"/>
    <w:rsid w:val="00636232"/>
    <w:pPr>
      <w:contextualSpacing/>
      <w:outlineLvl w:val="1"/>
    </w:pPr>
    <w:rPr>
      <w:b/>
    </w:rPr>
  </w:style>
  <w:style w:type="character" w:customStyle="1" w:styleId="skrt">
    <w:name w:val="skrt"/>
    <w:rsid w:val="00636232"/>
    <w:rPr>
      <w:strike w:val="0"/>
      <w:dstrike/>
    </w:rPr>
  </w:style>
  <w:style w:type="character" w:customStyle="1" w:styleId="nahrazeni">
    <w:name w:val="nahrazeni"/>
    <w:rsid w:val="00636232"/>
    <w:rPr>
      <w:bdr w:val="none" w:sz="0" w:space="0" w:color="auto"/>
      <w:shd w:val="clear" w:color="auto" w:fill="FFFF00"/>
    </w:rPr>
  </w:style>
  <w:style w:type="paragraph" w:styleId="Textbubliny">
    <w:name w:val="Balloon Text"/>
    <w:basedOn w:val="Normln"/>
    <w:link w:val="TextbublinyChar"/>
    <w:semiHidden/>
    <w:unhideWhenUsed/>
    <w:locked/>
    <w:rsid w:val="00636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636232"/>
    <w:rPr>
      <w:rFonts w:ascii="Tahoma" w:eastAsia="Calibri" w:hAnsi="Tahoma" w:cs="Tahoma"/>
      <w:noProof/>
      <w:sz w:val="16"/>
      <w:szCs w:val="16"/>
      <w:lang w:bidi="cs-CZ"/>
    </w:rPr>
  </w:style>
  <w:style w:type="paragraph" w:customStyle="1" w:styleId="Versodsazeni1">
    <w:name w:val="Vers_odsazeni_1"/>
    <w:basedOn w:val="Vers"/>
    <w:rsid w:val="00636232"/>
    <w:pPr>
      <w:ind w:firstLine="851"/>
    </w:pPr>
  </w:style>
  <w:style w:type="paragraph" w:customStyle="1" w:styleId="Versodsazeni2">
    <w:name w:val="Vers_odsazeni_2"/>
    <w:basedOn w:val="Vers"/>
    <w:rsid w:val="00636232"/>
    <w:pPr>
      <w:ind w:firstLine="1701"/>
    </w:pPr>
  </w:style>
  <w:style w:type="character" w:customStyle="1" w:styleId="marginalnipoznamka">
    <w:name w:val="marginalni_poznamka"/>
    <w:rsid w:val="00636232"/>
    <w:rPr>
      <w:bdr w:val="dotted" w:sz="2" w:space="0" w:color="92CDDC"/>
      <w:shd w:val="clear" w:color="auto" w:fill="B6DDE8"/>
    </w:rPr>
  </w:style>
  <w:style w:type="character" w:customStyle="1" w:styleId="marginalnipoznamkacizijazyk">
    <w:name w:val="marginalni_poznamka_cizi_jazyk"/>
    <w:rsid w:val="00636232"/>
    <w:rPr>
      <w:bdr w:val="dashSmallGap" w:sz="4" w:space="0" w:color="auto" w:shadow="1"/>
      <w:shd w:val="clear" w:color="auto" w:fill="B6DDE8"/>
    </w:rPr>
  </w:style>
  <w:style w:type="character" w:customStyle="1" w:styleId="marginalnipoznamkahorniindex">
    <w:name w:val="marginalni_poznamka_horni_index"/>
    <w:rsid w:val="00636232"/>
    <w:rPr>
      <w:bdr w:val="dotted" w:sz="2" w:space="0" w:color="92CDDC"/>
      <w:shd w:val="clear" w:color="auto" w:fill="B6DDE8"/>
      <w:vertAlign w:val="superscript"/>
    </w:rPr>
  </w:style>
  <w:style w:type="character" w:customStyle="1" w:styleId="marginalnipoznamkacizijazykhorniindex">
    <w:name w:val="marginalni_poznamka_cizi_jazyk_horni_index"/>
    <w:rsid w:val="00636232"/>
    <w:rPr>
      <w:bdr w:val="dashSmallGap" w:sz="4" w:space="0" w:color="auto" w:shadow="1"/>
      <w:shd w:val="clear" w:color="auto" w:fill="B6DDE8"/>
      <w:vertAlign w:val="superscript"/>
    </w:rPr>
  </w:style>
  <w:style w:type="paragraph" w:customStyle="1" w:styleId="Marginalninadpis">
    <w:name w:val="Marginalni_nadpis"/>
    <w:basedOn w:val="Nadpis"/>
    <w:next w:val="Normln"/>
    <w:rsid w:val="00636232"/>
    <w:pPr>
      <w:pBdr>
        <w:left w:val="single" w:sz="48" w:space="9" w:color="B6DDE8"/>
      </w:pBdr>
      <w:ind w:left="170"/>
    </w:pPr>
  </w:style>
  <w:style w:type="paragraph" w:customStyle="1" w:styleId="Signet">
    <w:name w:val="Signet"/>
    <w:basedOn w:val="Normln"/>
    <w:next w:val="Normln"/>
    <w:rsid w:val="00636232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  <w:lang w:bidi="ar-SA"/>
    </w:rPr>
  </w:style>
  <w:style w:type="paragraph" w:customStyle="1" w:styleId="Adresat">
    <w:name w:val="Adresat"/>
    <w:basedOn w:val="Normln"/>
    <w:next w:val="Normln"/>
    <w:rsid w:val="00636232"/>
    <w:pPr>
      <w:pBdr>
        <w:top w:val="single" w:sz="2" w:space="1" w:color="C2D69B"/>
        <w:left w:val="single" w:sz="2" w:space="4" w:color="C2D69B"/>
        <w:bottom w:val="single" w:sz="2" w:space="1" w:color="C2D69B"/>
        <w:right w:val="single" w:sz="2" w:space="4" w:color="C2D69B"/>
      </w:pBdr>
      <w:shd w:val="clear" w:color="auto" w:fill="EAF1DD"/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cestina">
    <w:name w:val="cestina"/>
    <w:uiPriority w:val="1"/>
    <w:rsid w:val="00636232"/>
  </w:style>
  <w:style w:type="character" w:customStyle="1" w:styleId="mezitextovyodkaz">
    <w:name w:val="mezitextovy_odkaz"/>
    <w:uiPriority w:val="1"/>
    <w:rsid w:val="00636232"/>
    <w:rPr>
      <w:bdr w:val="dotted" w:sz="4" w:space="0" w:color="auto"/>
      <w:shd w:val="clear" w:color="auto" w:fill="ECF2FE"/>
    </w:rPr>
  </w:style>
  <w:style w:type="character" w:customStyle="1" w:styleId="mezitextovyodkazmarginalni">
    <w:name w:val="mezitextovy_odkaz_marginalni"/>
    <w:uiPriority w:val="1"/>
    <w:rsid w:val="00636232"/>
    <w:rPr>
      <w:bdr w:val="dotted" w:sz="4" w:space="0" w:color="auto"/>
      <w:shd w:val="clear" w:color="auto" w:fill="FCFCCC"/>
    </w:rPr>
  </w:style>
  <w:style w:type="character" w:customStyle="1" w:styleId="kustod">
    <w:name w:val="kustod"/>
    <w:uiPriority w:val="1"/>
    <w:rsid w:val="00636232"/>
    <w:rPr>
      <w:bdr w:val="dashed" w:sz="12" w:space="0" w:color="984806"/>
    </w:rPr>
  </w:style>
  <w:style w:type="character" w:customStyle="1" w:styleId="transliteracecizijazykhorniindex">
    <w:name w:val="transliterace_cizi_jazyk_horni_index"/>
    <w:uiPriority w:val="1"/>
    <w:rsid w:val="00636232"/>
    <w:rPr>
      <w:noProof/>
      <w:bdr w:val="single" w:sz="4" w:space="0" w:color="auto" w:shadow="1"/>
      <w:shd w:val="clear" w:color="auto" w:fill="00FFFF"/>
      <w:vertAlign w:val="superscript"/>
      <w:lang w:val="la-Latn"/>
    </w:rPr>
  </w:style>
  <w:style w:type="character" w:customStyle="1" w:styleId="transliteracerozepsanizkratkyhorniindex">
    <w:name w:val="transliterace_rozepsani_zkratky_horni_index"/>
    <w:uiPriority w:val="1"/>
    <w:rsid w:val="00636232"/>
    <w:rPr>
      <w:i/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transliteracezkratka">
    <w:name w:val="transliterace_zkratka"/>
    <w:uiPriority w:val="1"/>
    <w:rsid w:val="00636232"/>
    <w:rPr>
      <w:noProof/>
      <w:bdr w:val="dotDash" w:sz="4" w:space="0" w:color="auto"/>
      <w:shd w:val="clear" w:color="auto" w:fill="DAEEF3"/>
      <w:lang w:val="cs-CZ"/>
    </w:rPr>
  </w:style>
  <w:style w:type="character" w:customStyle="1" w:styleId="transliteracezkratkahorniindex">
    <w:name w:val="transliterace_zkratka_horni_index"/>
    <w:uiPriority w:val="1"/>
    <w:rsid w:val="00636232"/>
    <w:rPr>
      <w:i w:val="0"/>
      <w:noProof/>
      <w:bdr w:val="single" w:sz="4" w:space="0" w:color="auto"/>
      <w:shd w:val="clear" w:color="auto" w:fill="DAEEF3"/>
      <w:vertAlign w:val="superscript"/>
      <w:lang w:val="cs-CZ"/>
    </w:rPr>
  </w:style>
  <w:style w:type="character" w:customStyle="1" w:styleId="internipoznamkapreskrtnute">
    <w:name w:val="interni_poznamka_preskrtnute"/>
    <w:uiPriority w:val="1"/>
    <w:rsid w:val="00636232"/>
    <w:rPr>
      <w:strike/>
      <w:color w:val="auto"/>
      <w:bdr w:val="single" w:sz="4" w:space="0" w:color="auto"/>
      <w:shd w:val="clear" w:color="auto" w:fill="99FF66"/>
    </w:rPr>
  </w:style>
  <w:style w:type="character" w:customStyle="1" w:styleId="poznamkapreskrtnute">
    <w:name w:val="poznamka_preskrtnute"/>
    <w:uiPriority w:val="1"/>
    <w:rsid w:val="00636232"/>
    <w:rPr>
      <w:strike/>
      <w:bdr w:val="none" w:sz="0" w:space="0" w:color="auto"/>
      <w:shd w:val="clear" w:color="auto" w:fill="CC99FF"/>
      <w:lang w:val="cs-CZ"/>
    </w:rPr>
  </w:style>
  <w:style w:type="character" w:customStyle="1" w:styleId="transliteracepreskrtnute">
    <w:name w:val="transliterace_preskrtnute"/>
    <w:uiPriority w:val="1"/>
    <w:rsid w:val="00636232"/>
    <w:rPr>
      <w:strike/>
      <w:noProof/>
      <w:bdr w:val="dotted" w:sz="4" w:space="0" w:color="auto"/>
      <w:shd w:val="clear" w:color="auto" w:fill="00FFFF"/>
      <w:lang w:val="cs-CZ"/>
    </w:rPr>
  </w:style>
  <w:style w:type="character" w:customStyle="1" w:styleId="pramenpreskrtnute">
    <w:name w:val="pramen_preskrtnute"/>
    <w:uiPriority w:val="1"/>
    <w:rsid w:val="00636232"/>
    <w:rPr>
      <w:strike/>
      <w:color w:val="FFFFFF"/>
      <w:bdr w:val="none" w:sz="0" w:space="0" w:color="auto"/>
      <w:shd w:val="clear" w:color="auto" w:fill="0000FF"/>
    </w:rPr>
  </w:style>
  <w:style w:type="paragraph" w:customStyle="1" w:styleId="Impresum">
    <w:name w:val="Impresum"/>
    <w:basedOn w:val="Normln"/>
    <w:next w:val="Normln"/>
    <w:rsid w:val="00636232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horniindex">
    <w:name w:val="horni_index"/>
    <w:uiPriority w:val="1"/>
    <w:rsid w:val="00636232"/>
    <w:rPr>
      <w:vertAlign w:val="superscript"/>
    </w:rPr>
  </w:style>
  <w:style w:type="character" w:customStyle="1" w:styleId="rekonstrukce">
    <w:name w:val="rekonstrukce"/>
    <w:uiPriority w:val="1"/>
    <w:rsid w:val="00636232"/>
    <w:rPr>
      <w:color w:val="auto"/>
      <w:bdr w:val="dotted" w:sz="4" w:space="0" w:color="auto"/>
      <w:shd w:val="clear" w:color="FDE9D9" w:fill="D6E3BC"/>
    </w:rPr>
  </w:style>
  <w:style w:type="character" w:customStyle="1" w:styleId="rekonstrukcecizijazyk">
    <w:name w:val="rekonstrukce_cizi_jazyk"/>
    <w:uiPriority w:val="1"/>
    <w:rsid w:val="00636232"/>
    <w:rPr>
      <w:color w:val="auto"/>
      <w:bdr w:val="single" w:sz="4" w:space="0" w:color="auto" w:shadow="1"/>
      <w:shd w:val="clear" w:color="FDE9D9" w:fill="D6E3BC"/>
    </w:rPr>
  </w:style>
  <w:style w:type="character" w:customStyle="1" w:styleId="pripisekmarginalnimladsitorzo">
    <w:name w:val="pripisek_marginalni_mladsi_torzo"/>
    <w:uiPriority w:val="1"/>
    <w:rsid w:val="00636232"/>
    <w:rPr>
      <w:strike/>
      <w:dstrike w:val="0"/>
      <w:bdr w:val="double" w:sz="2" w:space="0" w:color="auto" w:shadow="1"/>
      <w:shd w:val="clear" w:color="auto" w:fill="FFCC00"/>
    </w:rPr>
  </w:style>
  <w:style w:type="character" w:customStyle="1" w:styleId="pripisekmarginalnimladsidoplnenytext">
    <w:name w:val="pripisek_marginalni_mladsi_doplneny_text"/>
    <w:uiPriority w:val="1"/>
    <w:rsid w:val="00636232"/>
    <w:rPr>
      <w:color w:val="FFFFFF"/>
      <w:bdr w:val="double" w:sz="2" w:space="0" w:color="auto" w:shadow="1"/>
      <w:shd w:val="clear" w:color="auto" w:fill="FF0000"/>
    </w:rPr>
  </w:style>
  <w:style w:type="character" w:customStyle="1" w:styleId="prolozene">
    <w:name w:val="prolozene"/>
    <w:uiPriority w:val="1"/>
    <w:rsid w:val="00636232"/>
    <w:rPr>
      <w:spacing w:val="50"/>
    </w:rPr>
  </w:style>
  <w:style w:type="character" w:customStyle="1" w:styleId="prolozenakurziva">
    <w:name w:val="prolozena_kurziva"/>
    <w:uiPriority w:val="1"/>
    <w:rsid w:val="00636232"/>
    <w:rPr>
      <w:i/>
      <w:spacing w:val="50"/>
    </w:rPr>
  </w:style>
  <w:style w:type="paragraph" w:customStyle="1" w:styleId="Nastred">
    <w:name w:val="Na_stred"/>
    <w:basedOn w:val="Normln"/>
    <w:rsid w:val="00636232"/>
    <w:pPr>
      <w:spacing w:after="240"/>
      <w:ind w:firstLine="170"/>
      <w:jc w:val="center"/>
    </w:pPr>
    <w:rPr>
      <w:rFonts w:eastAsia="Times New Roman"/>
      <w:szCs w:val="20"/>
      <w:lang w:bidi="ar-SA"/>
    </w:rPr>
  </w:style>
  <w:style w:type="character" w:customStyle="1" w:styleId="podtrzene">
    <w:name w:val="podtrzene"/>
    <w:uiPriority w:val="1"/>
    <w:rsid w:val="00636232"/>
    <w:rPr>
      <w:u w:val="single"/>
    </w:rPr>
  </w:style>
  <w:style w:type="character" w:customStyle="1" w:styleId="popisekkobrazkudoplnenytext">
    <w:name w:val="popisek_k_obrazku_doplneny_text"/>
    <w:uiPriority w:val="1"/>
    <w:rsid w:val="00636232"/>
    <w:rPr>
      <w:color w:val="FFFFFF"/>
      <w:u w:val="single" w:color="E36C0A"/>
      <w:bdr w:val="none" w:sz="0" w:space="0" w:color="auto"/>
      <w:shd w:val="clear" w:color="auto" w:fill="FF0000"/>
    </w:rPr>
  </w:style>
  <w:style w:type="character" w:customStyle="1" w:styleId="popisekkobrazkurekonstrukce">
    <w:name w:val="popisek_k_obrazku_rekonstrukce"/>
    <w:uiPriority w:val="1"/>
    <w:rsid w:val="00636232"/>
    <w:rPr>
      <w:color w:val="auto"/>
      <w:u w:val="single" w:color="E36C0A"/>
      <w:bdr w:val="dotted" w:sz="4" w:space="0" w:color="auto"/>
      <w:shd w:val="clear" w:color="auto" w:fill="D6E3BC"/>
    </w:rPr>
  </w:style>
  <w:style w:type="paragraph" w:customStyle="1" w:styleId="Pismeno">
    <w:name w:val="Pismeno"/>
    <w:rsid w:val="00636232"/>
    <w:pPr>
      <w:jc w:val="center"/>
      <w:outlineLvl w:val="0"/>
    </w:pPr>
    <w:rPr>
      <w:rFonts w:ascii="Arial" w:hAnsi="Arial" w:cs="Arial"/>
      <w:b/>
      <w:bCs/>
      <w:color w:val="FF0000"/>
      <w:sz w:val="32"/>
      <w:szCs w:val="26"/>
    </w:rPr>
  </w:style>
  <w:style w:type="character" w:customStyle="1" w:styleId="popisekkobrazkucizijazyk">
    <w:name w:val="popisek_k_obrazku_cizi_jazyk"/>
    <w:uiPriority w:val="1"/>
    <w:rsid w:val="00636232"/>
    <w:rPr>
      <w:color w:val="auto"/>
      <w:u w:val="single" w:color="E36C0A"/>
      <w:bdr w:val="double" w:sz="2" w:space="0" w:color="808080"/>
      <w:shd w:val="clear" w:color="auto" w:fill="F2F2F2"/>
    </w:rPr>
  </w:style>
  <w:style w:type="paragraph" w:customStyle="1" w:styleId="Predmluva">
    <w:name w:val="Predmluva"/>
    <w:basedOn w:val="Normln"/>
    <w:next w:val="Normln"/>
    <w:rsid w:val="00636232"/>
    <w:pPr>
      <w:pBdr>
        <w:top w:val="single" w:sz="4" w:space="1" w:color="F79646" w:themeColor="accent6"/>
        <w:left w:val="single" w:sz="4" w:space="4" w:color="F79646" w:themeColor="accent6"/>
        <w:bottom w:val="single" w:sz="4" w:space="1" w:color="F79646" w:themeColor="accent6"/>
        <w:right w:val="single" w:sz="4" w:space="4" w:color="F79646" w:themeColor="accent6"/>
      </w:pBdr>
      <w:shd w:val="clear" w:color="auto" w:fill="FDE9D9" w:themeFill="accent6" w:themeFillTint="33"/>
    </w:pPr>
  </w:style>
  <w:style w:type="character" w:customStyle="1" w:styleId="pripisekmarginalnisoudobytorzo">
    <w:name w:val="pripisek_marginalni_soudoby_torzo"/>
    <w:basedOn w:val="pripisekmarginalnisoudoby"/>
    <w:uiPriority w:val="1"/>
    <w:rsid w:val="00636232"/>
    <w:rPr>
      <w:strike/>
      <w:dstrike w:val="0"/>
      <w:bdr w:val="double" w:sz="4" w:space="0" w:color="auto"/>
      <w:shd w:val="clear" w:color="auto" w:fill="FFCC00"/>
    </w:rPr>
  </w:style>
  <w:style w:type="character" w:customStyle="1" w:styleId="pripisekmarginalnisoudobydoplnenytext">
    <w:name w:val="pripisek_marginalni_soudoby_doplneny_text"/>
    <w:basedOn w:val="pripisekmarginalnisoudoby"/>
    <w:uiPriority w:val="1"/>
    <w:rsid w:val="00636232"/>
    <w:rPr>
      <w:bdr w:val="double" w:sz="4" w:space="0" w:color="auto"/>
      <w:shd w:val="clear" w:color="auto" w:fill="FF0000"/>
    </w:rPr>
  </w:style>
  <w:style w:type="character" w:customStyle="1" w:styleId="pripisekinterlinearnisoudobytorzo">
    <w:name w:val="pripisek_interlinearni_soudoby_torzo"/>
    <w:basedOn w:val="pripisekinterlinearnisoudoby"/>
    <w:uiPriority w:val="1"/>
    <w:rsid w:val="00636232"/>
    <w:rPr>
      <w:strike/>
      <w:dstrike w:val="0"/>
      <w:bdr w:val="dashed" w:sz="2" w:space="0" w:color="auto"/>
      <w:shd w:val="clear" w:color="auto" w:fill="FFCC00"/>
    </w:rPr>
  </w:style>
  <w:style w:type="character" w:customStyle="1" w:styleId="pripisekinterlinearnisoudobydoplnenytext">
    <w:name w:val="pripisek_interlinearni_soudoby_doplneny_text"/>
    <w:basedOn w:val="pripisekinterlinearnisoudoby"/>
    <w:uiPriority w:val="1"/>
    <w:rsid w:val="00636232"/>
    <w:rPr>
      <w:bdr w:val="dashed" w:sz="2" w:space="0" w:color="auto"/>
      <w:shd w:val="clear" w:color="auto" w:fill="FF0000"/>
    </w:rPr>
  </w:style>
  <w:style w:type="character" w:customStyle="1" w:styleId="pripisekinterlinearnimladsidoplnenytext">
    <w:name w:val="pripisek_interlinearni_mladsi_doplneny_text"/>
    <w:basedOn w:val="pripisekinterlinearnimladsi"/>
    <w:uiPriority w:val="1"/>
    <w:rsid w:val="00636232"/>
    <w:rPr>
      <w:bdr w:val="dashed" w:sz="2" w:space="0" w:color="auto" w:shadow="1"/>
      <w:shd w:val="clear" w:color="auto" w:fill="FF0000"/>
    </w:rPr>
  </w:style>
  <w:style w:type="character" w:customStyle="1" w:styleId="pripisekinterlinearnimladsitorzo">
    <w:name w:val="pripisek_interlinearni_mladsi_torzo"/>
    <w:basedOn w:val="pripisekinterlinearnimladsi"/>
    <w:uiPriority w:val="1"/>
    <w:rsid w:val="00636232"/>
    <w:rPr>
      <w:strike/>
      <w:dstrike w:val="0"/>
      <w:bdr w:val="dashed" w:sz="2" w:space="0" w:color="auto" w:shadow="1"/>
      <w:shd w:val="clear" w:color="auto" w:fill="FFCC00"/>
    </w:rPr>
  </w:style>
  <w:style w:type="paragraph" w:customStyle="1" w:styleId="Marginalnipoznamka0">
    <w:name w:val="Marginalni_poznamka"/>
    <w:basedOn w:val="Normln"/>
    <w:rsid w:val="00636232"/>
    <w:pPr>
      <w:pBdr>
        <w:top w:val="single" w:sz="18" w:space="4" w:color="4BACC6" w:themeColor="accent5"/>
        <w:left w:val="single" w:sz="18" w:space="8" w:color="4BACC6" w:themeColor="accent5"/>
        <w:bottom w:val="single" w:sz="18" w:space="4" w:color="4BACC6" w:themeColor="accent5"/>
        <w:right w:val="single" w:sz="18" w:space="8" w:color="4BACC6" w:themeColor="accent5"/>
      </w:pBdr>
      <w:ind w:left="397" w:firstLine="0"/>
    </w:pPr>
  </w:style>
  <w:style w:type="character" w:customStyle="1" w:styleId="hlavickapopisek">
    <w:name w:val="hlavicka_popisek"/>
    <w:basedOn w:val="tucne"/>
    <w:uiPriority w:val="1"/>
    <w:rsid w:val="00636232"/>
    <w:rPr>
      <w:b/>
      <w:sz w:val="20"/>
    </w:rPr>
  </w:style>
  <w:style w:type="paragraph" w:styleId="Bibliografie">
    <w:name w:val="Bibliography"/>
    <w:basedOn w:val="Normln"/>
    <w:next w:val="Normln"/>
    <w:uiPriority w:val="37"/>
    <w:unhideWhenUsed/>
    <w:rsid w:val="00636232"/>
    <w:pPr>
      <w:spacing w:after="0" w:line="240" w:lineRule="auto"/>
      <w:ind w:left="170" w:hanging="170"/>
    </w:pPr>
    <w:rPr>
      <w:rFonts w:ascii="Times" w:hAnsi="Times"/>
      <w:sz w:val="22"/>
    </w:rPr>
  </w:style>
  <w:style w:type="paragraph" w:customStyle="1" w:styleId="Texttabulky">
    <w:name w:val="Text_tabulky"/>
    <w:basedOn w:val="Normln"/>
    <w:rsid w:val="00636232"/>
    <w:pPr>
      <w:spacing w:after="60" w:line="240" w:lineRule="auto"/>
      <w:ind w:firstLine="0"/>
    </w:pPr>
    <w:rPr>
      <w:sz w:val="18"/>
      <w:szCs w:val="18"/>
    </w:rPr>
  </w:style>
  <w:style w:type="paragraph" w:customStyle="1" w:styleId="Komercnititulukazka">
    <w:name w:val="Komercni_titul_ukazka"/>
    <w:basedOn w:val="Komercnititul"/>
    <w:next w:val="Normln"/>
    <w:rsid w:val="00636232"/>
    <w:pPr>
      <w:outlineLvl w:val="9"/>
    </w:pPr>
  </w:style>
  <w:style w:type="paragraph" w:customStyle="1" w:styleId="Titulukazka">
    <w:name w:val="Titul_ukazka"/>
    <w:basedOn w:val="Titul"/>
    <w:next w:val="Normln"/>
    <w:rsid w:val="00636232"/>
    <w:pPr>
      <w:outlineLvl w:val="9"/>
    </w:pPr>
  </w:style>
  <w:style w:type="paragraph" w:customStyle="1" w:styleId="Nadpisukazka">
    <w:name w:val="Nadpis_ukazka"/>
    <w:basedOn w:val="Nadpis"/>
    <w:next w:val="Normln"/>
    <w:qFormat/>
    <w:rsid w:val="00636232"/>
    <w:pPr>
      <w:outlineLvl w:val="9"/>
    </w:pPr>
  </w:style>
  <w:style w:type="paragraph" w:customStyle="1" w:styleId="Podnadpisukazka">
    <w:name w:val="Podnadpis_ukazka"/>
    <w:basedOn w:val="Podnadpis"/>
    <w:next w:val="Normln"/>
    <w:rsid w:val="00636232"/>
    <w:pPr>
      <w:outlineLvl w:val="9"/>
    </w:pPr>
  </w:style>
  <w:style w:type="character" w:styleId="Zstupntext">
    <w:name w:val="Placeholder Text"/>
    <w:basedOn w:val="Standardnpsmoodstavce"/>
    <w:uiPriority w:val="99"/>
    <w:semiHidden/>
    <w:rsid w:val="00636232"/>
    <w:rPr>
      <w:color w:val="808080"/>
      <w:sz w:val="20"/>
    </w:rPr>
  </w:style>
  <w:style w:type="character" w:customStyle="1" w:styleId="cizijazyktorzo">
    <w:name w:val="cizi_jazyk_torzo"/>
    <w:basedOn w:val="cizijazyk"/>
    <w:uiPriority w:val="1"/>
    <w:rsid w:val="00636232"/>
    <w:rPr>
      <w:strike/>
      <w:dstrike w:val="0"/>
      <w:bdr w:val="single" w:sz="2" w:space="0" w:color="808080" w:shadow="1"/>
    </w:rPr>
  </w:style>
  <w:style w:type="paragraph" w:customStyle="1" w:styleId="Titulekobrazku">
    <w:name w:val="Titulek_obrazku"/>
    <w:basedOn w:val="Normln"/>
    <w:rsid w:val="00636232"/>
    <w:pPr>
      <w:pBdr>
        <w:top w:val="single" w:sz="4" w:space="1" w:color="808080" w:shadow="1"/>
        <w:left w:val="single" w:sz="4" w:space="4" w:color="808080" w:shadow="1"/>
        <w:bottom w:val="single" w:sz="4" w:space="1" w:color="808080" w:shadow="1"/>
        <w:right w:val="single" w:sz="4" w:space="4" w:color="808080" w:shadow="1"/>
      </w:pBdr>
      <w:shd w:val="clear" w:color="auto" w:fill="F3F3F3"/>
      <w:spacing w:after="0"/>
    </w:pPr>
  </w:style>
  <w:style w:type="character" w:customStyle="1" w:styleId="delimitatorhesel">
    <w:name w:val="delimitator_hesel"/>
    <w:rsid w:val="00636232"/>
    <w:rPr>
      <w:bdr w:val="none" w:sz="0" w:space="0" w:color="auto"/>
      <w:shd w:val="clear" w:color="auto" w:fill="00B0F0"/>
    </w:rPr>
  </w:style>
  <w:style w:type="character" w:customStyle="1" w:styleId="pramenrozepsanizkratky">
    <w:name w:val="pramen_rozepsani_zkratky"/>
    <w:basedOn w:val="pramen"/>
    <w:uiPriority w:val="1"/>
    <w:qFormat/>
    <w:rsid w:val="00636232"/>
    <w:rPr>
      <w:i/>
      <w:color w:val="FFFFFF"/>
      <w:bdr w:val="none" w:sz="0" w:space="0" w:color="auto"/>
      <w:shd w:val="clear" w:color="auto" w:fill="0000FF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36232"/>
    <w:pPr>
      <w:pBdr>
        <w:bottom w:val="single" w:sz="8" w:space="4" w:color="4F81BD" w:themeColor="accent1"/>
      </w:pBdr>
      <w:spacing w:after="300" w:line="240" w:lineRule="auto"/>
      <w:ind w:firstLine="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character" w:customStyle="1" w:styleId="NzevChar">
    <w:name w:val="Název Char"/>
    <w:basedOn w:val="Standardnpsmoodstavce"/>
    <w:link w:val="Nzev"/>
    <w:uiPriority w:val="10"/>
    <w:rsid w:val="00636232"/>
    <w:rPr>
      <w:rFonts w:asciiTheme="majorHAnsi" w:eastAsiaTheme="majorEastAsia" w:hAnsiTheme="majorHAnsi" w:cstheme="majorBidi"/>
      <w:noProof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locked/>
    <w:rsid w:val="00636232"/>
    <w:pPr>
      <w:numPr>
        <w:ilvl w:val="1"/>
      </w:numPr>
      <w:spacing w:after="200" w:line="276" w:lineRule="auto"/>
      <w:ind w:firstLine="397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bidi="ar-SA"/>
    </w:rPr>
  </w:style>
  <w:style w:type="character" w:customStyle="1" w:styleId="PodtitulChar">
    <w:name w:val="Podtitul Char"/>
    <w:basedOn w:val="Standardnpsmoodstavce"/>
    <w:link w:val="Podtitul"/>
    <w:uiPriority w:val="11"/>
    <w:rsid w:val="00636232"/>
    <w:rPr>
      <w:rFonts w:asciiTheme="majorHAnsi" w:eastAsiaTheme="majorEastAsia" w:hAnsiTheme="majorHAnsi" w:cstheme="majorBidi"/>
      <w:i/>
      <w:iCs/>
      <w:noProof/>
      <w:color w:val="4F81BD" w:themeColor="accent1"/>
      <w:spacing w:val="15"/>
      <w:sz w:val="24"/>
      <w:szCs w:val="24"/>
    </w:rPr>
  </w:style>
  <w:style w:type="table" w:customStyle="1" w:styleId="Uvodnitabulka">
    <w:name w:val="Uvodni_tabulka"/>
    <w:basedOn w:val="Normlntabulka"/>
    <w:uiPriority w:val="99"/>
    <w:rsid w:val="00636232"/>
    <w:rPr>
      <w:rFonts w:ascii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</w:style>
  <w:style w:type="paragraph" w:customStyle="1" w:styleId="HlavickaVlevo">
    <w:name w:val="Hlavicka_Vlevo"/>
    <w:basedOn w:val="Hlavicka"/>
    <w:rsid w:val="00636232"/>
    <w:pPr>
      <w:jc w:val="left"/>
    </w:pPr>
  </w:style>
  <w:style w:type="paragraph" w:customStyle="1" w:styleId="Edicnikomentarruka">
    <w:name w:val="Edicni_komentar_ruka"/>
    <w:basedOn w:val="Edicnikomentar"/>
    <w:qFormat/>
    <w:rsid w:val="00636232"/>
    <w:pPr>
      <w:shd w:val="clear" w:color="auto" w:fill="EEECE1" w:themeFill="background2"/>
    </w:pPr>
  </w:style>
  <w:style w:type="paragraph" w:customStyle="1" w:styleId="Verspredmluva">
    <w:name w:val="Vers_predmluva"/>
    <w:basedOn w:val="Predmluva"/>
    <w:qFormat/>
    <w:rsid w:val="00636232"/>
    <w:pPr>
      <w:pBdr>
        <w:left w:val="wave" w:sz="6" w:space="4" w:color="F79646" w:themeColor="accent6"/>
      </w:pBdr>
    </w:pPr>
  </w:style>
  <w:style w:type="paragraph" w:customStyle="1" w:styleId="Odsazeny">
    <w:name w:val="Odsazeny"/>
    <w:basedOn w:val="Normln"/>
    <w:qFormat/>
    <w:rsid w:val="00636232"/>
    <w:pPr>
      <w:ind w:left="397"/>
    </w:pPr>
    <w:rPr>
      <w:rFonts w:eastAsia="Times New Roman"/>
      <w:noProof w:val="0"/>
      <w:lang w:bidi="ar-SA"/>
    </w:rPr>
  </w:style>
  <w:style w:type="paragraph" w:styleId="Textpoznpodarou">
    <w:name w:val="footnote text"/>
    <w:basedOn w:val="Normln"/>
    <w:link w:val="TextpoznpodarouChar"/>
    <w:semiHidden/>
    <w:unhideWhenUsed/>
    <w:locked/>
    <w:rsid w:val="00636232"/>
    <w:pPr>
      <w:spacing w:after="0" w:line="240" w:lineRule="auto"/>
    </w:pPr>
    <w:rPr>
      <w:noProof w:val="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36232"/>
    <w:rPr>
      <w:rFonts w:ascii="Times New Roman" w:eastAsia="Calibri" w:hAnsi="Times New Roman"/>
      <w:lang w:bidi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cs-CZ" w:eastAsia="cs-CZ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/>
    <w:lsdException w:name="footer" w:locked="0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semiHidden="1" w:unhideWhenUsed="1"/>
    <w:lsdException w:name="line number" w:semiHidden="1" w:unhideWhenUsed="1"/>
    <w:lsdException w:name="page number" w:locked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/>
    <w:lsdException w:name="HTML Bottom of Form" w:locked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semiHidden="1" w:unhideWhenUsed="1"/>
    <w:lsdException w:name="No List" w:locked="0" w:uiPriority="99"/>
    <w:lsdException w:name="Table Elegant" w:locked="0"/>
    <w:lsdException w:name="Balloon Text" w:semiHidden="1" w:unhideWhenUsed="1"/>
    <w:lsdException w:name="Placeholder Text" w:locked="0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locked="0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locked="0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6232"/>
    <w:pPr>
      <w:spacing w:after="120" w:line="312" w:lineRule="auto"/>
      <w:ind w:firstLine="397"/>
      <w:jc w:val="both"/>
    </w:pPr>
    <w:rPr>
      <w:rFonts w:ascii="Times New Roman" w:eastAsia="Calibri" w:hAnsi="Times New Roman"/>
      <w:noProof/>
      <w:sz w:val="24"/>
      <w:szCs w:val="24"/>
      <w:lang w:bidi="cs-CZ"/>
    </w:rPr>
  </w:style>
  <w:style w:type="character" w:default="1" w:styleId="Standardnpsmoodstavce">
    <w:name w:val="Default Paragraph Font"/>
    <w:uiPriority w:val="1"/>
    <w:unhideWhenUsed/>
    <w:rsid w:val="00636232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636232"/>
  </w:style>
  <w:style w:type="character" w:customStyle="1" w:styleId="biblecislokapitoly">
    <w:name w:val="bible_cislo_kapitoly"/>
    <w:rsid w:val="00636232"/>
    <w:rPr>
      <w:b/>
      <w:color w:val="0000FF"/>
      <w:bdr w:val="none" w:sz="0" w:space="0" w:color="auto"/>
      <w:shd w:val="clear" w:color="auto" w:fill="CCFFCC"/>
      <w:vertAlign w:val="superscript"/>
    </w:rPr>
  </w:style>
  <w:style w:type="character" w:customStyle="1" w:styleId="biblecisloverse">
    <w:name w:val="bible_cislo_verse"/>
    <w:rsid w:val="00636232"/>
    <w:rPr>
      <w:b/>
      <w:noProof/>
      <w:color w:val="FFFFFF"/>
      <w:bdr w:val="none" w:sz="0" w:space="0" w:color="auto"/>
      <w:shd w:val="clear" w:color="auto" w:fill="666666"/>
      <w:vertAlign w:val="superscript"/>
    </w:rPr>
  </w:style>
  <w:style w:type="character" w:customStyle="1" w:styleId="foliace">
    <w:name w:val="foliace"/>
    <w:rsid w:val="00636232"/>
    <w:rPr>
      <w:rFonts w:ascii="Times New Roman" w:hAnsi="Times New Roman"/>
      <w:b/>
      <w:noProof/>
      <w:bdr w:val="single" w:sz="4" w:space="0" w:color="auto"/>
      <w:shd w:val="clear" w:color="auto" w:fill="FFCC99"/>
    </w:rPr>
  </w:style>
  <w:style w:type="paragraph" w:styleId="Zhlav">
    <w:name w:val="header"/>
    <w:basedOn w:val="Normln"/>
    <w:unhideWhenUsed/>
    <w:rsid w:val="00636232"/>
    <w:pPr>
      <w:tabs>
        <w:tab w:val="center" w:pos="4536"/>
        <w:tab w:val="right" w:pos="9072"/>
      </w:tabs>
      <w:ind w:firstLine="0"/>
    </w:pPr>
    <w:rPr>
      <w:b/>
      <w:sz w:val="16"/>
    </w:rPr>
  </w:style>
  <w:style w:type="character" w:customStyle="1" w:styleId="internipoznamka">
    <w:name w:val="interni_poznamka"/>
    <w:rsid w:val="00636232"/>
    <w:rPr>
      <w:color w:val="auto"/>
      <w:bdr w:val="single" w:sz="4" w:space="0" w:color="auto"/>
      <w:shd w:val="clear" w:color="auto" w:fill="99FF66"/>
    </w:rPr>
  </w:style>
  <w:style w:type="paragraph" w:customStyle="1" w:styleId="Podnadpis">
    <w:name w:val="Podnadpis"/>
    <w:basedOn w:val="Normln"/>
    <w:next w:val="Normln"/>
    <w:rsid w:val="00636232"/>
    <w:pPr>
      <w:spacing w:after="240"/>
      <w:ind w:firstLine="170"/>
      <w:outlineLvl w:val="2"/>
    </w:pPr>
    <w:rPr>
      <w:rFonts w:ascii="Arial" w:eastAsia="Times New Roman" w:hAnsi="Arial"/>
      <w:b/>
      <w:szCs w:val="20"/>
      <w:lang w:bidi="ar-SA"/>
    </w:rPr>
  </w:style>
  <w:style w:type="character" w:customStyle="1" w:styleId="druhypreklad">
    <w:name w:val="druhy_preklad"/>
    <w:rsid w:val="00636232"/>
    <w:rPr>
      <w:bdr w:val="dotted" w:sz="4" w:space="0" w:color="auto" w:shadow="1"/>
    </w:rPr>
  </w:style>
  <w:style w:type="character" w:styleId="slostrnky">
    <w:name w:val="page number"/>
    <w:basedOn w:val="Standardnpsmoodstavce"/>
    <w:semiHidden/>
    <w:unhideWhenUsed/>
    <w:locked/>
    <w:rsid w:val="00636232"/>
  </w:style>
  <w:style w:type="paragraph" w:customStyle="1" w:styleId="Vers">
    <w:name w:val="Vers"/>
    <w:basedOn w:val="Normln"/>
    <w:rsid w:val="00636232"/>
    <w:pPr>
      <w:pBdr>
        <w:left w:val="wave" w:sz="6" w:space="4" w:color="auto"/>
      </w:pBdr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cizijazyk">
    <w:name w:val="cizi_jazyk"/>
    <w:rsid w:val="00636232"/>
    <w:rPr>
      <w:bdr w:val="single" w:sz="2" w:space="0" w:color="808080" w:shadow="1"/>
    </w:rPr>
  </w:style>
  <w:style w:type="character" w:customStyle="1" w:styleId="pripisek">
    <w:name w:val="pripisek"/>
    <w:rsid w:val="00636232"/>
    <w:rPr>
      <w:bdr w:val="none" w:sz="0" w:space="0" w:color="auto"/>
      <w:shd w:val="clear" w:color="auto" w:fill="FFCC00"/>
    </w:rPr>
  </w:style>
  <w:style w:type="character" w:customStyle="1" w:styleId="emendace">
    <w:name w:val="emendace"/>
    <w:rsid w:val="00636232"/>
    <w:rPr>
      <w:color w:val="993300"/>
      <w:bdr w:val="none" w:sz="0" w:space="0" w:color="auto"/>
      <w:shd w:val="clear" w:color="auto" w:fill="CCCCCC"/>
    </w:rPr>
  </w:style>
  <w:style w:type="character" w:customStyle="1" w:styleId="Text">
    <w:name w:val="Text"/>
    <w:locked/>
    <w:rsid w:val="00636232"/>
  </w:style>
  <w:style w:type="paragraph" w:customStyle="1" w:styleId="Hlavicka">
    <w:name w:val="Hlavicka"/>
    <w:basedOn w:val="Normln"/>
    <w:next w:val="Normln"/>
    <w:rsid w:val="00636232"/>
    <w:pPr>
      <w:pBdr>
        <w:left w:val="single" w:sz="12" w:space="4" w:color="FF0000"/>
      </w:pBdr>
      <w:spacing w:before="100" w:beforeAutospacing="1" w:after="100" w:afterAutospacing="1"/>
      <w:ind w:firstLine="0"/>
    </w:pPr>
    <w:rPr>
      <w:rFonts w:eastAsia="Times New Roman"/>
      <w:szCs w:val="20"/>
      <w:lang w:bidi="ar-SA"/>
    </w:rPr>
  </w:style>
  <w:style w:type="character" w:customStyle="1" w:styleId="pramen">
    <w:name w:val="pramen"/>
    <w:rsid w:val="00636232"/>
    <w:rPr>
      <w:color w:val="FFFFFF"/>
      <w:bdr w:val="none" w:sz="0" w:space="0" w:color="auto"/>
      <w:shd w:val="clear" w:color="auto" w:fill="0000FF"/>
    </w:rPr>
  </w:style>
  <w:style w:type="character" w:customStyle="1" w:styleId="poznamka">
    <w:name w:val="poznamka"/>
    <w:rsid w:val="00636232"/>
    <w:rPr>
      <w:bdr w:val="none" w:sz="0" w:space="0" w:color="auto"/>
      <w:shd w:val="clear" w:color="auto" w:fill="CC99FF"/>
      <w:lang w:val="cs-CZ"/>
    </w:rPr>
  </w:style>
  <w:style w:type="paragraph" w:customStyle="1" w:styleId="Polozkarejstriku">
    <w:name w:val="Polozka_rejstriku"/>
    <w:basedOn w:val="Normln"/>
    <w:rsid w:val="00636232"/>
    <w:pPr>
      <w:pBdr>
        <w:left w:val="single" w:sz="18" w:space="4" w:color="999999"/>
      </w:pBdr>
      <w:spacing w:after="240"/>
      <w:ind w:firstLine="170"/>
    </w:pPr>
    <w:rPr>
      <w:rFonts w:eastAsia="Times New Roman"/>
      <w:szCs w:val="20"/>
      <w:lang w:bidi="ar-SA"/>
    </w:rPr>
  </w:style>
  <w:style w:type="table" w:styleId="Elegantntabulka">
    <w:name w:val="Table Elegant"/>
    <w:basedOn w:val="Normlntabulka"/>
    <w:locked/>
    <w:rsid w:val="00636232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pat">
    <w:name w:val="footer"/>
    <w:basedOn w:val="Normln"/>
    <w:unhideWhenUsed/>
    <w:locked/>
    <w:rsid w:val="00636232"/>
    <w:pPr>
      <w:tabs>
        <w:tab w:val="center" w:pos="4536"/>
        <w:tab w:val="right" w:pos="9072"/>
      </w:tabs>
    </w:pPr>
  </w:style>
  <w:style w:type="paragraph" w:customStyle="1" w:styleId="Titul">
    <w:name w:val="Titul"/>
    <w:basedOn w:val="Normln"/>
    <w:next w:val="Normln"/>
    <w:rsid w:val="00636232"/>
    <w:pPr>
      <w:spacing w:after="240"/>
      <w:ind w:firstLine="170"/>
      <w:jc w:val="center"/>
      <w:outlineLvl w:val="0"/>
    </w:pPr>
    <w:rPr>
      <w:rFonts w:ascii="Arial" w:eastAsia="Times New Roman" w:hAnsi="Arial"/>
      <w:b/>
      <w:sz w:val="32"/>
      <w:szCs w:val="20"/>
      <w:lang w:bidi="ar-SA"/>
    </w:rPr>
  </w:style>
  <w:style w:type="paragraph" w:customStyle="1" w:styleId="Nadpis">
    <w:name w:val="Nadpis"/>
    <w:basedOn w:val="Normln"/>
    <w:next w:val="Normln"/>
    <w:rsid w:val="00636232"/>
    <w:pPr>
      <w:spacing w:after="240"/>
      <w:ind w:firstLine="170"/>
      <w:outlineLvl w:val="1"/>
    </w:pPr>
    <w:rPr>
      <w:rFonts w:ascii="Arial" w:eastAsia="Times New Roman" w:hAnsi="Arial"/>
      <w:b/>
      <w:sz w:val="28"/>
      <w:szCs w:val="20"/>
      <w:lang w:bidi="ar-SA"/>
    </w:rPr>
  </w:style>
  <w:style w:type="character" w:customStyle="1" w:styleId="pripisekmarginalnisoudoby">
    <w:name w:val="pripisek_marginalni_soudoby"/>
    <w:rsid w:val="00636232"/>
    <w:rPr>
      <w:bdr w:val="double" w:sz="4" w:space="0" w:color="auto"/>
      <w:shd w:val="clear" w:color="auto" w:fill="FFCC00"/>
    </w:rPr>
  </w:style>
  <w:style w:type="character" w:customStyle="1" w:styleId="pripisekmarginalnimladsi">
    <w:name w:val="pripisek_marginalni_mladsi"/>
    <w:rsid w:val="00636232"/>
    <w:rPr>
      <w:bdr w:val="double" w:sz="2" w:space="0" w:color="auto" w:shadow="1"/>
      <w:shd w:val="clear" w:color="auto" w:fill="FFCC00"/>
    </w:rPr>
  </w:style>
  <w:style w:type="character" w:customStyle="1" w:styleId="pripisekinterlinearnisoudoby">
    <w:name w:val="pripisek_interlinearni_soudoby"/>
    <w:rsid w:val="00636232"/>
    <w:rPr>
      <w:bdr w:val="dashed" w:sz="2" w:space="0" w:color="auto"/>
      <w:shd w:val="clear" w:color="auto" w:fill="FFCC00"/>
    </w:rPr>
  </w:style>
  <w:style w:type="character" w:customStyle="1" w:styleId="pripisekinterlinearnimladsi">
    <w:name w:val="pripisek_interlinearni_mladsi"/>
    <w:rsid w:val="00636232"/>
    <w:rPr>
      <w:bdr w:val="dashed" w:sz="2" w:space="0" w:color="auto" w:shadow="1"/>
      <w:shd w:val="clear" w:color="auto" w:fill="FFCC00"/>
    </w:rPr>
  </w:style>
  <w:style w:type="character" w:customStyle="1" w:styleId="cisloverse">
    <w:name w:val="cislo_verse"/>
    <w:rsid w:val="00636232"/>
    <w:rPr>
      <w:rFonts w:ascii="Times New Roman" w:hAnsi="Times New Roman"/>
      <w:b/>
      <w:noProof/>
      <w:bdr w:val="dotDotDash" w:sz="4" w:space="0" w:color="auto"/>
      <w:shd w:val="clear" w:color="auto" w:fill="FFCC99"/>
    </w:rPr>
  </w:style>
  <w:style w:type="character" w:customStyle="1" w:styleId="torzo">
    <w:name w:val="torzo"/>
    <w:rsid w:val="00636232"/>
    <w:rPr>
      <w:strike/>
      <w:dstrike w:val="0"/>
      <w:noProof/>
    </w:rPr>
  </w:style>
  <w:style w:type="character" w:customStyle="1" w:styleId="doplnenytext">
    <w:name w:val="doplneny_text"/>
    <w:rsid w:val="00636232"/>
    <w:rPr>
      <w:color w:val="FFFFFF"/>
      <w:bdr w:val="none" w:sz="0" w:space="0" w:color="auto"/>
      <w:shd w:val="clear" w:color="auto" w:fill="FF0000"/>
    </w:rPr>
  </w:style>
  <w:style w:type="character" w:customStyle="1" w:styleId="lemma">
    <w:name w:val="lemma"/>
    <w:rsid w:val="00636232"/>
    <w:rPr>
      <w:rFonts w:ascii="Arial" w:hAnsi="Arial"/>
      <w:color w:val="800000"/>
    </w:rPr>
  </w:style>
  <w:style w:type="paragraph" w:customStyle="1" w:styleId="Volnyradek">
    <w:name w:val="Volny_radek"/>
    <w:next w:val="Normln"/>
    <w:rsid w:val="00636232"/>
    <w:pPr>
      <w:pBdr>
        <w:top w:val="dashSmallGap" w:sz="4" w:space="1" w:color="auto"/>
        <w:left w:val="dashSmallGap" w:sz="4" w:space="1" w:color="auto"/>
        <w:bottom w:val="dashSmallGap" w:sz="4" w:space="1" w:color="auto"/>
        <w:right w:val="dashSmallGap" w:sz="4" w:space="1" w:color="auto"/>
      </w:pBdr>
      <w:shd w:val="clear" w:color="auto" w:fill="FFFF00"/>
      <w:spacing w:before="120" w:after="120" w:line="120" w:lineRule="auto"/>
    </w:pPr>
    <w:rPr>
      <w:sz w:val="16"/>
      <w:szCs w:val="24"/>
    </w:rPr>
  </w:style>
  <w:style w:type="character" w:customStyle="1" w:styleId="hyperlemma">
    <w:name w:val="hyperlemma"/>
    <w:rsid w:val="00636232"/>
    <w:rPr>
      <w:rFonts w:ascii="Arial" w:hAnsi="Arial"/>
      <w:b/>
      <w:color w:val="800000"/>
      <w:bdr w:val="dotted" w:sz="4" w:space="0" w:color="auto"/>
    </w:rPr>
  </w:style>
  <w:style w:type="character" w:customStyle="1" w:styleId="biblezkratkaknihy">
    <w:name w:val="bible_zkratka_knihy"/>
    <w:rsid w:val="00636232"/>
    <w:rPr>
      <w:b/>
      <w:bdr w:val="none" w:sz="0" w:space="0" w:color="auto"/>
      <w:shd w:val="clear" w:color="auto" w:fill="99CCFF"/>
    </w:rPr>
  </w:style>
  <w:style w:type="character" w:customStyle="1" w:styleId="transliterace">
    <w:name w:val="transliterace"/>
    <w:rsid w:val="00636232"/>
    <w:rPr>
      <w:noProof/>
      <w:bdr w:val="dotted" w:sz="4" w:space="0" w:color="auto"/>
      <w:shd w:val="clear" w:color="auto" w:fill="00FFFF"/>
      <w:lang w:val="cs-CZ"/>
    </w:rPr>
  </w:style>
  <w:style w:type="character" w:customStyle="1" w:styleId="delimitatorekvivalentu">
    <w:name w:val="delimitator_ekvivalentu"/>
    <w:rsid w:val="00636232"/>
    <w:rPr>
      <w:bdr w:val="none" w:sz="0" w:space="0" w:color="auto"/>
      <w:shd w:val="clear" w:color="auto" w:fill="00B0F0"/>
    </w:rPr>
  </w:style>
  <w:style w:type="character" w:customStyle="1" w:styleId="transliteracecizijazyk">
    <w:name w:val="transliterace_cizi_jazyk"/>
    <w:rsid w:val="00636232"/>
    <w:rPr>
      <w:noProof/>
      <w:bdr w:val="single" w:sz="4" w:space="0" w:color="auto" w:shadow="1"/>
      <w:shd w:val="clear" w:color="auto" w:fill="00FFFF"/>
      <w:lang w:val="la-Latn"/>
    </w:rPr>
  </w:style>
  <w:style w:type="character" w:customStyle="1" w:styleId="ruznocteni">
    <w:name w:val="ruznocteni"/>
    <w:qFormat/>
    <w:rsid w:val="00636232"/>
    <w:rPr>
      <w:u w:val="none" w:color="17365D"/>
      <w:bdr w:val="none" w:sz="0" w:space="0" w:color="auto"/>
      <w:shd w:val="clear" w:color="auto" w:fill="FBD4B4"/>
    </w:rPr>
  </w:style>
  <w:style w:type="character" w:customStyle="1" w:styleId="ruznocteniautor">
    <w:name w:val="ruznocteni_autor"/>
    <w:qFormat/>
    <w:rsid w:val="00636232"/>
    <w:rPr>
      <w:u w:val="none" w:color="17365D"/>
      <w:bdr w:val="none" w:sz="0" w:space="0" w:color="auto"/>
      <w:shd w:val="clear" w:color="auto" w:fill="DBE5F1"/>
    </w:rPr>
  </w:style>
  <w:style w:type="character" w:customStyle="1" w:styleId="poznamkakurziva">
    <w:name w:val="poznamka_kurziva"/>
    <w:rsid w:val="00636232"/>
    <w:rPr>
      <w:i/>
      <w:bdr w:val="none" w:sz="0" w:space="0" w:color="auto"/>
      <w:shd w:val="clear" w:color="auto" w:fill="CC99FF"/>
      <w:lang w:val="cs-CZ"/>
    </w:rPr>
  </w:style>
  <w:style w:type="character" w:customStyle="1" w:styleId="transliteracerozepsanizkratky">
    <w:name w:val="transliterace_rozepsani_zkratky"/>
    <w:rsid w:val="00636232"/>
    <w:rPr>
      <w:i/>
      <w:noProof/>
      <w:bdr w:val="dotted" w:sz="4" w:space="0" w:color="auto"/>
      <w:shd w:val="clear" w:color="auto" w:fill="00FFFF"/>
      <w:lang w:val="cs-CZ"/>
    </w:rPr>
  </w:style>
  <w:style w:type="character" w:customStyle="1" w:styleId="znackovani">
    <w:name w:val="znackovani"/>
    <w:rsid w:val="00636232"/>
    <w:rPr>
      <w:bdr w:val="dotDotDash" w:sz="4" w:space="0" w:color="auto"/>
      <w:shd w:val="clear" w:color="auto" w:fill="FFFF00"/>
    </w:rPr>
  </w:style>
  <w:style w:type="character" w:customStyle="1" w:styleId="poznamkapodcarou">
    <w:name w:val="poznamka_pod_carou"/>
    <w:qFormat/>
    <w:rsid w:val="00636232"/>
    <w:rPr>
      <w:bdr w:val="dotted" w:sz="4" w:space="0" w:color="auto"/>
      <w:shd w:val="clear" w:color="auto" w:fill="BF93FF"/>
      <w:lang w:val="cs-CZ"/>
    </w:rPr>
  </w:style>
  <w:style w:type="character" w:customStyle="1" w:styleId="poznamkahorniindex">
    <w:name w:val="poznamka_horni_index"/>
    <w:qFormat/>
    <w:rsid w:val="00636232"/>
    <w:rPr>
      <w:bdr w:val="none" w:sz="0" w:space="0" w:color="auto"/>
      <w:shd w:val="clear" w:color="auto" w:fill="CC99FF"/>
      <w:vertAlign w:val="superscript"/>
      <w:lang w:val="cs-CZ"/>
    </w:rPr>
  </w:style>
  <w:style w:type="character" w:customStyle="1" w:styleId="cizijazykhorniindex">
    <w:name w:val="cizi_jazyk_horni_index"/>
    <w:rsid w:val="00636232"/>
    <w:rPr>
      <w:bdr w:val="single" w:sz="2" w:space="0" w:color="808080" w:shadow="1"/>
      <w:vertAlign w:val="superscript"/>
    </w:rPr>
  </w:style>
  <w:style w:type="character" w:customStyle="1" w:styleId="pramenhorniindex">
    <w:name w:val="pramen_horni_index"/>
    <w:qFormat/>
    <w:rsid w:val="00636232"/>
    <w:rPr>
      <w:color w:val="FFFFFF"/>
      <w:bdr w:val="none" w:sz="0" w:space="0" w:color="auto"/>
      <w:shd w:val="clear" w:color="auto" w:fill="0000FF"/>
      <w:vertAlign w:val="superscript"/>
    </w:rPr>
  </w:style>
  <w:style w:type="paragraph" w:customStyle="1" w:styleId="Incipit">
    <w:name w:val="Incipit"/>
    <w:basedOn w:val="Normln"/>
    <w:next w:val="Normln"/>
    <w:rsid w:val="00636232"/>
    <w:pPr>
      <w:pBdr>
        <w:top w:val="single" w:sz="2" w:space="1" w:color="auto"/>
        <w:left w:val="single" w:sz="2" w:space="4" w:color="auto"/>
        <w:right w:val="single" w:sz="2" w:space="4" w:color="auto"/>
      </w:pBdr>
      <w:spacing w:before="240" w:after="240" w:line="360" w:lineRule="auto"/>
      <w:ind w:left="567" w:right="1134"/>
    </w:pPr>
    <w:rPr>
      <w:rFonts w:eastAsia="Times New Roman"/>
      <w:b/>
      <w:sz w:val="28"/>
      <w:szCs w:val="20"/>
      <w:lang w:bidi="ar-SA"/>
    </w:rPr>
  </w:style>
  <w:style w:type="paragraph" w:customStyle="1" w:styleId="Explicit">
    <w:name w:val="Explicit"/>
    <w:basedOn w:val="Normln"/>
    <w:next w:val="Normln"/>
    <w:rsid w:val="00636232"/>
    <w:pPr>
      <w:pBdr>
        <w:left w:val="single" w:sz="2" w:space="4" w:color="auto"/>
        <w:bottom w:val="single" w:sz="2" w:space="1" w:color="auto"/>
        <w:right w:val="single" w:sz="2" w:space="4" w:color="auto"/>
      </w:pBdr>
      <w:spacing w:after="240" w:line="360" w:lineRule="auto"/>
      <w:ind w:left="567" w:right="1134"/>
    </w:pPr>
    <w:rPr>
      <w:rFonts w:eastAsia="Times New Roman"/>
      <w:b/>
      <w:sz w:val="28"/>
      <w:szCs w:val="20"/>
      <w:lang w:bidi="ar-SA"/>
    </w:rPr>
  </w:style>
  <w:style w:type="character" w:customStyle="1" w:styleId="iniciala">
    <w:name w:val="iniciala"/>
    <w:rsid w:val="00636232"/>
    <w:rPr>
      <w:b/>
      <w:noProof/>
      <w:color w:val="FF0000"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oudobykorektor">
    <w:name w:val="soudoby_korektor"/>
    <w:qFormat/>
    <w:rsid w:val="00636232"/>
    <w:rPr>
      <w:i/>
      <w:bdr w:val="none" w:sz="0" w:space="0" w:color="auto"/>
      <w:shd w:val="clear" w:color="auto" w:fill="D6E3BC"/>
    </w:rPr>
  </w:style>
  <w:style w:type="character" w:customStyle="1" w:styleId="relator">
    <w:name w:val="relator"/>
    <w:rsid w:val="00636232"/>
    <w:rPr>
      <w:bdr w:val="dotted" w:sz="4" w:space="0" w:color="auto" w:shadow="1"/>
      <w:shd w:val="clear" w:color="auto" w:fill="8DB3E2"/>
    </w:rPr>
  </w:style>
  <w:style w:type="character" w:customStyle="1" w:styleId="internipoznamkakurziva">
    <w:name w:val="interni_poznamka_kurziva"/>
    <w:rsid w:val="00636232"/>
    <w:rPr>
      <w:i/>
      <w:color w:val="auto"/>
      <w:bdr w:val="single" w:sz="4" w:space="0" w:color="auto"/>
      <w:shd w:val="clear" w:color="auto" w:fill="99FF66"/>
    </w:rPr>
  </w:style>
  <w:style w:type="character" w:customStyle="1" w:styleId="kod">
    <w:name w:val="kod"/>
    <w:rsid w:val="00636232"/>
    <w:rPr>
      <w:bdr w:val="none" w:sz="0" w:space="0" w:color="auto"/>
      <w:shd w:val="pct15" w:color="auto" w:fill="auto"/>
    </w:rPr>
  </w:style>
  <w:style w:type="paragraph" w:customStyle="1" w:styleId="Edicnikomentar">
    <w:name w:val="Edicni_komentar"/>
    <w:basedOn w:val="Normln"/>
    <w:rsid w:val="00636232"/>
    <w:pPr>
      <w:pBdr>
        <w:top w:val="single" w:sz="2" w:space="8" w:color="auto"/>
        <w:left w:val="single" w:sz="2" w:space="8" w:color="auto"/>
        <w:bottom w:val="single" w:sz="2" w:space="8" w:color="auto"/>
        <w:right w:val="single" w:sz="2" w:space="8" w:color="auto"/>
      </w:pBdr>
      <w:spacing w:after="240"/>
      <w:ind w:firstLine="170"/>
    </w:pPr>
    <w:rPr>
      <w:rFonts w:eastAsia="Times New Roman"/>
      <w:noProof w:val="0"/>
      <w:szCs w:val="20"/>
      <w:lang w:bidi="ar-SA"/>
    </w:rPr>
  </w:style>
  <w:style w:type="character" w:customStyle="1" w:styleId="textovyorientator">
    <w:name w:val="textovy_orientator"/>
    <w:rsid w:val="00636232"/>
    <w:rPr>
      <w:bdr w:val="wave" w:sz="6" w:space="0" w:color="auto"/>
      <w:shd w:val="clear" w:color="auto" w:fill="FFCC00"/>
    </w:rPr>
  </w:style>
  <w:style w:type="character" w:customStyle="1" w:styleId="kurziva">
    <w:name w:val="kurziva"/>
    <w:rsid w:val="00636232"/>
    <w:rPr>
      <w:i/>
    </w:rPr>
  </w:style>
  <w:style w:type="paragraph" w:customStyle="1" w:styleId="Anotace">
    <w:name w:val="Anotace"/>
    <w:basedOn w:val="Normln"/>
    <w:rsid w:val="00636232"/>
    <w:pPr>
      <w:pBdr>
        <w:top w:val="single" w:sz="18" w:space="6" w:color="244061" w:shadow="1"/>
        <w:left w:val="single" w:sz="18" w:space="6" w:color="244061" w:shadow="1"/>
        <w:bottom w:val="single" w:sz="18" w:space="6" w:color="244061" w:shadow="1"/>
        <w:right w:val="single" w:sz="18" w:space="6" w:color="244061" w:shadow="1"/>
      </w:pBdr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zivezahlavi">
    <w:name w:val="zive_zahlavi"/>
    <w:rsid w:val="00636232"/>
    <w:rPr>
      <w:bdr w:val="wave" w:sz="6" w:space="0" w:color="auto"/>
      <w:shd w:val="clear" w:color="auto" w:fill="FFFFCC"/>
    </w:rPr>
  </w:style>
  <w:style w:type="paragraph" w:customStyle="1" w:styleId="Popisekobrazku">
    <w:name w:val="Popisek_obrazku"/>
    <w:basedOn w:val="Normln"/>
    <w:rsid w:val="00636232"/>
    <w:pPr>
      <w:pBdr>
        <w:top w:val="single" w:sz="4" w:space="1" w:color="808080" w:shadow="1"/>
        <w:left w:val="single" w:sz="4" w:space="4" w:color="808080" w:shadow="1"/>
        <w:bottom w:val="single" w:sz="4" w:space="1" w:color="808080" w:shadow="1"/>
        <w:right w:val="single" w:sz="4" w:space="4" w:color="808080" w:shadow="1"/>
      </w:pBdr>
      <w:shd w:val="clear" w:color="auto" w:fill="F3F3F3"/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soubor">
    <w:name w:val="soubor"/>
    <w:rsid w:val="00636232"/>
    <w:rPr>
      <w:u w:val="double" w:color="0000FF"/>
    </w:rPr>
  </w:style>
  <w:style w:type="paragraph" w:customStyle="1" w:styleId="Doprava">
    <w:name w:val="Doprava"/>
    <w:basedOn w:val="Normln"/>
    <w:qFormat/>
    <w:rsid w:val="00636232"/>
    <w:pPr>
      <w:spacing w:after="240"/>
      <w:ind w:firstLine="170"/>
      <w:jc w:val="right"/>
    </w:pPr>
    <w:rPr>
      <w:rFonts w:eastAsia="Times New Roman"/>
      <w:szCs w:val="20"/>
      <w:lang w:bidi="ar-SA"/>
    </w:rPr>
  </w:style>
  <w:style w:type="paragraph" w:customStyle="1" w:styleId="Grantovapodpora">
    <w:name w:val="Grantova_podpora"/>
    <w:basedOn w:val="Edicnikomentar"/>
    <w:rsid w:val="00636232"/>
    <w:pPr>
      <w:shd w:val="clear" w:color="auto" w:fill="DAEEF3"/>
    </w:pPr>
  </w:style>
  <w:style w:type="paragraph" w:customStyle="1" w:styleId="Komercnititul">
    <w:name w:val="Komercni_titul"/>
    <w:basedOn w:val="Edicnikomentar"/>
    <w:next w:val="Edicnikomentar"/>
    <w:rsid w:val="00636232"/>
    <w:pPr>
      <w:pBdr>
        <w:top w:val="single" w:sz="2" w:space="8" w:color="auto" w:shadow="1"/>
        <w:left w:val="single" w:sz="2" w:space="8" w:color="auto" w:shadow="1"/>
        <w:bottom w:val="single" w:sz="2" w:space="8" w:color="auto" w:shadow="1"/>
        <w:right w:val="single" w:sz="2" w:space="8" w:color="auto" w:shadow="1"/>
      </w:pBdr>
      <w:outlineLvl w:val="0"/>
    </w:pPr>
    <w:rPr>
      <w:b/>
      <w:color w:val="17365D"/>
      <w:sz w:val="32"/>
    </w:rPr>
  </w:style>
  <w:style w:type="character" w:customStyle="1" w:styleId="textovyorientatorcizijazyk">
    <w:name w:val="textovy_orientator_cizi_jazyk"/>
    <w:rsid w:val="00636232"/>
    <w:rPr>
      <w:bdr w:val="wave" w:sz="6" w:space="0" w:color="auto" w:shadow="1"/>
      <w:shd w:val="clear" w:color="auto" w:fill="FFCC00"/>
    </w:rPr>
  </w:style>
  <w:style w:type="character" w:customStyle="1" w:styleId="zivezahlavicizijazyk">
    <w:name w:val="zive_zahlavi_cizi_jazyk"/>
    <w:rsid w:val="00636232"/>
    <w:rPr>
      <w:bdr w:val="wave" w:sz="6" w:space="0" w:color="auto" w:shadow="1"/>
      <w:shd w:val="clear" w:color="auto" w:fill="FFFFCC"/>
    </w:rPr>
  </w:style>
  <w:style w:type="character" w:customStyle="1" w:styleId="pripisekinterlinearnimladsicizijazyk">
    <w:name w:val="pripisek_interlinearni_mladsi_cizi_jazyk"/>
    <w:rsid w:val="00636232"/>
    <w:rPr>
      <w:bdr w:val="dashed" w:sz="12" w:space="0" w:color="auto" w:shadow="1"/>
      <w:shd w:val="clear" w:color="auto" w:fill="FFCC00"/>
    </w:rPr>
  </w:style>
  <w:style w:type="character" w:customStyle="1" w:styleId="pripisekinterlinearnisoudobycizijazyk">
    <w:name w:val="pripisek_interlinearni_soudoby_cizi_jazyk"/>
    <w:rsid w:val="00636232"/>
    <w:rPr>
      <w:bdr w:val="dashed" w:sz="12" w:space="0" w:color="auto"/>
      <w:shd w:val="clear" w:color="auto" w:fill="FFCC00"/>
    </w:rPr>
  </w:style>
  <w:style w:type="character" w:customStyle="1" w:styleId="pripisekmarginalnimladsicizijazyk">
    <w:name w:val="pripisek_marginalni_mladsi_cizi_jazyk"/>
    <w:rsid w:val="00636232"/>
    <w:rPr>
      <w:bdr w:val="double" w:sz="12" w:space="0" w:color="auto" w:shadow="1"/>
      <w:shd w:val="clear" w:color="auto" w:fill="FFCC00"/>
    </w:rPr>
  </w:style>
  <w:style w:type="character" w:customStyle="1" w:styleId="pripisekmarginalnisoudobycizijazyk">
    <w:name w:val="pripisek_marginalni_soudoby_cizi_jazyk"/>
    <w:rsid w:val="00636232"/>
    <w:rPr>
      <w:bdr w:val="double" w:sz="12" w:space="0" w:color="auto"/>
      <w:shd w:val="clear" w:color="auto" w:fill="FFCC00"/>
    </w:rPr>
  </w:style>
  <w:style w:type="character" w:customStyle="1" w:styleId="internipoznamkahorniindex">
    <w:name w:val="interni_poznamka_horni_index"/>
    <w:rsid w:val="00636232"/>
    <w:rPr>
      <w:color w:val="auto"/>
      <w:bdr w:val="single" w:sz="4" w:space="0" w:color="auto"/>
      <w:shd w:val="clear" w:color="auto" w:fill="99FF66"/>
      <w:vertAlign w:val="superscript"/>
    </w:rPr>
  </w:style>
  <w:style w:type="character" w:customStyle="1" w:styleId="transliteracehorniindex">
    <w:name w:val="transliterace_horni_index"/>
    <w:rsid w:val="00636232"/>
    <w:rPr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pripisekinterlinearnimladsihorniindex">
    <w:name w:val="pripisek_interlinearni_mladsi_horni_index"/>
    <w:rsid w:val="00636232"/>
    <w:rPr>
      <w:bdr w:val="dashed" w:sz="2" w:space="0" w:color="auto" w:shadow="1"/>
      <w:shd w:val="clear" w:color="auto" w:fill="FFCC00"/>
      <w:vertAlign w:val="superscript"/>
    </w:rPr>
  </w:style>
  <w:style w:type="character" w:customStyle="1" w:styleId="pripisekinterlinearnimladsicizijazykhorniindex">
    <w:name w:val="pripisek_interlinearni_mladsi_cizi_jazyk_horni_index"/>
    <w:rsid w:val="00636232"/>
    <w:rPr>
      <w:bdr w:val="dashed" w:sz="12" w:space="0" w:color="auto" w:shadow="1"/>
      <w:shd w:val="clear" w:color="auto" w:fill="FFCC00"/>
      <w:vertAlign w:val="superscript"/>
    </w:rPr>
  </w:style>
  <w:style w:type="character" w:customStyle="1" w:styleId="pripisekinterlinearnisoudobyhorniindex">
    <w:name w:val="pripisek_interlinearni_soudoby_horni_index"/>
    <w:rsid w:val="00636232"/>
    <w:rPr>
      <w:bdr w:val="dashed" w:sz="2" w:space="0" w:color="auto"/>
      <w:shd w:val="clear" w:color="auto" w:fill="FFCC00"/>
      <w:vertAlign w:val="superscript"/>
    </w:rPr>
  </w:style>
  <w:style w:type="character" w:customStyle="1" w:styleId="pripisekinterlinearnisoudobycizijazykhorniindex">
    <w:name w:val="pripisek_interlinearni_soudoby_cizi_jazyk_horni_index"/>
    <w:rsid w:val="00636232"/>
    <w:rPr>
      <w:bdr w:val="dashed" w:sz="12" w:space="0" w:color="auto"/>
      <w:shd w:val="clear" w:color="auto" w:fill="FFCC00"/>
      <w:vertAlign w:val="superscript"/>
    </w:rPr>
  </w:style>
  <w:style w:type="character" w:customStyle="1" w:styleId="pripisekmarginalnimladsihorniindex">
    <w:name w:val="pripisek_marginalni_mladsi_horni_index"/>
    <w:rsid w:val="00636232"/>
    <w:rPr>
      <w:bdr w:val="double" w:sz="2" w:space="0" w:color="auto" w:shadow="1"/>
      <w:shd w:val="clear" w:color="auto" w:fill="FFCC00"/>
      <w:vertAlign w:val="superscript"/>
    </w:rPr>
  </w:style>
  <w:style w:type="character" w:customStyle="1" w:styleId="pripisekmarginalnimladsicizijazykhorniindex">
    <w:name w:val="pripisek_marginalni_mladsi_cizi_jazyk_horni_index"/>
    <w:rsid w:val="00636232"/>
    <w:rPr>
      <w:bdr w:val="double" w:sz="12" w:space="0" w:color="auto" w:shadow="1"/>
      <w:shd w:val="clear" w:color="auto" w:fill="FFCC00"/>
      <w:vertAlign w:val="superscript"/>
    </w:rPr>
  </w:style>
  <w:style w:type="character" w:customStyle="1" w:styleId="pripisekmarginalnisoudobyhorniindex">
    <w:name w:val="pripisek_marginalni_soudoby_horni_index"/>
    <w:rsid w:val="00636232"/>
    <w:rPr>
      <w:bdr w:val="double" w:sz="4" w:space="0" w:color="auto"/>
      <w:shd w:val="clear" w:color="auto" w:fill="FFCC00"/>
      <w:vertAlign w:val="superscript"/>
    </w:rPr>
  </w:style>
  <w:style w:type="character" w:customStyle="1" w:styleId="pripisekmarginalnisoudobycizijazykhorniindex">
    <w:name w:val="pripisek_marginalni_soudoby_cizi_jazyk_horni_index"/>
    <w:rsid w:val="00636232"/>
    <w:rPr>
      <w:bdr w:val="double" w:sz="12" w:space="0" w:color="auto"/>
      <w:shd w:val="clear" w:color="auto" w:fill="FFCC00"/>
      <w:vertAlign w:val="superscript"/>
    </w:rPr>
  </w:style>
  <w:style w:type="character" w:customStyle="1" w:styleId="textovyorientatorhorniindex">
    <w:name w:val="textovy_orientator_horni_index"/>
    <w:rsid w:val="00636232"/>
    <w:rPr>
      <w:bdr w:val="wave" w:sz="6" w:space="0" w:color="auto"/>
      <w:shd w:val="clear" w:color="auto" w:fill="FFCC00"/>
      <w:vertAlign w:val="superscript"/>
    </w:rPr>
  </w:style>
  <w:style w:type="character" w:customStyle="1" w:styleId="textovyorientatorcizijazykhorniindex">
    <w:name w:val="textovy_orientator_cizi_jazyk_horni_index"/>
    <w:rsid w:val="00636232"/>
    <w:rPr>
      <w:bdr w:val="wave" w:sz="6" w:space="0" w:color="auto" w:shadow="1"/>
      <w:shd w:val="clear" w:color="auto" w:fill="FFCC00"/>
      <w:vertAlign w:val="superscript"/>
    </w:rPr>
  </w:style>
  <w:style w:type="character" w:customStyle="1" w:styleId="zivezahlavihorniindex">
    <w:name w:val="zive_zahlavi_horni_index"/>
    <w:rsid w:val="00636232"/>
    <w:rPr>
      <w:bdr w:val="wave" w:sz="6" w:space="0" w:color="auto"/>
      <w:shd w:val="clear" w:color="auto" w:fill="FFFFCC"/>
      <w:vertAlign w:val="superscript"/>
    </w:rPr>
  </w:style>
  <w:style w:type="character" w:customStyle="1" w:styleId="zivezahlavicizijazykhorniindex">
    <w:name w:val="zive_zahlavi_cizi_jazyk_horni_index"/>
    <w:rsid w:val="00636232"/>
    <w:rPr>
      <w:bdr w:val="wave" w:sz="6" w:space="0" w:color="auto" w:shadow="1"/>
      <w:shd w:val="clear" w:color="auto" w:fill="FFFFCC"/>
      <w:vertAlign w:val="superscript"/>
    </w:rPr>
  </w:style>
  <w:style w:type="character" w:customStyle="1" w:styleId="cizijazykdoplnenytext">
    <w:name w:val="cizi_jazyk_doplneny_text"/>
    <w:rsid w:val="00636232"/>
    <w:rPr>
      <w:bdr w:val="single" w:sz="2" w:space="0" w:color="808080" w:shadow="1"/>
      <w:shd w:val="clear" w:color="auto" w:fill="FF0000"/>
    </w:rPr>
  </w:style>
  <w:style w:type="character" w:customStyle="1" w:styleId="popisekkobrazku">
    <w:name w:val="popisek_k_obrazku"/>
    <w:rsid w:val="00636232"/>
    <w:rPr>
      <w:color w:val="auto"/>
      <w:u w:val="single" w:color="E36C0A"/>
      <w:bdr w:val="none" w:sz="0" w:space="0" w:color="auto"/>
      <w:shd w:val="clear" w:color="auto" w:fill="F2F2F2"/>
    </w:rPr>
  </w:style>
  <w:style w:type="character" w:customStyle="1" w:styleId="tucne">
    <w:name w:val="tucne"/>
    <w:rsid w:val="00636232"/>
    <w:rPr>
      <w:b/>
    </w:rPr>
  </w:style>
  <w:style w:type="paragraph" w:customStyle="1" w:styleId="Hlavickastred">
    <w:name w:val="Hlavicka_stred"/>
    <w:basedOn w:val="Hlavicka"/>
    <w:rsid w:val="00636232"/>
    <w:pPr>
      <w:jc w:val="center"/>
    </w:pPr>
  </w:style>
  <w:style w:type="character" w:customStyle="1" w:styleId="identifikator">
    <w:name w:val="identifikator"/>
    <w:rsid w:val="00636232"/>
    <w:rPr>
      <w:bdr w:val="single" w:sz="12" w:space="0" w:color="365F91"/>
      <w:shd w:val="clear" w:color="auto" w:fill="DBE5F1"/>
    </w:rPr>
  </w:style>
  <w:style w:type="paragraph" w:customStyle="1" w:styleId="EdicnikomentarNadpis">
    <w:name w:val="Edicni_komentar_Nadpis"/>
    <w:basedOn w:val="Edicnikomentar"/>
    <w:next w:val="Edicnikomentar"/>
    <w:rsid w:val="00636232"/>
    <w:pPr>
      <w:contextualSpacing/>
      <w:outlineLvl w:val="0"/>
    </w:pPr>
    <w:rPr>
      <w:b/>
      <w:sz w:val="28"/>
    </w:rPr>
  </w:style>
  <w:style w:type="paragraph" w:customStyle="1" w:styleId="EdicnikomentarPodnadpis">
    <w:name w:val="Edicni_komentar_Podnadpis"/>
    <w:basedOn w:val="Edicnikomentar"/>
    <w:next w:val="Edicnikomentar"/>
    <w:rsid w:val="00636232"/>
    <w:pPr>
      <w:contextualSpacing/>
      <w:outlineLvl w:val="1"/>
    </w:pPr>
    <w:rPr>
      <w:b/>
    </w:rPr>
  </w:style>
  <w:style w:type="character" w:customStyle="1" w:styleId="skrt">
    <w:name w:val="skrt"/>
    <w:rsid w:val="00636232"/>
    <w:rPr>
      <w:strike w:val="0"/>
      <w:dstrike/>
    </w:rPr>
  </w:style>
  <w:style w:type="character" w:customStyle="1" w:styleId="nahrazeni">
    <w:name w:val="nahrazeni"/>
    <w:rsid w:val="00636232"/>
    <w:rPr>
      <w:bdr w:val="none" w:sz="0" w:space="0" w:color="auto"/>
      <w:shd w:val="clear" w:color="auto" w:fill="FFFF00"/>
    </w:rPr>
  </w:style>
  <w:style w:type="paragraph" w:styleId="Textbubliny">
    <w:name w:val="Balloon Text"/>
    <w:basedOn w:val="Normln"/>
    <w:link w:val="TextbublinyChar"/>
    <w:semiHidden/>
    <w:unhideWhenUsed/>
    <w:locked/>
    <w:rsid w:val="00636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636232"/>
    <w:rPr>
      <w:rFonts w:ascii="Tahoma" w:eastAsia="Calibri" w:hAnsi="Tahoma" w:cs="Tahoma"/>
      <w:noProof/>
      <w:sz w:val="16"/>
      <w:szCs w:val="16"/>
      <w:lang w:bidi="cs-CZ"/>
    </w:rPr>
  </w:style>
  <w:style w:type="paragraph" w:customStyle="1" w:styleId="Versodsazeni1">
    <w:name w:val="Vers_odsazeni_1"/>
    <w:basedOn w:val="Vers"/>
    <w:rsid w:val="00636232"/>
    <w:pPr>
      <w:ind w:firstLine="851"/>
    </w:pPr>
  </w:style>
  <w:style w:type="paragraph" w:customStyle="1" w:styleId="Versodsazeni2">
    <w:name w:val="Vers_odsazeni_2"/>
    <w:basedOn w:val="Vers"/>
    <w:rsid w:val="00636232"/>
    <w:pPr>
      <w:ind w:firstLine="1701"/>
    </w:pPr>
  </w:style>
  <w:style w:type="character" w:customStyle="1" w:styleId="marginalnipoznamka">
    <w:name w:val="marginalni_poznamka"/>
    <w:rsid w:val="00636232"/>
    <w:rPr>
      <w:bdr w:val="dotted" w:sz="2" w:space="0" w:color="92CDDC"/>
      <w:shd w:val="clear" w:color="auto" w:fill="B6DDE8"/>
    </w:rPr>
  </w:style>
  <w:style w:type="character" w:customStyle="1" w:styleId="marginalnipoznamkacizijazyk">
    <w:name w:val="marginalni_poznamka_cizi_jazyk"/>
    <w:rsid w:val="00636232"/>
    <w:rPr>
      <w:bdr w:val="dashSmallGap" w:sz="4" w:space="0" w:color="auto" w:shadow="1"/>
      <w:shd w:val="clear" w:color="auto" w:fill="B6DDE8"/>
    </w:rPr>
  </w:style>
  <w:style w:type="character" w:customStyle="1" w:styleId="marginalnipoznamkahorniindex">
    <w:name w:val="marginalni_poznamka_horni_index"/>
    <w:rsid w:val="00636232"/>
    <w:rPr>
      <w:bdr w:val="dotted" w:sz="2" w:space="0" w:color="92CDDC"/>
      <w:shd w:val="clear" w:color="auto" w:fill="B6DDE8"/>
      <w:vertAlign w:val="superscript"/>
    </w:rPr>
  </w:style>
  <w:style w:type="character" w:customStyle="1" w:styleId="marginalnipoznamkacizijazykhorniindex">
    <w:name w:val="marginalni_poznamka_cizi_jazyk_horni_index"/>
    <w:rsid w:val="00636232"/>
    <w:rPr>
      <w:bdr w:val="dashSmallGap" w:sz="4" w:space="0" w:color="auto" w:shadow="1"/>
      <w:shd w:val="clear" w:color="auto" w:fill="B6DDE8"/>
      <w:vertAlign w:val="superscript"/>
    </w:rPr>
  </w:style>
  <w:style w:type="paragraph" w:customStyle="1" w:styleId="Marginalninadpis">
    <w:name w:val="Marginalni_nadpis"/>
    <w:basedOn w:val="Nadpis"/>
    <w:next w:val="Normln"/>
    <w:rsid w:val="00636232"/>
    <w:pPr>
      <w:pBdr>
        <w:left w:val="single" w:sz="48" w:space="9" w:color="B6DDE8"/>
      </w:pBdr>
      <w:ind w:left="170"/>
    </w:pPr>
  </w:style>
  <w:style w:type="paragraph" w:customStyle="1" w:styleId="Signet">
    <w:name w:val="Signet"/>
    <w:basedOn w:val="Normln"/>
    <w:next w:val="Normln"/>
    <w:rsid w:val="00636232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  <w:lang w:bidi="ar-SA"/>
    </w:rPr>
  </w:style>
  <w:style w:type="paragraph" w:customStyle="1" w:styleId="Adresat">
    <w:name w:val="Adresat"/>
    <w:basedOn w:val="Normln"/>
    <w:next w:val="Normln"/>
    <w:rsid w:val="00636232"/>
    <w:pPr>
      <w:pBdr>
        <w:top w:val="single" w:sz="2" w:space="1" w:color="C2D69B"/>
        <w:left w:val="single" w:sz="2" w:space="4" w:color="C2D69B"/>
        <w:bottom w:val="single" w:sz="2" w:space="1" w:color="C2D69B"/>
        <w:right w:val="single" w:sz="2" w:space="4" w:color="C2D69B"/>
      </w:pBdr>
      <w:shd w:val="clear" w:color="auto" w:fill="EAF1DD"/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cestina">
    <w:name w:val="cestina"/>
    <w:uiPriority w:val="1"/>
    <w:rsid w:val="00636232"/>
  </w:style>
  <w:style w:type="character" w:customStyle="1" w:styleId="mezitextovyodkaz">
    <w:name w:val="mezitextovy_odkaz"/>
    <w:uiPriority w:val="1"/>
    <w:rsid w:val="00636232"/>
    <w:rPr>
      <w:bdr w:val="dotted" w:sz="4" w:space="0" w:color="auto"/>
      <w:shd w:val="clear" w:color="auto" w:fill="ECF2FE"/>
    </w:rPr>
  </w:style>
  <w:style w:type="character" w:customStyle="1" w:styleId="mezitextovyodkazmarginalni">
    <w:name w:val="mezitextovy_odkaz_marginalni"/>
    <w:uiPriority w:val="1"/>
    <w:rsid w:val="00636232"/>
    <w:rPr>
      <w:bdr w:val="dotted" w:sz="4" w:space="0" w:color="auto"/>
      <w:shd w:val="clear" w:color="auto" w:fill="FCFCCC"/>
    </w:rPr>
  </w:style>
  <w:style w:type="character" w:customStyle="1" w:styleId="kustod">
    <w:name w:val="kustod"/>
    <w:uiPriority w:val="1"/>
    <w:rsid w:val="00636232"/>
    <w:rPr>
      <w:bdr w:val="dashed" w:sz="12" w:space="0" w:color="984806"/>
    </w:rPr>
  </w:style>
  <w:style w:type="character" w:customStyle="1" w:styleId="transliteracecizijazykhorniindex">
    <w:name w:val="transliterace_cizi_jazyk_horni_index"/>
    <w:uiPriority w:val="1"/>
    <w:rsid w:val="00636232"/>
    <w:rPr>
      <w:noProof/>
      <w:bdr w:val="single" w:sz="4" w:space="0" w:color="auto" w:shadow="1"/>
      <w:shd w:val="clear" w:color="auto" w:fill="00FFFF"/>
      <w:vertAlign w:val="superscript"/>
      <w:lang w:val="la-Latn"/>
    </w:rPr>
  </w:style>
  <w:style w:type="character" w:customStyle="1" w:styleId="transliteracerozepsanizkratkyhorniindex">
    <w:name w:val="transliterace_rozepsani_zkratky_horni_index"/>
    <w:uiPriority w:val="1"/>
    <w:rsid w:val="00636232"/>
    <w:rPr>
      <w:i/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transliteracezkratka">
    <w:name w:val="transliterace_zkratka"/>
    <w:uiPriority w:val="1"/>
    <w:rsid w:val="00636232"/>
    <w:rPr>
      <w:noProof/>
      <w:bdr w:val="dotDash" w:sz="4" w:space="0" w:color="auto"/>
      <w:shd w:val="clear" w:color="auto" w:fill="DAEEF3"/>
      <w:lang w:val="cs-CZ"/>
    </w:rPr>
  </w:style>
  <w:style w:type="character" w:customStyle="1" w:styleId="transliteracezkratkahorniindex">
    <w:name w:val="transliterace_zkratka_horni_index"/>
    <w:uiPriority w:val="1"/>
    <w:rsid w:val="00636232"/>
    <w:rPr>
      <w:i w:val="0"/>
      <w:noProof/>
      <w:bdr w:val="single" w:sz="4" w:space="0" w:color="auto"/>
      <w:shd w:val="clear" w:color="auto" w:fill="DAEEF3"/>
      <w:vertAlign w:val="superscript"/>
      <w:lang w:val="cs-CZ"/>
    </w:rPr>
  </w:style>
  <w:style w:type="character" w:customStyle="1" w:styleId="internipoznamkapreskrtnute">
    <w:name w:val="interni_poznamka_preskrtnute"/>
    <w:uiPriority w:val="1"/>
    <w:rsid w:val="00636232"/>
    <w:rPr>
      <w:strike/>
      <w:color w:val="auto"/>
      <w:bdr w:val="single" w:sz="4" w:space="0" w:color="auto"/>
      <w:shd w:val="clear" w:color="auto" w:fill="99FF66"/>
    </w:rPr>
  </w:style>
  <w:style w:type="character" w:customStyle="1" w:styleId="poznamkapreskrtnute">
    <w:name w:val="poznamka_preskrtnute"/>
    <w:uiPriority w:val="1"/>
    <w:rsid w:val="00636232"/>
    <w:rPr>
      <w:strike/>
      <w:bdr w:val="none" w:sz="0" w:space="0" w:color="auto"/>
      <w:shd w:val="clear" w:color="auto" w:fill="CC99FF"/>
      <w:lang w:val="cs-CZ"/>
    </w:rPr>
  </w:style>
  <w:style w:type="character" w:customStyle="1" w:styleId="transliteracepreskrtnute">
    <w:name w:val="transliterace_preskrtnute"/>
    <w:uiPriority w:val="1"/>
    <w:rsid w:val="00636232"/>
    <w:rPr>
      <w:strike/>
      <w:noProof/>
      <w:bdr w:val="dotted" w:sz="4" w:space="0" w:color="auto"/>
      <w:shd w:val="clear" w:color="auto" w:fill="00FFFF"/>
      <w:lang w:val="cs-CZ"/>
    </w:rPr>
  </w:style>
  <w:style w:type="character" w:customStyle="1" w:styleId="pramenpreskrtnute">
    <w:name w:val="pramen_preskrtnute"/>
    <w:uiPriority w:val="1"/>
    <w:rsid w:val="00636232"/>
    <w:rPr>
      <w:strike/>
      <w:color w:val="FFFFFF"/>
      <w:bdr w:val="none" w:sz="0" w:space="0" w:color="auto"/>
      <w:shd w:val="clear" w:color="auto" w:fill="0000FF"/>
    </w:rPr>
  </w:style>
  <w:style w:type="paragraph" w:customStyle="1" w:styleId="Impresum">
    <w:name w:val="Impresum"/>
    <w:basedOn w:val="Normln"/>
    <w:next w:val="Normln"/>
    <w:rsid w:val="00636232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horniindex">
    <w:name w:val="horni_index"/>
    <w:uiPriority w:val="1"/>
    <w:rsid w:val="00636232"/>
    <w:rPr>
      <w:vertAlign w:val="superscript"/>
    </w:rPr>
  </w:style>
  <w:style w:type="character" w:customStyle="1" w:styleId="rekonstrukce">
    <w:name w:val="rekonstrukce"/>
    <w:uiPriority w:val="1"/>
    <w:rsid w:val="00636232"/>
    <w:rPr>
      <w:color w:val="auto"/>
      <w:bdr w:val="dotted" w:sz="4" w:space="0" w:color="auto"/>
      <w:shd w:val="clear" w:color="FDE9D9" w:fill="D6E3BC"/>
    </w:rPr>
  </w:style>
  <w:style w:type="character" w:customStyle="1" w:styleId="rekonstrukcecizijazyk">
    <w:name w:val="rekonstrukce_cizi_jazyk"/>
    <w:uiPriority w:val="1"/>
    <w:rsid w:val="00636232"/>
    <w:rPr>
      <w:color w:val="auto"/>
      <w:bdr w:val="single" w:sz="4" w:space="0" w:color="auto" w:shadow="1"/>
      <w:shd w:val="clear" w:color="FDE9D9" w:fill="D6E3BC"/>
    </w:rPr>
  </w:style>
  <w:style w:type="character" w:customStyle="1" w:styleId="pripisekmarginalnimladsitorzo">
    <w:name w:val="pripisek_marginalni_mladsi_torzo"/>
    <w:uiPriority w:val="1"/>
    <w:rsid w:val="00636232"/>
    <w:rPr>
      <w:strike/>
      <w:dstrike w:val="0"/>
      <w:bdr w:val="double" w:sz="2" w:space="0" w:color="auto" w:shadow="1"/>
      <w:shd w:val="clear" w:color="auto" w:fill="FFCC00"/>
    </w:rPr>
  </w:style>
  <w:style w:type="character" w:customStyle="1" w:styleId="pripisekmarginalnimladsidoplnenytext">
    <w:name w:val="pripisek_marginalni_mladsi_doplneny_text"/>
    <w:uiPriority w:val="1"/>
    <w:rsid w:val="00636232"/>
    <w:rPr>
      <w:color w:val="FFFFFF"/>
      <w:bdr w:val="double" w:sz="2" w:space="0" w:color="auto" w:shadow="1"/>
      <w:shd w:val="clear" w:color="auto" w:fill="FF0000"/>
    </w:rPr>
  </w:style>
  <w:style w:type="character" w:customStyle="1" w:styleId="prolozene">
    <w:name w:val="prolozene"/>
    <w:uiPriority w:val="1"/>
    <w:rsid w:val="00636232"/>
    <w:rPr>
      <w:spacing w:val="50"/>
    </w:rPr>
  </w:style>
  <w:style w:type="character" w:customStyle="1" w:styleId="prolozenakurziva">
    <w:name w:val="prolozena_kurziva"/>
    <w:uiPriority w:val="1"/>
    <w:rsid w:val="00636232"/>
    <w:rPr>
      <w:i/>
      <w:spacing w:val="50"/>
    </w:rPr>
  </w:style>
  <w:style w:type="paragraph" w:customStyle="1" w:styleId="Nastred">
    <w:name w:val="Na_stred"/>
    <w:basedOn w:val="Normln"/>
    <w:rsid w:val="00636232"/>
    <w:pPr>
      <w:spacing w:after="240"/>
      <w:ind w:firstLine="170"/>
      <w:jc w:val="center"/>
    </w:pPr>
    <w:rPr>
      <w:rFonts w:eastAsia="Times New Roman"/>
      <w:szCs w:val="20"/>
      <w:lang w:bidi="ar-SA"/>
    </w:rPr>
  </w:style>
  <w:style w:type="character" w:customStyle="1" w:styleId="podtrzene">
    <w:name w:val="podtrzene"/>
    <w:uiPriority w:val="1"/>
    <w:rsid w:val="00636232"/>
    <w:rPr>
      <w:u w:val="single"/>
    </w:rPr>
  </w:style>
  <w:style w:type="character" w:customStyle="1" w:styleId="popisekkobrazkudoplnenytext">
    <w:name w:val="popisek_k_obrazku_doplneny_text"/>
    <w:uiPriority w:val="1"/>
    <w:rsid w:val="00636232"/>
    <w:rPr>
      <w:color w:val="FFFFFF"/>
      <w:u w:val="single" w:color="E36C0A"/>
      <w:bdr w:val="none" w:sz="0" w:space="0" w:color="auto"/>
      <w:shd w:val="clear" w:color="auto" w:fill="FF0000"/>
    </w:rPr>
  </w:style>
  <w:style w:type="character" w:customStyle="1" w:styleId="popisekkobrazkurekonstrukce">
    <w:name w:val="popisek_k_obrazku_rekonstrukce"/>
    <w:uiPriority w:val="1"/>
    <w:rsid w:val="00636232"/>
    <w:rPr>
      <w:color w:val="auto"/>
      <w:u w:val="single" w:color="E36C0A"/>
      <w:bdr w:val="dotted" w:sz="4" w:space="0" w:color="auto"/>
      <w:shd w:val="clear" w:color="auto" w:fill="D6E3BC"/>
    </w:rPr>
  </w:style>
  <w:style w:type="paragraph" w:customStyle="1" w:styleId="Pismeno">
    <w:name w:val="Pismeno"/>
    <w:rsid w:val="00636232"/>
    <w:pPr>
      <w:jc w:val="center"/>
      <w:outlineLvl w:val="0"/>
    </w:pPr>
    <w:rPr>
      <w:rFonts w:ascii="Arial" w:hAnsi="Arial" w:cs="Arial"/>
      <w:b/>
      <w:bCs/>
      <w:color w:val="FF0000"/>
      <w:sz w:val="32"/>
      <w:szCs w:val="26"/>
    </w:rPr>
  </w:style>
  <w:style w:type="character" w:customStyle="1" w:styleId="popisekkobrazkucizijazyk">
    <w:name w:val="popisek_k_obrazku_cizi_jazyk"/>
    <w:uiPriority w:val="1"/>
    <w:rsid w:val="00636232"/>
    <w:rPr>
      <w:color w:val="auto"/>
      <w:u w:val="single" w:color="E36C0A"/>
      <w:bdr w:val="double" w:sz="2" w:space="0" w:color="808080"/>
      <w:shd w:val="clear" w:color="auto" w:fill="F2F2F2"/>
    </w:rPr>
  </w:style>
  <w:style w:type="paragraph" w:customStyle="1" w:styleId="Predmluva">
    <w:name w:val="Predmluva"/>
    <w:basedOn w:val="Normln"/>
    <w:next w:val="Normln"/>
    <w:rsid w:val="00636232"/>
    <w:pPr>
      <w:pBdr>
        <w:top w:val="single" w:sz="4" w:space="1" w:color="F79646" w:themeColor="accent6"/>
        <w:left w:val="single" w:sz="4" w:space="4" w:color="F79646" w:themeColor="accent6"/>
        <w:bottom w:val="single" w:sz="4" w:space="1" w:color="F79646" w:themeColor="accent6"/>
        <w:right w:val="single" w:sz="4" w:space="4" w:color="F79646" w:themeColor="accent6"/>
      </w:pBdr>
      <w:shd w:val="clear" w:color="auto" w:fill="FDE9D9" w:themeFill="accent6" w:themeFillTint="33"/>
    </w:pPr>
  </w:style>
  <w:style w:type="character" w:customStyle="1" w:styleId="pripisekmarginalnisoudobytorzo">
    <w:name w:val="pripisek_marginalni_soudoby_torzo"/>
    <w:basedOn w:val="pripisekmarginalnisoudoby"/>
    <w:uiPriority w:val="1"/>
    <w:rsid w:val="00636232"/>
    <w:rPr>
      <w:strike/>
      <w:dstrike w:val="0"/>
      <w:bdr w:val="double" w:sz="4" w:space="0" w:color="auto"/>
      <w:shd w:val="clear" w:color="auto" w:fill="FFCC00"/>
    </w:rPr>
  </w:style>
  <w:style w:type="character" w:customStyle="1" w:styleId="pripisekmarginalnisoudobydoplnenytext">
    <w:name w:val="pripisek_marginalni_soudoby_doplneny_text"/>
    <w:basedOn w:val="pripisekmarginalnisoudoby"/>
    <w:uiPriority w:val="1"/>
    <w:rsid w:val="00636232"/>
    <w:rPr>
      <w:bdr w:val="double" w:sz="4" w:space="0" w:color="auto"/>
      <w:shd w:val="clear" w:color="auto" w:fill="FF0000"/>
    </w:rPr>
  </w:style>
  <w:style w:type="character" w:customStyle="1" w:styleId="pripisekinterlinearnisoudobytorzo">
    <w:name w:val="pripisek_interlinearni_soudoby_torzo"/>
    <w:basedOn w:val="pripisekinterlinearnisoudoby"/>
    <w:uiPriority w:val="1"/>
    <w:rsid w:val="00636232"/>
    <w:rPr>
      <w:strike/>
      <w:dstrike w:val="0"/>
      <w:bdr w:val="dashed" w:sz="2" w:space="0" w:color="auto"/>
      <w:shd w:val="clear" w:color="auto" w:fill="FFCC00"/>
    </w:rPr>
  </w:style>
  <w:style w:type="character" w:customStyle="1" w:styleId="pripisekinterlinearnisoudobydoplnenytext">
    <w:name w:val="pripisek_interlinearni_soudoby_doplneny_text"/>
    <w:basedOn w:val="pripisekinterlinearnisoudoby"/>
    <w:uiPriority w:val="1"/>
    <w:rsid w:val="00636232"/>
    <w:rPr>
      <w:bdr w:val="dashed" w:sz="2" w:space="0" w:color="auto"/>
      <w:shd w:val="clear" w:color="auto" w:fill="FF0000"/>
    </w:rPr>
  </w:style>
  <w:style w:type="character" w:customStyle="1" w:styleId="pripisekinterlinearnimladsidoplnenytext">
    <w:name w:val="pripisek_interlinearni_mladsi_doplneny_text"/>
    <w:basedOn w:val="pripisekinterlinearnimladsi"/>
    <w:uiPriority w:val="1"/>
    <w:rsid w:val="00636232"/>
    <w:rPr>
      <w:bdr w:val="dashed" w:sz="2" w:space="0" w:color="auto" w:shadow="1"/>
      <w:shd w:val="clear" w:color="auto" w:fill="FF0000"/>
    </w:rPr>
  </w:style>
  <w:style w:type="character" w:customStyle="1" w:styleId="pripisekinterlinearnimladsitorzo">
    <w:name w:val="pripisek_interlinearni_mladsi_torzo"/>
    <w:basedOn w:val="pripisekinterlinearnimladsi"/>
    <w:uiPriority w:val="1"/>
    <w:rsid w:val="00636232"/>
    <w:rPr>
      <w:strike/>
      <w:dstrike w:val="0"/>
      <w:bdr w:val="dashed" w:sz="2" w:space="0" w:color="auto" w:shadow="1"/>
      <w:shd w:val="clear" w:color="auto" w:fill="FFCC00"/>
    </w:rPr>
  </w:style>
  <w:style w:type="paragraph" w:customStyle="1" w:styleId="Marginalnipoznamka0">
    <w:name w:val="Marginalni_poznamka"/>
    <w:basedOn w:val="Normln"/>
    <w:rsid w:val="00636232"/>
    <w:pPr>
      <w:pBdr>
        <w:top w:val="single" w:sz="18" w:space="4" w:color="4BACC6" w:themeColor="accent5"/>
        <w:left w:val="single" w:sz="18" w:space="8" w:color="4BACC6" w:themeColor="accent5"/>
        <w:bottom w:val="single" w:sz="18" w:space="4" w:color="4BACC6" w:themeColor="accent5"/>
        <w:right w:val="single" w:sz="18" w:space="8" w:color="4BACC6" w:themeColor="accent5"/>
      </w:pBdr>
      <w:ind w:left="397" w:firstLine="0"/>
    </w:pPr>
  </w:style>
  <w:style w:type="character" w:customStyle="1" w:styleId="hlavickapopisek">
    <w:name w:val="hlavicka_popisek"/>
    <w:basedOn w:val="tucne"/>
    <w:uiPriority w:val="1"/>
    <w:rsid w:val="00636232"/>
    <w:rPr>
      <w:b/>
      <w:sz w:val="20"/>
    </w:rPr>
  </w:style>
  <w:style w:type="paragraph" w:styleId="Bibliografie">
    <w:name w:val="Bibliography"/>
    <w:basedOn w:val="Normln"/>
    <w:next w:val="Normln"/>
    <w:uiPriority w:val="37"/>
    <w:unhideWhenUsed/>
    <w:rsid w:val="00636232"/>
    <w:pPr>
      <w:spacing w:after="0" w:line="240" w:lineRule="auto"/>
      <w:ind w:left="170" w:hanging="170"/>
    </w:pPr>
    <w:rPr>
      <w:rFonts w:ascii="Times" w:hAnsi="Times"/>
      <w:sz w:val="22"/>
    </w:rPr>
  </w:style>
  <w:style w:type="paragraph" w:customStyle="1" w:styleId="Texttabulky">
    <w:name w:val="Text_tabulky"/>
    <w:basedOn w:val="Normln"/>
    <w:rsid w:val="00636232"/>
    <w:pPr>
      <w:spacing w:after="60" w:line="240" w:lineRule="auto"/>
      <w:ind w:firstLine="0"/>
    </w:pPr>
    <w:rPr>
      <w:sz w:val="18"/>
      <w:szCs w:val="18"/>
    </w:rPr>
  </w:style>
  <w:style w:type="paragraph" w:customStyle="1" w:styleId="Komercnititulukazka">
    <w:name w:val="Komercni_titul_ukazka"/>
    <w:basedOn w:val="Komercnititul"/>
    <w:next w:val="Normln"/>
    <w:rsid w:val="00636232"/>
    <w:pPr>
      <w:outlineLvl w:val="9"/>
    </w:pPr>
  </w:style>
  <w:style w:type="paragraph" w:customStyle="1" w:styleId="Titulukazka">
    <w:name w:val="Titul_ukazka"/>
    <w:basedOn w:val="Titul"/>
    <w:next w:val="Normln"/>
    <w:rsid w:val="00636232"/>
    <w:pPr>
      <w:outlineLvl w:val="9"/>
    </w:pPr>
  </w:style>
  <w:style w:type="paragraph" w:customStyle="1" w:styleId="Nadpisukazka">
    <w:name w:val="Nadpis_ukazka"/>
    <w:basedOn w:val="Nadpis"/>
    <w:next w:val="Normln"/>
    <w:qFormat/>
    <w:rsid w:val="00636232"/>
    <w:pPr>
      <w:outlineLvl w:val="9"/>
    </w:pPr>
  </w:style>
  <w:style w:type="paragraph" w:customStyle="1" w:styleId="Podnadpisukazka">
    <w:name w:val="Podnadpis_ukazka"/>
    <w:basedOn w:val="Podnadpis"/>
    <w:next w:val="Normln"/>
    <w:rsid w:val="00636232"/>
    <w:pPr>
      <w:outlineLvl w:val="9"/>
    </w:pPr>
  </w:style>
  <w:style w:type="character" w:styleId="Zstupntext">
    <w:name w:val="Placeholder Text"/>
    <w:basedOn w:val="Standardnpsmoodstavce"/>
    <w:uiPriority w:val="99"/>
    <w:semiHidden/>
    <w:rsid w:val="00636232"/>
    <w:rPr>
      <w:color w:val="808080"/>
      <w:sz w:val="20"/>
    </w:rPr>
  </w:style>
  <w:style w:type="character" w:customStyle="1" w:styleId="cizijazyktorzo">
    <w:name w:val="cizi_jazyk_torzo"/>
    <w:basedOn w:val="cizijazyk"/>
    <w:uiPriority w:val="1"/>
    <w:rsid w:val="00636232"/>
    <w:rPr>
      <w:strike/>
      <w:dstrike w:val="0"/>
      <w:bdr w:val="single" w:sz="2" w:space="0" w:color="808080" w:shadow="1"/>
    </w:rPr>
  </w:style>
  <w:style w:type="paragraph" w:customStyle="1" w:styleId="Titulekobrazku">
    <w:name w:val="Titulek_obrazku"/>
    <w:basedOn w:val="Normln"/>
    <w:rsid w:val="00636232"/>
    <w:pPr>
      <w:pBdr>
        <w:top w:val="single" w:sz="4" w:space="1" w:color="808080" w:shadow="1"/>
        <w:left w:val="single" w:sz="4" w:space="4" w:color="808080" w:shadow="1"/>
        <w:bottom w:val="single" w:sz="4" w:space="1" w:color="808080" w:shadow="1"/>
        <w:right w:val="single" w:sz="4" w:space="4" w:color="808080" w:shadow="1"/>
      </w:pBdr>
      <w:shd w:val="clear" w:color="auto" w:fill="F3F3F3"/>
      <w:spacing w:after="0"/>
    </w:pPr>
  </w:style>
  <w:style w:type="character" w:customStyle="1" w:styleId="delimitatorhesel">
    <w:name w:val="delimitator_hesel"/>
    <w:rsid w:val="00636232"/>
    <w:rPr>
      <w:bdr w:val="none" w:sz="0" w:space="0" w:color="auto"/>
      <w:shd w:val="clear" w:color="auto" w:fill="00B0F0"/>
    </w:rPr>
  </w:style>
  <w:style w:type="character" w:customStyle="1" w:styleId="pramenrozepsanizkratky">
    <w:name w:val="pramen_rozepsani_zkratky"/>
    <w:basedOn w:val="pramen"/>
    <w:uiPriority w:val="1"/>
    <w:qFormat/>
    <w:rsid w:val="00636232"/>
    <w:rPr>
      <w:i/>
      <w:color w:val="FFFFFF"/>
      <w:bdr w:val="none" w:sz="0" w:space="0" w:color="auto"/>
      <w:shd w:val="clear" w:color="auto" w:fill="0000FF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36232"/>
    <w:pPr>
      <w:pBdr>
        <w:bottom w:val="single" w:sz="8" w:space="4" w:color="4F81BD" w:themeColor="accent1"/>
      </w:pBdr>
      <w:spacing w:after="300" w:line="240" w:lineRule="auto"/>
      <w:ind w:firstLine="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character" w:customStyle="1" w:styleId="NzevChar">
    <w:name w:val="Název Char"/>
    <w:basedOn w:val="Standardnpsmoodstavce"/>
    <w:link w:val="Nzev"/>
    <w:uiPriority w:val="10"/>
    <w:rsid w:val="00636232"/>
    <w:rPr>
      <w:rFonts w:asciiTheme="majorHAnsi" w:eastAsiaTheme="majorEastAsia" w:hAnsiTheme="majorHAnsi" w:cstheme="majorBidi"/>
      <w:noProof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locked/>
    <w:rsid w:val="00636232"/>
    <w:pPr>
      <w:numPr>
        <w:ilvl w:val="1"/>
      </w:numPr>
      <w:spacing w:after="200" w:line="276" w:lineRule="auto"/>
      <w:ind w:firstLine="397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bidi="ar-SA"/>
    </w:rPr>
  </w:style>
  <w:style w:type="character" w:customStyle="1" w:styleId="PodtitulChar">
    <w:name w:val="Podtitul Char"/>
    <w:basedOn w:val="Standardnpsmoodstavce"/>
    <w:link w:val="Podtitul"/>
    <w:uiPriority w:val="11"/>
    <w:rsid w:val="00636232"/>
    <w:rPr>
      <w:rFonts w:asciiTheme="majorHAnsi" w:eastAsiaTheme="majorEastAsia" w:hAnsiTheme="majorHAnsi" w:cstheme="majorBidi"/>
      <w:i/>
      <w:iCs/>
      <w:noProof/>
      <w:color w:val="4F81BD" w:themeColor="accent1"/>
      <w:spacing w:val="15"/>
      <w:sz w:val="24"/>
      <w:szCs w:val="24"/>
    </w:rPr>
  </w:style>
  <w:style w:type="table" w:customStyle="1" w:styleId="Uvodnitabulka">
    <w:name w:val="Uvodni_tabulka"/>
    <w:basedOn w:val="Normlntabulka"/>
    <w:uiPriority w:val="99"/>
    <w:rsid w:val="00636232"/>
    <w:rPr>
      <w:rFonts w:ascii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</w:style>
  <w:style w:type="paragraph" w:customStyle="1" w:styleId="HlavickaVlevo">
    <w:name w:val="Hlavicka_Vlevo"/>
    <w:basedOn w:val="Hlavicka"/>
    <w:rsid w:val="00636232"/>
    <w:pPr>
      <w:jc w:val="left"/>
    </w:pPr>
  </w:style>
  <w:style w:type="paragraph" w:customStyle="1" w:styleId="Edicnikomentarruka">
    <w:name w:val="Edicni_komentar_ruka"/>
    <w:basedOn w:val="Edicnikomentar"/>
    <w:qFormat/>
    <w:rsid w:val="00636232"/>
    <w:pPr>
      <w:shd w:val="clear" w:color="auto" w:fill="EEECE1" w:themeFill="background2"/>
    </w:pPr>
  </w:style>
  <w:style w:type="paragraph" w:customStyle="1" w:styleId="Verspredmluva">
    <w:name w:val="Vers_predmluva"/>
    <w:basedOn w:val="Predmluva"/>
    <w:qFormat/>
    <w:rsid w:val="00636232"/>
    <w:pPr>
      <w:pBdr>
        <w:left w:val="wave" w:sz="6" w:space="4" w:color="F79646" w:themeColor="accent6"/>
      </w:pBdr>
    </w:pPr>
  </w:style>
  <w:style w:type="paragraph" w:customStyle="1" w:styleId="Odsazeny">
    <w:name w:val="Odsazeny"/>
    <w:basedOn w:val="Normln"/>
    <w:qFormat/>
    <w:rsid w:val="00636232"/>
    <w:pPr>
      <w:ind w:left="397"/>
    </w:pPr>
    <w:rPr>
      <w:rFonts w:eastAsia="Times New Roman"/>
      <w:noProof w:val="0"/>
      <w:lang w:bidi="ar-SA"/>
    </w:rPr>
  </w:style>
  <w:style w:type="paragraph" w:styleId="Textpoznpodarou">
    <w:name w:val="footnote text"/>
    <w:basedOn w:val="Normln"/>
    <w:link w:val="TextpoznpodarouChar"/>
    <w:semiHidden/>
    <w:unhideWhenUsed/>
    <w:locked/>
    <w:rsid w:val="00636232"/>
    <w:pPr>
      <w:spacing w:after="0" w:line="240" w:lineRule="auto"/>
    </w:pPr>
    <w:rPr>
      <w:noProof w:val="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36232"/>
    <w:rPr>
      <w:rFonts w:ascii="Times New Roman" w:eastAsia="Calibri" w:hAnsi="Times New Roman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svobodova\AppData\Roaming\Microsoft\Templates\eEd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A4157E48FDC4FE4BBF0502CED3B33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089479-FD31-4654-92DB-1E34D58D0D26}"/>
      </w:docPartPr>
      <w:docPartBody>
        <w:p w:rsidR="008F4A9C" w:rsidRDefault="0079208A">
          <w:pPr>
            <w:pStyle w:val="7A4157E48FDC4FE4BBF0502CED3B3372"/>
          </w:pPr>
          <w:r>
            <w:rPr>
              <w:rStyle w:val="Zstupntext"/>
            </w:rPr>
            <w:t>Zadejte autora (v pořadí příjmení/přídomek, jméno); více autorů oddělujte střední pomlčkou</w:t>
          </w:r>
        </w:p>
      </w:docPartBody>
    </w:docPart>
    <w:docPart>
      <w:docPartPr>
        <w:name w:val="D2CB4C37501D463B89B5A474925EC7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CB51D7-9867-42CA-8085-A30BCA10897D}"/>
      </w:docPartPr>
      <w:docPartBody>
        <w:p w:rsidR="008F4A9C" w:rsidRDefault="0079208A">
          <w:pPr>
            <w:pStyle w:val="D2CB4C37501D463B89B5A474925EC7E4"/>
          </w:pPr>
          <w:r>
            <w:rPr>
              <w:rStyle w:val="Zstupntext"/>
            </w:rPr>
            <w:t>Zadejte název či ekvivalentní označení pramene; uzuální titul vložte do hranatých závorek []</w:t>
          </w:r>
        </w:p>
      </w:docPartBody>
    </w:docPart>
    <w:docPart>
      <w:docPartPr>
        <w:name w:val="49665283B3CF4FCB888524063FC54F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4C1FBF-78C5-40B0-BF19-A3DDCECAD739}"/>
      </w:docPartPr>
      <w:docPartBody>
        <w:p w:rsidR="008F4A9C" w:rsidRDefault="0079208A">
          <w:pPr>
            <w:pStyle w:val="49665283B3CF4FCB888524063FC54F7D"/>
          </w:pPr>
          <w:r>
            <w:rPr>
              <w:rStyle w:val="Zstupntext"/>
            </w:rPr>
            <w:t>Zadejte další, obecně užívaný název díla</w:t>
          </w:r>
        </w:p>
      </w:docPartBody>
    </w:docPart>
    <w:docPart>
      <w:docPartPr>
        <w:name w:val="B2D37726B10D4B3CA1A9C98AC4160F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82BD13-422C-4DC1-B2B1-7EE59C4F4781}"/>
      </w:docPartPr>
      <w:docPartBody>
        <w:p w:rsidR="008F4A9C" w:rsidRDefault="0079208A">
          <w:pPr>
            <w:pStyle w:val="B2D37726B10D4B3CA1A9C98AC4160FE2"/>
          </w:pPr>
          <w:r>
            <w:rPr>
              <w:rStyle w:val="Zstupntext"/>
            </w:rPr>
            <w:t>Zadejte dataci pramene (nikoliv památky); používejte stanovené formulace</w:t>
          </w:r>
        </w:p>
      </w:docPartBody>
    </w:docPart>
    <w:docPart>
      <w:docPartPr>
        <w:name w:val="357C0957F87E449EBFB5CF67F71FE9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22C6EB-CE8C-4EC9-95F7-BF66FEBCB9D9}"/>
      </w:docPartPr>
      <w:docPartBody>
        <w:p w:rsidR="008F4A9C" w:rsidRDefault="0079208A">
          <w:pPr>
            <w:pStyle w:val="357C0957F87E449EBFB5CF67F71FE975"/>
          </w:pPr>
          <w:r>
            <w:rPr>
              <w:rStyle w:val="Zstupntext"/>
            </w:rPr>
            <w:t>Zadejte jméno tiskaře (v pořadí příjmení/přídomek, jméno)</w:t>
          </w:r>
        </w:p>
      </w:docPartBody>
    </w:docPart>
    <w:docPart>
      <w:docPartPr>
        <w:name w:val="B5608AD7DE804FA8BFF91C80C7477D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18A35-CCC3-42CA-8E57-16EE3461F829}"/>
      </w:docPartPr>
      <w:docPartBody>
        <w:p w:rsidR="008F4A9C" w:rsidRDefault="0079208A">
          <w:pPr>
            <w:pStyle w:val="B5608AD7DE804FA8BFF91C80C7477DD3"/>
          </w:pPr>
          <w:r>
            <w:rPr>
              <w:rStyle w:val="Zstupntext"/>
            </w:rPr>
            <w:t>Zadejte místo tisku, pokud možno v češtině (cizojazyčný název může být v závorce)</w:t>
          </w:r>
        </w:p>
      </w:docPartBody>
    </w:docPart>
    <w:docPart>
      <w:docPartPr>
        <w:name w:val="1BFB726219EB4931A2C4E7D0319027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FD776-0237-4CC0-915E-E82BD644E0E7}"/>
      </w:docPartPr>
      <w:docPartBody>
        <w:p w:rsidR="008F4A9C" w:rsidRDefault="0079208A">
          <w:pPr>
            <w:pStyle w:val="1BFB726219EB4931A2C4E7D0319027A1"/>
          </w:pPr>
          <w:r>
            <w:rPr>
              <w:rStyle w:val="Zstupntext"/>
            </w:rPr>
            <w:t>Vyberte typ předlohy</w:t>
          </w:r>
        </w:p>
      </w:docPartBody>
    </w:docPart>
    <w:docPart>
      <w:docPartPr>
        <w:name w:val="7AC24DF5C1B8446AB6CDFD3BF28483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4D74E-7B32-4FE3-A6EB-C03866FD1249}"/>
      </w:docPartPr>
      <w:docPartBody>
        <w:p w:rsidR="008F4A9C" w:rsidRDefault="0079208A">
          <w:pPr>
            <w:pStyle w:val="7AC24DF5C1B8446AB6CDFD3BF28483A8"/>
          </w:pPr>
          <w:r>
            <w:rPr>
              <w:rStyle w:val="Zstupntext"/>
            </w:rPr>
            <w:t>Vyberte nebo napište zemi, kde je předloha uložena</w:t>
          </w:r>
        </w:p>
      </w:docPartBody>
    </w:docPart>
    <w:docPart>
      <w:docPartPr>
        <w:name w:val="1EA3970346F64B569E1E7D72534301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7396D8-DE3B-4F39-9211-756D0EB39230}"/>
      </w:docPartPr>
      <w:docPartBody>
        <w:p w:rsidR="008F4A9C" w:rsidRDefault="0079208A">
          <w:pPr>
            <w:pStyle w:val="1EA3970346F64B569E1E7D7253430151"/>
          </w:pPr>
          <w:r>
            <w:rPr>
              <w:rStyle w:val="Zstupntext"/>
            </w:rPr>
            <w:t>Vyberte nebo napište město, kde se pramen nachází</w:t>
          </w:r>
        </w:p>
      </w:docPartBody>
    </w:docPart>
    <w:docPart>
      <w:docPartPr>
        <w:name w:val="28A28F1D834848498BC39AE4E5D978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48AD55-F8B7-49FF-976A-0218BE8CAB38}"/>
      </w:docPartPr>
      <w:docPartBody>
        <w:p w:rsidR="008F4A9C" w:rsidRDefault="0079208A">
          <w:pPr>
            <w:pStyle w:val="28A28F1D834848498BC39AE4E5D97869"/>
          </w:pPr>
          <w:r>
            <w:rPr>
              <w:rStyle w:val="Zstupntext"/>
            </w:rPr>
            <w:t>Vyberte nebo napište název instituce, která vlastní předlohu</w:t>
          </w:r>
        </w:p>
      </w:docPartBody>
    </w:docPart>
    <w:docPart>
      <w:docPartPr>
        <w:name w:val="7267051226314D5D98E36FDFFAC71F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043D65-EBAA-49C1-A338-E5949875EA84}"/>
      </w:docPartPr>
      <w:docPartBody>
        <w:p w:rsidR="008F4A9C" w:rsidRDefault="0079208A">
          <w:pPr>
            <w:pStyle w:val="7267051226314D5D98E36FDFFAC71FF1"/>
          </w:pPr>
          <w:r>
            <w:rPr>
              <w:rStyle w:val="Zstupntext"/>
            </w:rPr>
            <w:t>Zadejte signaturu pramene; u samostatných sbírek se uvádí i slovní či číselné označení sbírky</w:t>
          </w:r>
        </w:p>
      </w:docPartBody>
    </w:docPart>
    <w:docPart>
      <w:docPartPr>
        <w:name w:val="1A69223A485E4EAFAD2B9FE953D8F6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6AD152-F3DF-4BC0-8EE6-5E6EB0204F74}"/>
      </w:docPartPr>
      <w:docPartBody>
        <w:p w:rsidR="008F4A9C" w:rsidRDefault="0079208A">
          <w:pPr>
            <w:pStyle w:val="1A69223A485E4EAFAD2B9FE953D8F6A7"/>
          </w:pPr>
          <w:r>
            <w:rPr>
              <w:rStyle w:val="Zstupntext"/>
            </w:rPr>
            <w:t>Zadejte rozsah přepsaných stran</w:t>
          </w:r>
        </w:p>
      </w:docPartBody>
    </w:docPart>
    <w:docPart>
      <w:docPartPr>
        <w:name w:val="268F9041B7B4415896BD707DC9EE2F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FE2C4E-425E-4570-B72C-8DD4260B8034}"/>
      </w:docPartPr>
      <w:docPartBody>
        <w:p w:rsidR="008F4A9C" w:rsidRDefault="0079208A">
          <w:pPr>
            <w:pStyle w:val="268F9041B7B4415896BD707DC9EE2F62"/>
          </w:pPr>
          <w:r>
            <w:rPr>
              <w:rStyle w:val="Zstupntext"/>
            </w:rPr>
            <w:t>Zadejte titul knihy, pokud se edituje pramen z edice</w:t>
          </w:r>
        </w:p>
      </w:docPartBody>
    </w:docPart>
    <w:docPart>
      <w:docPartPr>
        <w:name w:val="AAAE636630F543C888D64F96533B4C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F68A7B-80F4-40EF-A50D-068B029411E6}"/>
      </w:docPartPr>
      <w:docPartBody>
        <w:p w:rsidR="008F4A9C" w:rsidRDefault="0079208A">
          <w:pPr>
            <w:pStyle w:val="AAAE636630F543C888D64F96533B4CD5"/>
          </w:pPr>
          <w:r>
            <w:rPr>
              <w:rStyle w:val="Zstupntext"/>
            </w:rPr>
            <w:t>Zadejte jména editorů tištěné edice (příjmení, jméno), více editorů oddělujte střední pomlčkou</w:t>
          </w:r>
        </w:p>
      </w:docPartBody>
    </w:docPart>
    <w:docPart>
      <w:docPartPr>
        <w:name w:val="1ED2A93C0E5046F39EBB98E5D2E8EA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4B620F-324F-46A1-AFF7-7A2E73395378}"/>
      </w:docPartPr>
      <w:docPartBody>
        <w:p w:rsidR="008F4A9C" w:rsidRDefault="0079208A">
          <w:pPr>
            <w:pStyle w:val="1ED2A93C0E5046F39EBB98E5D2E8EA0E"/>
          </w:pPr>
          <w:r>
            <w:rPr>
              <w:rStyle w:val="Zstupntext"/>
            </w:rPr>
            <w:t>Zadejte název vydavatele/nakladatelství, popř. bibliografický údaj o periodiku (bez použití zkratek typu LF)</w:t>
          </w:r>
        </w:p>
      </w:docPartBody>
    </w:docPart>
    <w:docPart>
      <w:docPartPr>
        <w:name w:val="86C3F787EEDE4A56A3D093F2215525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8EFFA0-FF26-4DA8-8942-8E5642FF1CDD}"/>
      </w:docPartPr>
      <w:docPartBody>
        <w:p w:rsidR="008F4A9C" w:rsidRDefault="0079208A">
          <w:pPr>
            <w:pStyle w:val="86C3F787EEDE4A56A3D093F2215525B1"/>
          </w:pPr>
          <w:r>
            <w:rPr>
              <w:rStyle w:val="Zstupntext"/>
            </w:rPr>
            <w:t>Zadejte město, popř. města, kde tištěná edice vyšla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08A"/>
    <w:rsid w:val="002B51DD"/>
    <w:rsid w:val="0079208A"/>
    <w:rsid w:val="008F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  <w:sz w:val="20"/>
    </w:rPr>
  </w:style>
  <w:style w:type="paragraph" w:customStyle="1" w:styleId="7A4157E48FDC4FE4BBF0502CED3B3372">
    <w:name w:val="7A4157E48FDC4FE4BBF0502CED3B3372"/>
  </w:style>
  <w:style w:type="paragraph" w:customStyle="1" w:styleId="D2CB4C37501D463B89B5A474925EC7E4">
    <w:name w:val="D2CB4C37501D463B89B5A474925EC7E4"/>
  </w:style>
  <w:style w:type="paragraph" w:customStyle="1" w:styleId="49665283B3CF4FCB888524063FC54F7D">
    <w:name w:val="49665283B3CF4FCB888524063FC54F7D"/>
  </w:style>
  <w:style w:type="paragraph" w:customStyle="1" w:styleId="B2D37726B10D4B3CA1A9C98AC4160FE2">
    <w:name w:val="B2D37726B10D4B3CA1A9C98AC4160FE2"/>
  </w:style>
  <w:style w:type="paragraph" w:customStyle="1" w:styleId="357C0957F87E449EBFB5CF67F71FE975">
    <w:name w:val="357C0957F87E449EBFB5CF67F71FE975"/>
  </w:style>
  <w:style w:type="paragraph" w:customStyle="1" w:styleId="B5608AD7DE804FA8BFF91C80C7477DD3">
    <w:name w:val="B5608AD7DE804FA8BFF91C80C7477DD3"/>
  </w:style>
  <w:style w:type="paragraph" w:customStyle="1" w:styleId="1BFB726219EB4931A2C4E7D0319027A1">
    <w:name w:val="1BFB726219EB4931A2C4E7D0319027A1"/>
  </w:style>
  <w:style w:type="paragraph" w:customStyle="1" w:styleId="7AC24DF5C1B8446AB6CDFD3BF28483A8">
    <w:name w:val="7AC24DF5C1B8446AB6CDFD3BF28483A8"/>
  </w:style>
  <w:style w:type="paragraph" w:customStyle="1" w:styleId="1EA3970346F64B569E1E7D7253430151">
    <w:name w:val="1EA3970346F64B569E1E7D7253430151"/>
  </w:style>
  <w:style w:type="paragraph" w:customStyle="1" w:styleId="28A28F1D834848498BC39AE4E5D97869">
    <w:name w:val="28A28F1D834848498BC39AE4E5D97869"/>
  </w:style>
  <w:style w:type="paragraph" w:customStyle="1" w:styleId="7267051226314D5D98E36FDFFAC71FF1">
    <w:name w:val="7267051226314D5D98E36FDFFAC71FF1"/>
  </w:style>
  <w:style w:type="paragraph" w:customStyle="1" w:styleId="1A69223A485E4EAFAD2B9FE953D8F6A7">
    <w:name w:val="1A69223A485E4EAFAD2B9FE953D8F6A7"/>
  </w:style>
  <w:style w:type="paragraph" w:customStyle="1" w:styleId="268F9041B7B4415896BD707DC9EE2F62">
    <w:name w:val="268F9041B7B4415896BD707DC9EE2F62"/>
  </w:style>
  <w:style w:type="paragraph" w:customStyle="1" w:styleId="AAAE636630F543C888D64F96533B4CD5">
    <w:name w:val="AAAE636630F543C888D64F96533B4CD5"/>
  </w:style>
  <w:style w:type="paragraph" w:customStyle="1" w:styleId="1ED2A93C0E5046F39EBB98E5D2E8EA0E">
    <w:name w:val="1ED2A93C0E5046F39EBB98E5D2E8EA0E"/>
  </w:style>
  <w:style w:type="paragraph" w:customStyle="1" w:styleId="86C3F787EEDE4A56A3D093F2215525B1">
    <w:name w:val="86C3F787EEDE4A56A3D093F2215525B1"/>
  </w:style>
  <w:style w:type="paragraph" w:customStyle="1" w:styleId="72995B7FF2464FC1A4A31220B8C17D67">
    <w:name w:val="72995B7FF2464FC1A4A31220B8C17D67"/>
  </w:style>
  <w:style w:type="paragraph" w:customStyle="1" w:styleId="F6C731747A3846B3B4D4B2B889A436BE">
    <w:name w:val="F6C731747A3846B3B4D4B2B889A436BE"/>
  </w:style>
  <w:style w:type="paragraph" w:customStyle="1" w:styleId="A2B0A603A8EB4A6383B067E5C041E556">
    <w:name w:val="A2B0A603A8EB4A6383B067E5C041E55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  <w:sz w:val="20"/>
    </w:rPr>
  </w:style>
  <w:style w:type="paragraph" w:customStyle="1" w:styleId="7A4157E48FDC4FE4BBF0502CED3B3372">
    <w:name w:val="7A4157E48FDC4FE4BBF0502CED3B3372"/>
  </w:style>
  <w:style w:type="paragraph" w:customStyle="1" w:styleId="D2CB4C37501D463B89B5A474925EC7E4">
    <w:name w:val="D2CB4C37501D463B89B5A474925EC7E4"/>
  </w:style>
  <w:style w:type="paragraph" w:customStyle="1" w:styleId="49665283B3CF4FCB888524063FC54F7D">
    <w:name w:val="49665283B3CF4FCB888524063FC54F7D"/>
  </w:style>
  <w:style w:type="paragraph" w:customStyle="1" w:styleId="B2D37726B10D4B3CA1A9C98AC4160FE2">
    <w:name w:val="B2D37726B10D4B3CA1A9C98AC4160FE2"/>
  </w:style>
  <w:style w:type="paragraph" w:customStyle="1" w:styleId="357C0957F87E449EBFB5CF67F71FE975">
    <w:name w:val="357C0957F87E449EBFB5CF67F71FE975"/>
  </w:style>
  <w:style w:type="paragraph" w:customStyle="1" w:styleId="B5608AD7DE804FA8BFF91C80C7477DD3">
    <w:name w:val="B5608AD7DE804FA8BFF91C80C7477DD3"/>
  </w:style>
  <w:style w:type="paragraph" w:customStyle="1" w:styleId="1BFB726219EB4931A2C4E7D0319027A1">
    <w:name w:val="1BFB726219EB4931A2C4E7D0319027A1"/>
  </w:style>
  <w:style w:type="paragraph" w:customStyle="1" w:styleId="7AC24DF5C1B8446AB6CDFD3BF28483A8">
    <w:name w:val="7AC24DF5C1B8446AB6CDFD3BF28483A8"/>
  </w:style>
  <w:style w:type="paragraph" w:customStyle="1" w:styleId="1EA3970346F64B569E1E7D7253430151">
    <w:name w:val="1EA3970346F64B569E1E7D7253430151"/>
  </w:style>
  <w:style w:type="paragraph" w:customStyle="1" w:styleId="28A28F1D834848498BC39AE4E5D97869">
    <w:name w:val="28A28F1D834848498BC39AE4E5D97869"/>
  </w:style>
  <w:style w:type="paragraph" w:customStyle="1" w:styleId="7267051226314D5D98E36FDFFAC71FF1">
    <w:name w:val="7267051226314D5D98E36FDFFAC71FF1"/>
  </w:style>
  <w:style w:type="paragraph" w:customStyle="1" w:styleId="1A69223A485E4EAFAD2B9FE953D8F6A7">
    <w:name w:val="1A69223A485E4EAFAD2B9FE953D8F6A7"/>
  </w:style>
  <w:style w:type="paragraph" w:customStyle="1" w:styleId="268F9041B7B4415896BD707DC9EE2F62">
    <w:name w:val="268F9041B7B4415896BD707DC9EE2F62"/>
  </w:style>
  <w:style w:type="paragraph" w:customStyle="1" w:styleId="AAAE636630F543C888D64F96533B4CD5">
    <w:name w:val="AAAE636630F543C888D64F96533B4CD5"/>
  </w:style>
  <w:style w:type="paragraph" w:customStyle="1" w:styleId="1ED2A93C0E5046F39EBB98E5D2E8EA0E">
    <w:name w:val="1ED2A93C0E5046F39EBB98E5D2E8EA0E"/>
  </w:style>
  <w:style w:type="paragraph" w:customStyle="1" w:styleId="86C3F787EEDE4A56A3D093F2215525B1">
    <w:name w:val="86C3F787EEDE4A56A3D093F2215525B1"/>
  </w:style>
  <w:style w:type="paragraph" w:customStyle="1" w:styleId="72995B7FF2464FC1A4A31220B8C17D67">
    <w:name w:val="72995B7FF2464FC1A4A31220B8C17D67"/>
  </w:style>
  <w:style w:type="paragraph" w:customStyle="1" w:styleId="F6C731747A3846B3B4D4B2B889A436BE">
    <w:name w:val="F6C731747A3846B3B4D4B2B889A436BE"/>
  </w:style>
  <w:style w:type="paragraph" w:customStyle="1" w:styleId="A2B0A603A8EB4A6383B067E5C041E556">
    <w:name w:val="A2B0A603A8EB4A6383B067E5C041E5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repis xmlns="http://www.daliboris.cz/schemata/prepisy.xsd">
  <Hlavicka>
    <Autor/>
    <Titul/>
    <AlternativniTitul/>
    <DataceText/>
    <Tiskar/>
    <MistoTisku/>
    <TypPredlohyText/>
    <ZemeUlozeni/>
    <MestoUlozeni/>
    <InstituceUlozeni/>
    <Signatura/>
    <FoliacePaginace/>
    <TitulEdice/>
    <EditorEdice/>
    <NakladatelstviPeriodikum/>
    <MistoVydaniEdice/>
    <RokVydaniEdice/>
    <StranyEdice/>
    <EditoriPrepisuText/>
  </Hlavicka>
  <Zpracovani>
    <GUID/>
    <ZverejnitTransliteraci/>
  </Zpracovani>
</Prepis>
</file>

<file path=customXml/item2.xml><?xml version="1.0" encoding="utf-8"?>
<settings xmlns="http://vokabular.ujc.cas.cz/schemas/e-edition/settings"/>
</file>

<file path=customXml/item3.xml><?xml version="1.0" encoding="utf-8"?>
<EediceSettings xmlns="http://schemas.microsoft.com/vsto/samples">
  <SemanticComments xmlns="" xmlns:xsd="http://www.w3.org/2001/XMLSchema" xmlns:xsi="http://www.w3.org/2001/XMLSchema-instance"/>
</EediceSetting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FC0FFAB-1D81-4588-879B-90D171B6DAF4}">
  <ds:schemaRefs>
    <ds:schemaRef ds:uri="http://www.daliboris.cz/schemata/prepisy.xsd"/>
  </ds:schemaRefs>
</ds:datastoreItem>
</file>

<file path=customXml/itemProps2.xml><?xml version="1.0" encoding="utf-8"?>
<ds:datastoreItem xmlns:ds="http://schemas.openxmlformats.org/officeDocument/2006/customXml" ds:itemID="{9820C6DC-5157-4FF1-84DE-1F5009FAC074}">
  <ds:schemaRefs>
    <ds:schemaRef ds:uri="http://vokabular.ujc.cas.cz/schemas/e-edition/settings"/>
  </ds:schemaRefs>
</ds:datastoreItem>
</file>

<file path=customXml/itemProps3.xml><?xml version="1.0" encoding="utf-8"?>
<ds:datastoreItem xmlns:ds="http://schemas.openxmlformats.org/officeDocument/2006/customXml" ds:itemID="{22787364-18C7-4F92-86F3-048CD2D5C3A4}">
  <ds:schemaRefs>
    <ds:schemaRef ds:uri="http://schemas.microsoft.com/vsto/samples"/>
    <ds:schemaRef ds:uri=""/>
    <ds:schemaRef ds:uri="http://www.w3.org/2001/XMLSchema"/>
  </ds:schemaRefs>
</ds:datastoreItem>
</file>

<file path=customXml/itemProps4.xml><?xml version="1.0" encoding="utf-8"?>
<ds:datastoreItem xmlns:ds="http://schemas.openxmlformats.org/officeDocument/2006/customXml" ds:itemID="{AFF20120-AD82-4204-AB89-FD4CD810B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eEdice</Template>
  <TotalTime>6</TotalTime>
  <Pages>17</Pages>
  <Words>6616</Words>
  <Characters>30770</Characters>
  <Application>Microsoft Office Word</Application>
  <DocSecurity>0</DocSecurity>
  <Lines>421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Elektronická edice</vt:lpstr>
    </vt:vector>
  </TitlesOfParts>
  <Company>Ústav pro jazyk český AV ČR</Company>
  <LinksUpToDate>false</LinksUpToDate>
  <CharactersWithSpaces>37302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Elektronická edice</dc:title>
  <dc:subject>Elektronická edice</dc:subject>
  <dc:creator>Andrea Svobodova</dc:creator>
  <cp:lastModifiedBy>Andrea Svobodova</cp:lastModifiedBy>
  <cp:revision>5</cp:revision>
  <cp:lastPrinted>1900-12-31T23:00:00Z</cp:lastPrinted>
  <dcterms:created xsi:type="dcterms:W3CDTF">2020-01-20T13:49:00Z</dcterms:created>
  <dcterms:modified xsi:type="dcterms:W3CDTF">2020-02-20T21:12:00Z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xtVerse">
    <vt:lpwstr>1</vt:lpwstr>
  </property>
  <property fmtid="{D5CDD505-2E9C-101B-9397-08002B2CF9AE}" pid="3" name="NextBible">
    <vt:lpwstr>0|0|0</vt:lpwstr>
  </property>
  <property fmtid="{D5CDD505-2E9C-101B-9397-08002B2CF9AE}" pid="4" name="NextPagination">
    <vt:lpwstr>1r|2</vt:lpwstr>
  </property>
</Properties>
</file>