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sdt>
      <w:sdtPr>
        <w:rPr>
          <w:sz w:val="2"/>
          <w:szCs w:val="2"/>
        </w:rPr>
        <w:id w:val="460384934"/>
        <w:docPartObj>
          <w:docPartGallery w:val="Cover Pages"/>
          <w:docPartUnique/>
        </w:docPartObj>
      </w:sdtPr>
      <w:sdtEndPr>
        <w:rPr>
          <w:sz w:val="18"/>
          <w:szCs w:val="18"/>
        </w:rPr>
      </w:sdtEndPr>
      <w:sdtContent>
        <w:p w:rsidR="00EC53FB" w:rsidRDefault="005A635E" w:rsidP="00D855AE">
          <w:pPr>
            <w:rPr>
              <w:sz w:val="2"/>
              <w:szCs w:val="2"/>
            </w:rPr>
          </w:pPr>
          <w:r w:rsidRPr="004C1141">
            <w:rPr>
              <w:noProof/>
              <w:lang w:eastAsia="zh-TW"/>
            </w:rPr>
            <mc:AlternateContent>
              <mc:Choice Requires="wps">
                <w:drawing>
                  <wp:anchor distT="0" distB="0" distL="114300" distR="114300" simplePos="0" relativeHeight="251649024" behindDoc="0" locked="0" layoutInCell="1" allowOverlap="1" wp14:anchorId="5707D534" wp14:editId="628B0CB2">
                    <wp:simplePos x="0" y="0"/>
                    <wp:positionH relativeFrom="page">
                      <wp:posOffset>-180976</wp:posOffset>
                    </wp:positionH>
                    <wp:positionV relativeFrom="page">
                      <wp:posOffset>5038724</wp:posOffset>
                    </wp:positionV>
                    <wp:extent cx="7877175" cy="4543425"/>
                    <wp:effectExtent l="0" t="0" r="9525" b="9525"/>
                    <wp:wrapNone/>
                    <wp:docPr id="30" name="Frihandsfigur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877175" cy="4543425"/>
                            </a:xfrm>
                            <a:custGeom>
                              <a:avLst/>
                              <a:gdLst>
                                <a:gd name="connsiteX0" fmla="*/ 0 w 7534656"/>
                                <a:gd name="connsiteY0" fmla="*/ 1243584 h 2801721"/>
                                <a:gd name="connsiteX1" fmla="*/ 2684679 w 7534656"/>
                                <a:gd name="connsiteY1" fmla="*/ 2801721 h 2801721"/>
                                <a:gd name="connsiteX2" fmla="*/ 7534656 w 7534656"/>
                                <a:gd name="connsiteY2" fmla="*/ 0 h 2801721"/>
                                <a:gd name="connsiteX3" fmla="*/ 7534656 w 7534656"/>
                                <a:gd name="connsiteY3" fmla="*/ 2713939 h 2801721"/>
                                <a:gd name="connsiteX4" fmla="*/ 0 w 7534656"/>
                                <a:gd name="connsiteY4" fmla="*/ 2713939 h 2801721"/>
                                <a:gd name="connsiteX5" fmla="*/ 0 w 7534656"/>
                                <a:gd name="connsiteY5" fmla="*/ 1243584 h 2801721"/>
                                <a:gd name="connsiteX0" fmla="*/ 0 w 7548602"/>
                                <a:gd name="connsiteY0" fmla="*/ 1243584 h 3079712"/>
                                <a:gd name="connsiteX1" fmla="*/ 2684679 w 7548602"/>
                                <a:gd name="connsiteY1" fmla="*/ 2801721 h 3079712"/>
                                <a:gd name="connsiteX2" fmla="*/ 7534656 w 7548602"/>
                                <a:gd name="connsiteY2" fmla="*/ 0 h 3079712"/>
                                <a:gd name="connsiteX3" fmla="*/ 7548602 w 7548602"/>
                                <a:gd name="connsiteY3" fmla="*/ 3079712 h 3079712"/>
                                <a:gd name="connsiteX4" fmla="*/ 0 w 7548602"/>
                                <a:gd name="connsiteY4" fmla="*/ 2713939 h 3079712"/>
                                <a:gd name="connsiteX5" fmla="*/ 0 w 7548602"/>
                                <a:gd name="connsiteY5" fmla="*/ 1243584 h 3079712"/>
                                <a:gd name="connsiteX0" fmla="*/ 0 w 7548602"/>
                                <a:gd name="connsiteY0" fmla="*/ 1243584 h 3079712"/>
                                <a:gd name="connsiteX1" fmla="*/ 2684679 w 7548602"/>
                                <a:gd name="connsiteY1" fmla="*/ 2801721 h 3079712"/>
                                <a:gd name="connsiteX2" fmla="*/ 7534656 w 7548602"/>
                                <a:gd name="connsiteY2" fmla="*/ 0 h 3079712"/>
                                <a:gd name="connsiteX3" fmla="*/ 7548602 w 7548602"/>
                                <a:gd name="connsiteY3" fmla="*/ 3079712 h 3079712"/>
                                <a:gd name="connsiteX4" fmla="*/ 0 w 7548602"/>
                                <a:gd name="connsiteY4" fmla="*/ 3079712 h 3079712"/>
                                <a:gd name="connsiteX5" fmla="*/ 0 w 7548602"/>
                                <a:gd name="connsiteY5" fmla="*/ 1243584 h 3079712"/>
                                <a:gd name="connsiteX0" fmla="*/ 0 w 7534900"/>
                                <a:gd name="connsiteY0" fmla="*/ 1243584 h 4308756"/>
                                <a:gd name="connsiteX1" fmla="*/ 2684679 w 7534900"/>
                                <a:gd name="connsiteY1" fmla="*/ 2801721 h 4308756"/>
                                <a:gd name="connsiteX2" fmla="*/ 7534656 w 7534900"/>
                                <a:gd name="connsiteY2" fmla="*/ 0 h 4308756"/>
                                <a:gd name="connsiteX3" fmla="*/ 7480788 w 7534900"/>
                                <a:gd name="connsiteY3" fmla="*/ 4308756 h 4308756"/>
                                <a:gd name="connsiteX4" fmla="*/ 0 w 7534900"/>
                                <a:gd name="connsiteY4" fmla="*/ 3079712 h 4308756"/>
                                <a:gd name="connsiteX5" fmla="*/ 0 w 7534900"/>
                                <a:gd name="connsiteY5" fmla="*/ 1243584 h 4308756"/>
                                <a:gd name="connsiteX0" fmla="*/ 176321 w 7711221"/>
                                <a:gd name="connsiteY0" fmla="*/ 1243584 h 4527323"/>
                                <a:gd name="connsiteX1" fmla="*/ 2861000 w 7711221"/>
                                <a:gd name="connsiteY1" fmla="*/ 2801721 h 4527323"/>
                                <a:gd name="connsiteX2" fmla="*/ 7710977 w 7711221"/>
                                <a:gd name="connsiteY2" fmla="*/ 0 h 4527323"/>
                                <a:gd name="connsiteX3" fmla="*/ 7657109 w 7711221"/>
                                <a:gd name="connsiteY3" fmla="*/ 4308756 h 4527323"/>
                                <a:gd name="connsiteX4" fmla="*/ 0 w 7711221"/>
                                <a:gd name="connsiteY4" fmla="*/ 4527323 h 4527323"/>
                                <a:gd name="connsiteX5" fmla="*/ 176321 w 7711221"/>
                                <a:gd name="connsiteY5" fmla="*/ 1243584 h 4527323"/>
                                <a:gd name="connsiteX0" fmla="*/ 176321 w 7711137"/>
                                <a:gd name="connsiteY0" fmla="*/ 1243584 h 4527323"/>
                                <a:gd name="connsiteX1" fmla="*/ 2861000 w 7711137"/>
                                <a:gd name="connsiteY1" fmla="*/ 2801721 h 4527323"/>
                                <a:gd name="connsiteX2" fmla="*/ 7710977 w 7711137"/>
                                <a:gd name="connsiteY2" fmla="*/ 0 h 4527323"/>
                                <a:gd name="connsiteX3" fmla="*/ 7622135 w 7711137"/>
                                <a:gd name="connsiteY3" fmla="*/ 4486318 h 4527323"/>
                                <a:gd name="connsiteX4" fmla="*/ 0 w 7711137"/>
                                <a:gd name="connsiteY4" fmla="*/ 4527323 h 4527323"/>
                                <a:gd name="connsiteX5" fmla="*/ 176321 w 7711137"/>
                                <a:gd name="connsiteY5" fmla="*/ 1243584 h 45273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711137" h="4527323">
                                  <a:moveTo>
                                    <a:pt x="176321" y="1243584"/>
                                  </a:moveTo>
                                  <a:lnTo>
                                    <a:pt x="2861000" y="2801721"/>
                                  </a:lnTo>
                                  <a:lnTo>
                                    <a:pt x="7710977" y="0"/>
                                  </a:lnTo>
                                  <a:cubicBezTo>
                                    <a:pt x="7715626" y="1026571"/>
                                    <a:pt x="7617486" y="3459747"/>
                                    <a:pt x="7622135" y="4486318"/>
                                  </a:cubicBezTo>
                                  <a:lnTo>
                                    <a:pt x="0" y="4527323"/>
                                  </a:lnTo>
                                  <a:cubicBezTo>
                                    <a:pt x="2438" y="4037205"/>
                                    <a:pt x="181198" y="1733702"/>
                                    <a:pt x="176321" y="12435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37B2822" id="Frihandsfigur 4" o:spid="_x0000_s1026" style="position:absolute;margin-left:-14.25pt;margin-top:396.75pt;width:620.25pt;height:357.75pt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7711137,4527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" path="m176321,1243584l2861000,2801721,7710977,v4649,1026571,-93491,3459747,-88842,4486318l,4527323c2438,4037205,181198,1733702,176321,1243584xe" fillcolor="white [3212]" stroked="f" strokeweight="1pt">
                    <v:stroke joinstyle="miter"/>
                    <v:path arrowok="t" o:connecttype="custom" o:connectlocs="180118,1248007;2922604,2811686;7877012,0;7786257,4502274;0,4543425;180118,1248007" o:connectangles="0,0,0,0,0,0"/>
                    <w10:wrap anchorx="page" anchory="page"/>
                  </v:shape>
                </w:pict>
              </mc:Fallback>
            </mc:AlternateContent>
          </w:r>
          <w:r w:rsidR="00FC2671" w:rsidRPr="00AA46EC">
            <w:rPr>
              <w:noProof/>
              <w:sz w:val="28"/>
              <w:lang w:eastAsia="zh-TW"/>
            </w:rPr>
            <mc:AlternateContent>
              <mc:Choice Requires="wps">
                <w:drawing>
                  <wp:anchor distT="0" distB="0" distL="114300" distR="114300" simplePos="0" relativeHeight="251657216" behindDoc="1" locked="0" layoutInCell="1" allowOverlap="1" wp14:anchorId="292D8376" wp14:editId="52190AE0">
                    <wp:simplePos x="0" y="0"/>
                    <wp:positionH relativeFrom="column">
                      <wp:posOffset>2901684</wp:posOffset>
                    </wp:positionH>
                    <wp:positionV relativeFrom="paragraph">
                      <wp:posOffset>7070838</wp:posOffset>
                    </wp:positionV>
                    <wp:extent cx="2743200" cy="1184275"/>
                    <wp:effectExtent l="0" t="0" r="0" b="0"/>
                    <wp:wrapSquare wrapText="bothSides"/>
                    <wp:docPr id="7" name="Textové po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743200" cy="1184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D5769" w:rsidRPr="00350675" w:rsidRDefault="006D5769" w:rsidP="006D5769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Zhotovitel</w:t>
                                </w:r>
                                <w:r w:rsidRPr="00350675">
                                  <w:rPr>
                                    <w:b/>
                                  </w:rPr>
                                  <w:t>:</w:t>
                                </w:r>
                              </w:p>
                              <w:p w:rsidR="006D5769" w:rsidRDefault="006D5769" w:rsidP="006D5769">
                                <w:r>
                                  <w:t>AFRY CZ s.r.o.</w:t>
                                </w:r>
                              </w:p>
                              <w:p w:rsidR="006D5769" w:rsidRDefault="006D5769" w:rsidP="006D5769">
                                <w:r>
                                  <w:t>Magistrů 1275/13, 140 00 Praha 4</w:t>
                                </w:r>
                              </w:p>
                              <w:p w:rsidR="006D5769" w:rsidRDefault="006D5769" w:rsidP="006D5769">
                                <w:r>
                                  <w:t>www.afry.cz</w:t>
                                </w:r>
                              </w:p>
                              <w:p w:rsidR="00D855AE" w:rsidRDefault="00D855AE" w:rsidP="00F170A6"/>
                              <w:p w:rsidR="00D855AE" w:rsidRDefault="00D855AE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92D8376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2" o:spid="_x0000_s1026" type="#_x0000_t202" style="position:absolute;margin-left:228.5pt;margin-top:556.75pt;width:3in;height:93.2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" filled="f" stroked="f">
                    <v:textbox>
                      <w:txbxContent>
                        <w:p w:rsidR="006D5769" w:rsidRPr="00350675" w:rsidRDefault="006D5769" w:rsidP="006D5769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Zhotovitel</w:t>
                          </w:r>
                          <w:r w:rsidRPr="00350675">
                            <w:rPr>
                              <w:b/>
                            </w:rPr>
                            <w:t>:</w:t>
                          </w:r>
                        </w:p>
                        <w:p w:rsidR="006D5769" w:rsidRDefault="006D5769" w:rsidP="006D5769">
                          <w:r>
                            <w:t>AFRY CZ s.r.o.</w:t>
                          </w:r>
                        </w:p>
                        <w:p w:rsidR="006D5769" w:rsidRDefault="006D5769" w:rsidP="006D5769">
                          <w:r>
                            <w:t>Magistrů 1275/13, 140 00 Praha 4</w:t>
                          </w:r>
                        </w:p>
                        <w:p w:rsidR="006D5769" w:rsidRDefault="006D5769" w:rsidP="006D5769">
                          <w:r>
                            <w:t>www.afry.cz</w:t>
                          </w:r>
                        </w:p>
                        <w:p w:rsidR="00D855AE" w:rsidRDefault="00D855AE" w:rsidP="00F170A6"/>
                        <w:p w:rsidR="00D855AE" w:rsidRDefault="00D855AE"/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897B74" w:rsidRPr="00AA46EC">
            <w:rPr>
              <w:noProof/>
              <w:sz w:val="28"/>
              <w:lang w:eastAsia="zh-TW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25C31861" wp14:editId="488B1562">
                    <wp:simplePos x="0" y="0"/>
                    <wp:positionH relativeFrom="column">
                      <wp:posOffset>-708026</wp:posOffset>
                    </wp:positionH>
                    <wp:positionV relativeFrom="paragraph">
                      <wp:posOffset>7035800</wp:posOffset>
                    </wp:positionV>
                    <wp:extent cx="3057525" cy="1104265"/>
                    <wp:effectExtent l="0" t="0" r="0" b="635"/>
                    <wp:wrapNone/>
                    <wp:docPr id="19" name="Textové po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57525" cy="11042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855AE" w:rsidRPr="00350675" w:rsidRDefault="00D855AE" w:rsidP="00021388">
                                <w:pPr>
                                  <w:rPr>
                                    <w:b/>
                                  </w:rPr>
                                </w:pPr>
                                <w:r w:rsidRPr="00350675">
                                  <w:rPr>
                                    <w:b/>
                                  </w:rPr>
                                  <w:t>Objednatel:</w:t>
                                </w:r>
                              </w:p>
                              <w:p w:rsidR="00BF54BC" w:rsidRDefault="00305030" w:rsidP="00021388">
                                <w:r>
                                  <w:t>AED project, a.s.</w:t>
                                </w:r>
                              </w:p>
                              <w:p w:rsidR="00897B74" w:rsidRDefault="00305030" w:rsidP="00021388">
                                <w:r>
                                  <w:t>Pod Radnicí 1235/2a, 150 00 Praha</w:t>
                                </w:r>
                              </w:p>
                              <w:p w:rsidR="00D855AE" w:rsidRDefault="00D855AE" w:rsidP="00021388"/>
                              <w:p w:rsidR="00D855AE" w:rsidRDefault="00D855AE" w:rsidP="00021388"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5C31861" id="_x0000_s1027" type="#_x0000_t202" style="position:absolute;margin-left:-55.75pt;margin-top:554pt;width:240.75pt;height:86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" filled="f" stroked="f">
                    <v:textbox>
                      <w:txbxContent>
                        <w:p w:rsidR="00D855AE" w:rsidRPr="00350675" w:rsidRDefault="00D855AE" w:rsidP="00021388">
                          <w:pPr>
                            <w:rPr>
                              <w:b/>
                            </w:rPr>
                          </w:pPr>
                          <w:r w:rsidRPr="00350675">
                            <w:rPr>
                              <w:b/>
                            </w:rPr>
                            <w:t>Objednatel:</w:t>
                          </w:r>
                        </w:p>
                        <w:p w:rsidR="00BF54BC" w:rsidRDefault="00305030" w:rsidP="00021388">
                          <w:r>
                            <w:t>AED project, a.s.</w:t>
                          </w:r>
                        </w:p>
                        <w:p w:rsidR="00897B74" w:rsidRDefault="00305030" w:rsidP="00021388">
                          <w:r>
                            <w:t>Pod Radnicí 1235/2a, 150 00 Praha</w:t>
                          </w:r>
                        </w:p>
                        <w:p w:rsidR="00D855AE" w:rsidRDefault="00D855AE" w:rsidP="00021388"/>
                        <w:p w:rsidR="00D855AE" w:rsidRDefault="00D855AE" w:rsidP="00021388"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741B39">
            <w:rPr>
              <w:noProof/>
              <w:sz w:val="2"/>
              <w:szCs w:val="2"/>
              <w:lang w:eastAsia="zh-TW"/>
            </w:rPr>
            <mc:AlternateContent>
              <mc:Choice Requires="wps">
                <w:drawing>
                  <wp:anchor distT="0" distB="0" distL="114300" distR="114300" simplePos="0" relativeHeight="251669504" behindDoc="0" locked="0" layoutInCell="1" allowOverlap="1" wp14:anchorId="55C5DD16" wp14:editId="22BF8A68">
                    <wp:simplePos x="0" y="0"/>
                    <wp:positionH relativeFrom="column">
                      <wp:posOffset>-1137645</wp:posOffset>
                    </wp:positionH>
                    <wp:positionV relativeFrom="paragraph">
                      <wp:posOffset>6682522</wp:posOffset>
                    </wp:positionV>
                    <wp:extent cx="7369791" cy="1539117"/>
                    <wp:effectExtent l="0" t="0" r="22225" b="23495"/>
                    <wp:wrapNone/>
                    <wp:docPr id="1" name="Obdélník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369791" cy="15391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w14:anchorId="3C5B50D7" id="Obdélník 1" o:spid="_x0000_s1026" style="position:absolute;margin-left:-89.6pt;margin-top:526.2pt;width:580.3pt;height:121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" filled="f" strokecolor="white [3212]" strokeweight="1pt"/>
                </w:pict>
              </mc:Fallback>
            </mc:AlternateContent>
          </w:r>
        </w:p>
        <w:bookmarkEnd w:id="0"/>
        <w:p w:rsidR="00EC53FB" w:rsidRDefault="00EC53FB" w:rsidP="00D855AE">
          <w:pPr>
            <w:rPr>
              <w:sz w:val="2"/>
              <w:szCs w:val="2"/>
            </w:rPr>
          </w:pPr>
        </w:p>
        <w:tbl>
          <w:tblPr>
            <w:tblStyle w:val="Mkatabulky"/>
            <w:tblpPr w:leftFromText="142" w:rightFromText="142" w:vertAnchor="page" w:horzAnchor="page" w:tblpXSpec="center" w:tblpY="285"/>
            <w:tblW w:w="15260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7647"/>
          </w:tblGrid>
          <w:tr w:rsidR="007B2853" w:rsidRPr="00FE1939" w:rsidTr="007B2853">
            <w:trPr>
              <w:trHeight w:hRule="exact" w:val="12601"/>
            </w:trPr>
            <w:tc>
              <w:tcPr>
                <w:tcW w:w="152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C0B0A0" w:themeFill="background2"/>
                <w:vAlign w:val="center"/>
              </w:tcPr>
              <w:p w:rsidR="00EC53FB" w:rsidRPr="00447753" w:rsidRDefault="00706965" w:rsidP="00D855AE">
                <w:pPr>
                  <w:rPr>
                    <w:noProof/>
                    <w:sz w:val="28"/>
                    <w:lang w:eastAsia="sv-SE"/>
                  </w:rPr>
                </w:pPr>
                <w:r w:rsidRPr="00AA46EC">
                  <w:rPr>
                    <w:noProof/>
                    <w:sz w:val="28"/>
                    <w:lang w:eastAsia="zh-TW"/>
                  </w:rPr>
                  <mc:AlternateContent>
                    <mc:Choice Requires="wps">
                      <w:drawing>
                        <wp:anchor distT="0" distB="0" distL="114300" distR="114300" simplePos="0" relativeHeight="251679744" behindDoc="0" locked="0" layoutInCell="1" allowOverlap="1" wp14:anchorId="1F635CF1" wp14:editId="41F144D2">
                          <wp:simplePos x="0" y="0"/>
                          <wp:positionH relativeFrom="column">
                            <wp:posOffset>6112510</wp:posOffset>
                          </wp:positionH>
                          <wp:positionV relativeFrom="paragraph">
                            <wp:posOffset>-16510</wp:posOffset>
                          </wp:positionV>
                          <wp:extent cx="2743200" cy="617220"/>
                          <wp:effectExtent l="0" t="0" r="0" b="0"/>
                          <wp:wrapNone/>
                          <wp:docPr id="12" name="Textové pole 2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2743200" cy="6172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706965" w:rsidRPr="00AB4F47" w:rsidRDefault="00706965" w:rsidP="00706965">
                                      <w:pPr>
                                        <w:jc w:val="right"/>
                                      </w:pPr>
                                      <w:r w:rsidRPr="00AB4F47">
                                        <w:rPr>
                                          <w:b/>
                                        </w:rPr>
                                        <w:t xml:space="preserve">Číslo </w:t>
                                      </w:r>
                                      <w:r>
                                        <w:rPr>
                                          <w:b/>
                                        </w:rPr>
                                        <w:t>zakázky</w:t>
                                      </w:r>
                                    </w:p>
                                    <w:p w:rsidR="00706965" w:rsidRDefault="00706965" w:rsidP="00706965">
                                      <w:pPr>
                                        <w:jc w:val="right"/>
                                      </w:pPr>
                                      <w:r>
                                        <w:t>2018/0213</w:t>
                                      </w:r>
                                    </w:p>
                                    <w:p w:rsidR="00706965" w:rsidRDefault="00706965" w:rsidP="00706965"/>
                                    <w:p w:rsidR="00706965" w:rsidRDefault="00706965" w:rsidP="00706965">
                                      <w:proofErr w:type="spellStart"/>
                                      <w:r>
                                        <w:t>Adresea</w:t>
                                      </w:r>
                                      <w:proofErr w:type="spellEnd"/>
                                      <w:r>
                                        <w:tab/>
                                      </w:r>
                                      <w:r>
                                        <w:tab/>
                                      </w:r>
                                      <w:r>
                                        <w:tab/>
                                      </w:r>
                                      <w:r>
                                        <w:tab/>
                                      </w:r>
                                      <w:r>
                                        <w:tab/>
                                      </w:r>
                                      <w:r>
                                        <w:tab/>
                                      </w:r>
                                      <w:r>
                                        <w:tab/>
                                      </w:r>
                                      <w:r>
                                        <w:tab/>
                                      </w:r>
                                      <w:r>
                                        <w:tab/>
                                      </w:r>
                                      <w:r>
                                        <w:tab/>
                                      </w:r>
                                      <w:r>
                                        <w:tab/>
                                      </w:r>
                                      <w:r>
                                        <w:tab/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 w14:anchorId="1F635CF1" id="_x0000_s1028" type="#_x0000_t202" style="position:absolute;margin-left:481.3pt;margin-top:-1.3pt;width:3in;height:48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" filled="f" stroked="f">
                          <v:textbox>
                            <w:txbxContent>
                              <w:p w:rsidR="00706965" w:rsidRPr="00AB4F47" w:rsidRDefault="00706965" w:rsidP="00706965">
                                <w:pPr>
                                  <w:jc w:val="right"/>
                                </w:pPr>
                                <w:r w:rsidRPr="00AB4F47">
                                  <w:rPr>
                                    <w:b/>
                                  </w:rPr>
                                  <w:t xml:space="preserve">Číslo </w:t>
                                </w:r>
                                <w:r>
                                  <w:rPr>
                                    <w:b/>
                                  </w:rPr>
                                  <w:t>zakázky</w:t>
                                </w:r>
                              </w:p>
                              <w:p w:rsidR="00706965" w:rsidRDefault="00706965" w:rsidP="00706965">
                                <w:pPr>
                                  <w:jc w:val="right"/>
                                </w:pPr>
                                <w:r>
                                  <w:t>2018/0213</w:t>
                                </w:r>
                              </w:p>
                              <w:p w:rsidR="00706965" w:rsidRDefault="00706965" w:rsidP="00706965"/>
                              <w:p w:rsidR="00706965" w:rsidRDefault="00706965" w:rsidP="00706965">
                                <w:proofErr w:type="spellStart"/>
                                <w:r>
                                  <w:t>Adresea</w:t>
                                </w:r>
                                <w:proofErr w:type="spellEnd"/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  <w:r w:rsidR="00FC2671" w:rsidRPr="00AA46EC">
                  <w:rPr>
                    <w:noProof/>
                    <w:sz w:val="28"/>
                    <w:lang w:eastAsia="zh-TW"/>
                  </w:rPr>
                  <mc:AlternateContent>
                    <mc:Choice Requires="wps">
                      <w:drawing>
                        <wp:anchor distT="0" distB="0" distL="114300" distR="114300" simplePos="0" relativeHeight="251665408" behindDoc="0" locked="0" layoutInCell="1" allowOverlap="1" wp14:anchorId="1AC029C5" wp14:editId="590F23E3">
                          <wp:simplePos x="0" y="0"/>
                          <wp:positionH relativeFrom="column">
                            <wp:posOffset>2165350</wp:posOffset>
                          </wp:positionH>
                          <wp:positionV relativeFrom="paragraph">
                            <wp:posOffset>-14605</wp:posOffset>
                          </wp:positionV>
                          <wp:extent cx="5448300" cy="2095500"/>
                          <wp:effectExtent l="0" t="0" r="0" b="0"/>
                          <wp:wrapNone/>
                          <wp:docPr id="6" name="Textové pole 2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5448300" cy="20955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C6599E" w:rsidRDefault="00305030" w:rsidP="00C6599E">
                                      <w:pPr>
                                        <w:spacing w:after="120"/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>KAMPUS UNIVERZITY KARLOVY V HRADCI KRÁLOVÉ</w:t>
                                      </w:r>
                                    </w:p>
                                    <w:p w:rsidR="00305030" w:rsidRDefault="00305030" w:rsidP="00C6599E">
                                      <w:pPr>
                                        <w:spacing w:after="120"/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>II. ETAPA – MEHPARED 2</w:t>
                                      </w:r>
                                    </w:p>
                                    <w:p w:rsidR="006D5769" w:rsidRDefault="006D5769" w:rsidP="006D5769">
                                      <w:pPr>
                                        <w:rPr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bCs/>
                                          <w:sz w:val="24"/>
                                          <w:szCs w:val="24"/>
                                        </w:rPr>
                                        <w:t xml:space="preserve">IO 6xx - </w:t>
                                      </w:r>
                                      <w:r w:rsidR="00951D9F">
                                        <w:rPr>
                                          <w:bCs/>
                                          <w:sz w:val="24"/>
                                          <w:szCs w:val="24"/>
                                        </w:rPr>
                                        <w:t>DOPRAVNÍ</w:t>
                                      </w:r>
                                      <w:r w:rsidR="00305030">
                                        <w:rPr>
                                          <w:bCs/>
                                          <w:sz w:val="24"/>
                                          <w:szCs w:val="24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bCs/>
                                          <w:sz w:val="24"/>
                                          <w:szCs w:val="24"/>
                                        </w:rPr>
                                        <w:t>ŘEŠENÍ</w:t>
                                      </w:r>
                                    </w:p>
                                    <w:p w:rsidR="00C6599E" w:rsidRPr="00F170A6" w:rsidRDefault="006D5769" w:rsidP="00E66A2A">
                                      <w:pPr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>DÚR</w:t>
                                      </w:r>
                                    </w:p>
                                    <w:p w:rsidR="00D855AE" w:rsidRPr="00033AD5" w:rsidRDefault="00D855AE" w:rsidP="00033AD5">
                                      <w:pPr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b" anchorCtr="0"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 w14:anchorId="1AC029C5" id="_x0000_s1029" type="#_x0000_t202" style="position:absolute;margin-left:170.5pt;margin-top:-1.15pt;width:429pt;height:1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" filled="f" stroked="f">
                          <v:textbox>
                            <w:txbxContent>
                              <w:p w:rsidR="00C6599E" w:rsidRDefault="00305030" w:rsidP="00C6599E">
                                <w:pPr>
                                  <w:spacing w:after="120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KAMPUS UNIVERZITY KARLOVY V HRADCI KRÁLOVÉ</w:t>
                                </w:r>
                              </w:p>
                              <w:p w:rsidR="00305030" w:rsidRDefault="00305030" w:rsidP="00C6599E">
                                <w:pPr>
                                  <w:spacing w:after="120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II. ETAPA – MEHPARED 2</w:t>
                                </w:r>
                              </w:p>
                              <w:p w:rsidR="006D5769" w:rsidRDefault="006D5769" w:rsidP="006D5769">
                                <w:pPr>
                                  <w:rPr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Cs/>
                                    <w:sz w:val="24"/>
                                    <w:szCs w:val="24"/>
                                  </w:rPr>
                                  <w:t xml:space="preserve">IO 6xx - </w:t>
                                </w:r>
                                <w:r w:rsidR="00951D9F">
                                  <w:rPr>
                                    <w:bCs/>
                                    <w:sz w:val="24"/>
                                    <w:szCs w:val="24"/>
                                  </w:rPr>
                                  <w:t>DOPRAVNÍ</w:t>
                                </w:r>
                                <w:r w:rsidR="00305030">
                                  <w:rPr>
                                    <w:bCs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Cs/>
                                    <w:sz w:val="24"/>
                                    <w:szCs w:val="24"/>
                                  </w:rPr>
                                  <w:t>ŘEŠENÍ</w:t>
                                </w:r>
                              </w:p>
                              <w:p w:rsidR="00C6599E" w:rsidRPr="00F170A6" w:rsidRDefault="006D5769" w:rsidP="00E66A2A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DÚR</w:t>
                                </w:r>
                              </w:p>
                              <w:p w:rsidR="00D855AE" w:rsidRPr="00033AD5" w:rsidRDefault="00D855AE" w:rsidP="00033AD5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  <w:r w:rsidR="00FC2671" w:rsidRPr="00AA46EC">
                  <w:rPr>
                    <w:noProof/>
                    <w:sz w:val="28"/>
                    <w:lang w:eastAsia="zh-TW"/>
                  </w:rPr>
                  <mc:AlternateContent>
                    <mc:Choice Requires="wps">
                      <w:drawing>
                        <wp:anchor distT="0" distB="0" distL="114300" distR="114300" simplePos="0" relativeHeight="251653120" behindDoc="0" locked="0" layoutInCell="1" allowOverlap="1" wp14:anchorId="34E09395" wp14:editId="268A85FC">
                          <wp:simplePos x="0" y="0"/>
                          <wp:positionH relativeFrom="column">
                            <wp:posOffset>8362315</wp:posOffset>
                          </wp:positionH>
                          <wp:positionV relativeFrom="paragraph">
                            <wp:posOffset>-327025</wp:posOffset>
                          </wp:positionV>
                          <wp:extent cx="2743200" cy="617220"/>
                          <wp:effectExtent l="0" t="0" r="0" b="0"/>
                          <wp:wrapNone/>
                          <wp:docPr id="5" name="Textové pole 2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2743200" cy="6172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B852E6" w:rsidRPr="00AB4F47" w:rsidRDefault="00B852E6" w:rsidP="00B852E6">
                                      <w:pPr>
                                        <w:jc w:val="right"/>
                                      </w:pPr>
                                      <w:r w:rsidRPr="00AB4F47">
                                        <w:rPr>
                                          <w:b/>
                                        </w:rPr>
                                        <w:t xml:space="preserve">Číslo </w:t>
                                      </w:r>
                                      <w:r w:rsidR="00524242">
                                        <w:rPr>
                                          <w:b/>
                                        </w:rPr>
                                        <w:t>zakázky</w:t>
                                      </w:r>
                                    </w:p>
                                    <w:p w:rsidR="00B852E6" w:rsidRDefault="00B852E6" w:rsidP="00B852E6">
                                      <w:pPr>
                                        <w:jc w:val="right"/>
                                      </w:pPr>
                                      <w:r>
                                        <w:t>20</w:t>
                                      </w:r>
                                      <w:r w:rsidR="00F64A0F">
                                        <w:t>18/0</w:t>
                                      </w:r>
                                      <w:r w:rsidR="00305030">
                                        <w:t>213</w:t>
                                      </w:r>
                                    </w:p>
                                    <w:p w:rsidR="00D855AE" w:rsidRDefault="00D855AE" w:rsidP="00B852E6">
                                      <w:pPr>
                                        <w:jc w:val="right"/>
                                      </w:pPr>
                                    </w:p>
                                    <w:p w:rsidR="00D855AE" w:rsidRDefault="00D855AE" w:rsidP="00BD7060">
                                      <w:proofErr w:type="spellStart"/>
                                      <w:r>
                                        <w:t>Adresea</w:t>
                                      </w:r>
                                      <w:proofErr w:type="spellEnd"/>
                                      <w:r>
                                        <w:tab/>
                                      </w:r>
                                      <w:r>
                                        <w:tab/>
                                      </w:r>
                                      <w:r>
                                        <w:tab/>
                                      </w:r>
                                      <w:r>
                                        <w:tab/>
                                      </w:r>
                                      <w:r>
                                        <w:tab/>
                                      </w:r>
                                      <w:r>
                                        <w:tab/>
                                      </w:r>
                                      <w:r>
                                        <w:tab/>
                                      </w:r>
                                      <w:r>
                                        <w:tab/>
                                      </w:r>
                                      <w:r>
                                        <w:tab/>
                                      </w:r>
                                      <w:r>
                                        <w:tab/>
                                      </w:r>
                                      <w:r>
                                        <w:tab/>
                                      </w:r>
                                      <w:r>
                                        <w:tab/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 w14:anchorId="34E09395" id="_x0000_s1030" type="#_x0000_t202" style="position:absolute;margin-left:658.45pt;margin-top:-25.75pt;width:3in;height:48.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" filled="f" stroked="f">
                          <v:textbox>
                            <w:txbxContent>
                              <w:p w:rsidR="00B852E6" w:rsidRPr="00AB4F47" w:rsidRDefault="00B852E6" w:rsidP="00B852E6">
                                <w:pPr>
                                  <w:jc w:val="right"/>
                                </w:pPr>
                                <w:r w:rsidRPr="00AB4F47">
                                  <w:rPr>
                                    <w:b/>
                                  </w:rPr>
                                  <w:t xml:space="preserve">Číslo </w:t>
                                </w:r>
                                <w:r w:rsidR="00524242">
                                  <w:rPr>
                                    <w:b/>
                                  </w:rPr>
                                  <w:t>zakázky</w:t>
                                </w:r>
                              </w:p>
                              <w:p w:rsidR="00B852E6" w:rsidRDefault="00B852E6" w:rsidP="00B852E6">
                                <w:pPr>
                                  <w:jc w:val="right"/>
                                </w:pPr>
                                <w:r>
                                  <w:t>20</w:t>
                                </w:r>
                                <w:r w:rsidR="00F64A0F">
                                  <w:t>18/0</w:t>
                                </w:r>
                                <w:r w:rsidR="00305030">
                                  <w:t>213</w:t>
                                </w:r>
                              </w:p>
                              <w:p w:rsidR="00D855AE" w:rsidRDefault="00D855AE" w:rsidP="00B852E6">
                                <w:pPr>
                                  <w:jc w:val="right"/>
                                </w:pPr>
                              </w:p>
                              <w:p w:rsidR="00D855AE" w:rsidRDefault="00D855AE" w:rsidP="00BD7060">
                                <w:proofErr w:type="spellStart"/>
                                <w:r>
                                  <w:t>Adresea</w:t>
                                </w:r>
                                <w:proofErr w:type="spellEnd"/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  <w:r w:rsidR="00EC53FB">
                  <w:rPr>
                    <w:noProof/>
                    <w:sz w:val="28"/>
                  </w:rPr>
                  <w:fldChar w:fldCharType="begin">
                    <w:ffData>
                      <w:name w:val=""/>
                      <w:enabled/>
                      <w:calcOnExit w:val="0"/>
                      <w:textInput>
                        <w:default w:val="Click here and insert picture (20*22cm)"/>
                      </w:textInput>
                    </w:ffData>
                  </w:fldChar>
                </w:r>
                <w:r w:rsidR="00EC53FB">
                  <w:rPr>
                    <w:noProof/>
                    <w:sz w:val="28"/>
                  </w:rPr>
                  <w:instrText xml:space="preserve"> FORMTEXT </w:instrText>
                </w:r>
                <w:r w:rsidR="00EC53FB">
                  <w:rPr>
                    <w:noProof/>
                    <w:sz w:val="28"/>
                  </w:rPr>
                </w:r>
                <w:r w:rsidR="00EC53FB">
                  <w:rPr>
                    <w:noProof/>
                    <w:sz w:val="28"/>
                  </w:rPr>
                  <w:fldChar w:fldCharType="separate"/>
                </w:r>
                <w:r w:rsidR="00EC53FB">
                  <w:rPr>
                    <w:noProof/>
                    <w:sz w:val="28"/>
                  </w:rPr>
                  <w:t>Click here and insert picture (20*22cm)</w:t>
                </w:r>
                <w:r w:rsidR="00EC53FB">
                  <w:rPr>
                    <w:noProof/>
                    <w:sz w:val="28"/>
                  </w:rPr>
                  <w:fldChar w:fldCharType="end"/>
                </w:r>
                <w:r>
                  <w:rPr>
                    <w:noProof/>
                    <w:lang w:eastAsia="zh-TW"/>
                  </w:rPr>
                  <w:drawing>
                    <wp:inline distT="0" distB="0" distL="0" distR="0" wp14:anchorId="3B5FBAE8" wp14:editId="712A90A6">
                      <wp:extent cx="11205866" cy="7137779"/>
                      <wp:effectExtent l="0" t="0" r="0" b="6350"/>
                      <wp:docPr id="10" name="Obrázek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/>
                            </pic:nvPicPr>
                            <pic:blipFill>
                              <a:blip r:embed="rId8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1227016" cy="715125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EC53FB" w:rsidRPr="00FE1939" w:rsidRDefault="00EC53FB" w:rsidP="00D855AE">
          <w:pPr>
            <w:rPr>
              <w:sz w:val="2"/>
              <w:szCs w:val="2"/>
            </w:rPr>
          </w:pPr>
          <w:r w:rsidRPr="00FE1939">
            <w:rPr>
              <w:sz w:val="2"/>
              <w:szCs w:val="2"/>
            </w:rPr>
            <w:t xml:space="preserve"> </w:t>
          </w:r>
        </w:p>
        <w:p w:rsidR="00EC53FB" w:rsidRDefault="00EC53FB" w:rsidP="00D855AE">
          <w:pPr>
            <w:rPr>
              <w:noProof/>
            </w:rPr>
          </w:pPr>
          <w:r w:rsidRPr="00E15FE6">
            <w:rPr>
              <w:noProof/>
            </w:rPr>
            <w:t xml:space="preserve"> </w:t>
          </w:r>
          <w:r w:rsidRPr="004C1141">
            <w:rPr>
              <w:noProof/>
              <w:lang w:eastAsia="zh-TW"/>
            </w:rPr>
            <mc:AlternateContent>
              <mc:Choice Requires="wps">
                <w:drawing>
                  <wp:anchor distT="0" distB="0" distL="114300" distR="114300" simplePos="0" relativeHeight="251644928" behindDoc="0" locked="0" layoutInCell="1" allowOverlap="1" wp14:anchorId="667FA543" wp14:editId="49F3E00B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-360045</wp:posOffset>
                    </wp:positionV>
                    <wp:extent cx="7563600" cy="4125600"/>
                    <wp:effectExtent l="0" t="0" r="0" b="8255"/>
                    <wp:wrapNone/>
                    <wp:docPr id="29" name="Frihandsfigur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563600" cy="4125600"/>
                            </a:xfrm>
                            <a:custGeom>
                              <a:avLst/>
                              <a:gdLst>
                                <a:gd name="connsiteX0" fmla="*/ 2705100 w 7562850"/>
                                <a:gd name="connsiteY0" fmla="*/ 4124325 h 4124325"/>
                                <a:gd name="connsiteX1" fmla="*/ 7562850 w 7562850"/>
                                <a:gd name="connsiteY1" fmla="*/ 1314450 h 4124325"/>
                                <a:gd name="connsiteX2" fmla="*/ 7562850 w 7562850"/>
                                <a:gd name="connsiteY2" fmla="*/ 0 h 4124325"/>
                                <a:gd name="connsiteX3" fmla="*/ 0 w 7562850"/>
                                <a:gd name="connsiteY3" fmla="*/ 0 h 4124325"/>
                                <a:gd name="connsiteX4" fmla="*/ 9525 w 7562850"/>
                                <a:gd name="connsiteY4" fmla="*/ 2543175 h 4124325"/>
                                <a:gd name="connsiteX5" fmla="*/ 2705100 w 7562850"/>
                                <a:gd name="connsiteY5" fmla="*/ 4124325 h 4124325"/>
                                <a:gd name="connsiteX0" fmla="*/ 2705100 w 7562850"/>
                                <a:gd name="connsiteY0" fmla="*/ 4124325 h 4124325"/>
                                <a:gd name="connsiteX1" fmla="*/ 7562850 w 7562850"/>
                                <a:gd name="connsiteY1" fmla="*/ 1314450 h 4124325"/>
                                <a:gd name="connsiteX2" fmla="*/ 7562850 w 7562850"/>
                                <a:gd name="connsiteY2" fmla="*/ 0 h 4124325"/>
                                <a:gd name="connsiteX3" fmla="*/ 0 w 7562850"/>
                                <a:gd name="connsiteY3" fmla="*/ 0 h 4124325"/>
                                <a:gd name="connsiteX4" fmla="*/ 0 w 7562850"/>
                                <a:gd name="connsiteY4" fmla="*/ 2565120 h 4124325"/>
                                <a:gd name="connsiteX5" fmla="*/ 2705100 w 7562850"/>
                                <a:gd name="connsiteY5" fmla="*/ 4124325 h 41243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562850" h="4124325">
                                  <a:moveTo>
                                    <a:pt x="2705100" y="4124325"/>
                                  </a:moveTo>
                                  <a:lnTo>
                                    <a:pt x="7562850" y="1314450"/>
                                  </a:lnTo>
                                  <a:lnTo>
                                    <a:pt x="756285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65120"/>
                                  </a:lnTo>
                                  <a:lnTo>
                                    <a:pt x="2705100" y="41243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CD580BD" id="Frihandsfigur 3" o:spid="_x0000_s1026" style="position:absolute;margin-left:0;margin-top:-28.35pt;width:595.55pt;height:324.85pt;z-index: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7562850,412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" path="m2705100,4124325l7562850,1314450,7562850,,,,,2565120,2705100,4124325xe" fillcolor="white [3212]" stroked="f" strokeweight="1pt">
                    <v:stroke joinstyle="miter"/>
                    <v:path arrowok="t" o:connecttype="custom" o:connectlocs="2705368,4125600;7563600,1314856;7563600,0;0,0;0,2565913;2705368,4125600" o:connectangles="0,0,0,0,0,0"/>
                    <w10:wrap anchorx="page" anchory="page"/>
                  </v:shape>
                </w:pict>
              </mc:Fallback>
            </mc:AlternateContent>
          </w:r>
        </w:p>
        <w:p w:rsidR="00B24179" w:rsidRDefault="00E66A2A" w:rsidP="006224A0">
          <w:r w:rsidRPr="00AA46EC">
            <w:rPr>
              <w:noProof/>
              <w:sz w:val="28"/>
              <w:lang w:eastAsia="zh-TW"/>
            </w:rPr>
            <mc:AlternateContent>
              <mc:Choice Requires="wps">
                <w:drawing>
                  <wp:anchor distT="0" distB="0" distL="114300" distR="114300" simplePos="0" relativeHeight="251675648" behindDoc="0" locked="0" layoutInCell="1" allowOverlap="1" wp14:anchorId="791B9F03" wp14:editId="33B037F1">
                    <wp:simplePos x="0" y="0"/>
                    <wp:positionH relativeFrom="column">
                      <wp:posOffset>1407984</wp:posOffset>
                    </wp:positionH>
                    <wp:positionV relativeFrom="paragraph">
                      <wp:posOffset>1181169</wp:posOffset>
                    </wp:positionV>
                    <wp:extent cx="2019631" cy="318118"/>
                    <wp:effectExtent l="0" t="0" r="0" b="6350"/>
                    <wp:wrapNone/>
                    <wp:docPr id="18" name="Textové po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19631" cy="31811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855AE" w:rsidRDefault="00F64A0F" w:rsidP="00E66A2A">
                                <w:pPr>
                                  <w:jc w:val="center"/>
                                </w:pPr>
                                <w:r>
                                  <w:rPr>
                                    <w:b/>
                                  </w:rPr>
                                  <w:t>0</w:t>
                                </w:r>
                                <w:r w:rsidR="004E00BB">
                                  <w:rPr>
                                    <w:b/>
                                  </w:rPr>
                                  <w:t>3</w:t>
                                </w:r>
                                <w:r w:rsidR="00897B74">
                                  <w:rPr>
                                    <w:b/>
                                  </w:rPr>
                                  <w:t>/20</w:t>
                                </w:r>
                                <w:r w:rsidR="006D5769">
                                  <w:rPr>
                                    <w:b/>
                                  </w:rPr>
                                  <w:t>20</w:t>
                                </w:r>
                              </w:p>
                              <w:p w:rsidR="00D855AE" w:rsidRDefault="00D855AE" w:rsidP="00E66A2A"/>
                              <w:p w:rsidR="00D855AE" w:rsidRDefault="00D855AE" w:rsidP="00E66A2A">
                                <w:proofErr w:type="spellStart"/>
                                <w:r>
                                  <w:t>Adresea</w:t>
                                </w:r>
                                <w:proofErr w:type="spellEnd"/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  <w: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91B9F03" id="_x0000_s1031" type="#_x0000_t202" style="position:absolute;margin-left:110.85pt;margin-top:93pt;width:159.05pt;height:25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" filled="f" stroked="f">
                    <v:textbox>
                      <w:txbxContent>
                        <w:p w:rsidR="00D855AE" w:rsidRDefault="00F64A0F" w:rsidP="00E66A2A">
                          <w:pPr>
                            <w:jc w:val="center"/>
                          </w:pPr>
                          <w:r>
                            <w:rPr>
                              <w:b/>
                            </w:rPr>
                            <w:t>0</w:t>
                          </w:r>
                          <w:r w:rsidR="004E00BB">
                            <w:rPr>
                              <w:b/>
                            </w:rPr>
                            <w:t>3</w:t>
                          </w:r>
                          <w:r w:rsidR="00897B74">
                            <w:rPr>
                              <w:b/>
                            </w:rPr>
                            <w:t>/20</w:t>
                          </w:r>
                          <w:r w:rsidR="006D5769">
                            <w:rPr>
                              <w:b/>
                            </w:rPr>
                            <w:t>20</w:t>
                          </w:r>
                        </w:p>
                        <w:p w:rsidR="00D855AE" w:rsidRDefault="00D855AE" w:rsidP="00E66A2A"/>
                        <w:p w:rsidR="00D855AE" w:rsidRDefault="00D855AE" w:rsidP="00E66A2A">
                          <w:proofErr w:type="spellStart"/>
                          <w:r>
                            <w:t>Adresea</w:t>
                          </w:r>
                          <w:proofErr w:type="spellEnd"/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sdtContent>
    </w:sdt>
    <w:p w:rsidR="003D70C7" w:rsidRPr="00EB71A4" w:rsidRDefault="006D5769" w:rsidP="006224A0">
      <w:r>
        <w:rPr>
          <w:noProof/>
        </w:rPr>
        <w:drawing>
          <wp:anchor distT="0" distB="0" distL="114300" distR="114300" simplePos="0" relativeHeight="251681792" behindDoc="0" locked="0" layoutInCell="1" allowOverlap="1" wp14:anchorId="5B3678DF" wp14:editId="53C7F1AE">
            <wp:simplePos x="0" y="0"/>
            <wp:positionH relativeFrom="page">
              <wp:posOffset>4937125</wp:posOffset>
            </wp:positionH>
            <wp:positionV relativeFrom="page">
              <wp:posOffset>9754870</wp:posOffset>
            </wp:positionV>
            <wp:extent cx="2291828" cy="65341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RY_Logotyp_Horizontal_Explainer_FINAL.em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1828" cy="653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D70C7" w:rsidRPr="00EB71A4" w:rsidSect="00EC53FB">
      <w:headerReference w:type="default" r:id="rId10"/>
      <w:headerReference w:type="first" r:id="rId11"/>
      <w:pgSz w:w="11906" w:h="16838" w:code="9"/>
      <w:pgMar w:top="1985" w:right="1985" w:bottom="1134" w:left="1985" w:header="567" w:footer="45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0345" w:rsidRDefault="00AA0345" w:rsidP="00D974A9">
      <w:pPr>
        <w:spacing w:after="0" w:line="240" w:lineRule="auto"/>
      </w:pPr>
      <w:r>
        <w:separator/>
      </w:r>
    </w:p>
  </w:endnote>
  <w:endnote w:type="continuationSeparator" w:id="0">
    <w:p w:rsidR="00AA0345" w:rsidRDefault="00AA0345" w:rsidP="00D97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0345" w:rsidRDefault="00AA0345" w:rsidP="00D974A9">
      <w:pPr>
        <w:spacing w:after="0" w:line="240" w:lineRule="auto"/>
      </w:pPr>
      <w:r>
        <w:separator/>
      </w:r>
    </w:p>
  </w:footnote>
  <w:footnote w:type="continuationSeparator" w:id="0">
    <w:p w:rsidR="00AA0345" w:rsidRDefault="00AA0345" w:rsidP="00D97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5AE" w:rsidRPr="00EB71A4" w:rsidRDefault="00D855AE" w:rsidP="00EB71A4">
    <w:pPr>
      <w:pStyle w:val="Zhlav"/>
    </w:pPr>
  </w:p>
  <w:p w:rsidR="00D855AE" w:rsidRPr="00EB71A4" w:rsidRDefault="00D855AE" w:rsidP="00EB71A4">
    <w:pPr>
      <w:pStyle w:val="Zhlav"/>
    </w:pPr>
  </w:p>
  <w:p w:rsidR="00D855AE" w:rsidRPr="009F37A4" w:rsidRDefault="00D855AE" w:rsidP="009F37A4">
    <w:pPr>
      <w:pStyle w:val="DocumentNam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5AE" w:rsidRDefault="00D855AE" w:rsidP="00EB71A4">
    <w:pPr>
      <w:pStyle w:val="Zhlav"/>
    </w:pPr>
  </w:p>
  <w:p w:rsidR="00D855AE" w:rsidRDefault="00D855AE" w:rsidP="00EB71A4">
    <w:pPr>
      <w:pStyle w:val="Zhlav"/>
    </w:pPr>
  </w:p>
  <w:p w:rsidR="00D855AE" w:rsidRPr="009F37A4" w:rsidRDefault="00D855AE" w:rsidP="009F37A4">
    <w:pPr>
      <w:pStyle w:val="DocumentName"/>
    </w:pPr>
    <w:r w:rsidRPr="00DC2E03">
      <w:rPr>
        <w:noProof/>
        <w:lang w:val="cs-CZ" w:eastAsia="zh-TW"/>
      </w:rPr>
      <w:drawing>
        <wp:anchor distT="0" distB="0" distL="114300" distR="114300" simplePos="0" relativeHeight="251661312" behindDoc="1" locked="1" layoutInCell="1" allowOverlap="1" wp14:anchorId="35E63859" wp14:editId="5C0C6E18">
          <wp:simplePos x="0" y="0"/>
          <wp:positionH relativeFrom="page">
            <wp:posOffset>6480810</wp:posOffset>
          </wp:positionH>
          <wp:positionV relativeFrom="page">
            <wp:posOffset>360045</wp:posOffset>
          </wp:positionV>
          <wp:extent cx="720000" cy="720000"/>
          <wp:effectExtent l="0" t="0" r="4445" b="444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D438E3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DB7CC0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790E7D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BDC4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87A0A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B6488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E2225FE"/>
    <w:multiLevelType w:val="multilevel"/>
    <w:tmpl w:val="30442988"/>
    <w:lvl w:ilvl="0">
      <w:start w:val="1"/>
      <w:numFmt w:val="decimal"/>
      <w:pStyle w:val="Nadpis1"/>
      <w:suff w:val="space"/>
      <w:lvlText w:val="%1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suff w:val="space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 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 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 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 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  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94317BE"/>
    <w:multiLevelType w:val="hybridMultilevel"/>
    <w:tmpl w:val="20DCDA4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C77AD"/>
    <w:multiLevelType w:val="hybridMultilevel"/>
    <w:tmpl w:val="4962C854"/>
    <w:lvl w:ilvl="0" w:tplc="ADE4831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9E549A5"/>
    <w:multiLevelType w:val="hybridMultilevel"/>
    <w:tmpl w:val="F9223AF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76A98"/>
    <w:multiLevelType w:val="hybridMultilevel"/>
    <w:tmpl w:val="34BA4A9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6F37DD"/>
    <w:multiLevelType w:val="multilevel"/>
    <w:tmpl w:val="44AE581E"/>
    <w:lvl w:ilvl="0">
      <w:start w:val="1"/>
      <w:numFmt w:val="decimal"/>
      <w:pStyle w:val="slovanseznam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pStyle w:val="slovanseznam2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pStyle w:val="slovanseznam3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2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12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6"/>
  </w:num>
  <w:num w:numId="11">
    <w:abstractNumId w:val="8"/>
  </w:num>
  <w:num w:numId="12">
    <w:abstractNumId w:val="6"/>
  </w:num>
  <w:num w:numId="13">
    <w:abstractNumId w:val="12"/>
  </w:num>
  <w:num w:numId="14">
    <w:abstractNumId w:val="11"/>
  </w:num>
  <w:num w:numId="15">
    <w:abstractNumId w:val="10"/>
  </w:num>
  <w:num w:numId="16">
    <w:abstractNumId w:val="7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71"/>
    <w:rsid w:val="00000CB0"/>
    <w:rsid w:val="000036A8"/>
    <w:rsid w:val="00021388"/>
    <w:rsid w:val="00033AD5"/>
    <w:rsid w:val="000474F5"/>
    <w:rsid w:val="00064439"/>
    <w:rsid w:val="00070504"/>
    <w:rsid w:val="00070B73"/>
    <w:rsid w:val="00096CC9"/>
    <w:rsid w:val="000A300E"/>
    <w:rsid w:val="000A43FB"/>
    <w:rsid w:val="000A6803"/>
    <w:rsid w:val="000C5AC4"/>
    <w:rsid w:val="000D29D8"/>
    <w:rsid w:val="000D7FFA"/>
    <w:rsid w:val="000E0A0D"/>
    <w:rsid w:val="000E41AC"/>
    <w:rsid w:val="001118E9"/>
    <w:rsid w:val="001244A9"/>
    <w:rsid w:val="0012603C"/>
    <w:rsid w:val="00151575"/>
    <w:rsid w:val="001524AF"/>
    <w:rsid w:val="00194A5C"/>
    <w:rsid w:val="001A42A8"/>
    <w:rsid w:val="001C036B"/>
    <w:rsid w:val="001C26CB"/>
    <w:rsid w:val="001C376C"/>
    <w:rsid w:val="001C7DA4"/>
    <w:rsid w:val="001E147E"/>
    <w:rsid w:val="001F367D"/>
    <w:rsid w:val="00202386"/>
    <w:rsid w:val="002031B5"/>
    <w:rsid w:val="002046C5"/>
    <w:rsid w:val="00206780"/>
    <w:rsid w:val="002210A8"/>
    <w:rsid w:val="00244D2C"/>
    <w:rsid w:val="002508E7"/>
    <w:rsid w:val="00267383"/>
    <w:rsid w:val="0027068B"/>
    <w:rsid w:val="00276AC0"/>
    <w:rsid w:val="00276E4E"/>
    <w:rsid w:val="00284B09"/>
    <w:rsid w:val="0029680C"/>
    <w:rsid w:val="002B1D72"/>
    <w:rsid w:val="002B396F"/>
    <w:rsid w:val="002B560F"/>
    <w:rsid w:val="002F7942"/>
    <w:rsid w:val="003019C9"/>
    <w:rsid w:val="00305030"/>
    <w:rsid w:val="0031118B"/>
    <w:rsid w:val="00313F43"/>
    <w:rsid w:val="00316230"/>
    <w:rsid w:val="00317DBD"/>
    <w:rsid w:val="003435D8"/>
    <w:rsid w:val="00350FC1"/>
    <w:rsid w:val="00363B0E"/>
    <w:rsid w:val="00365B71"/>
    <w:rsid w:val="00380870"/>
    <w:rsid w:val="003B00C4"/>
    <w:rsid w:val="003C5B35"/>
    <w:rsid w:val="003C7BA8"/>
    <w:rsid w:val="003D3B0D"/>
    <w:rsid w:val="003D59ED"/>
    <w:rsid w:val="003D70C7"/>
    <w:rsid w:val="003F720D"/>
    <w:rsid w:val="00420B81"/>
    <w:rsid w:val="00423914"/>
    <w:rsid w:val="0044182F"/>
    <w:rsid w:val="0044780A"/>
    <w:rsid w:val="004563A0"/>
    <w:rsid w:val="0046154B"/>
    <w:rsid w:val="0047586F"/>
    <w:rsid w:val="004A3755"/>
    <w:rsid w:val="004C6231"/>
    <w:rsid w:val="004D0D1C"/>
    <w:rsid w:val="004E00BB"/>
    <w:rsid w:val="004E3A3A"/>
    <w:rsid w:val="00524242"/>
    <w:rsid w:val="00524986"/>
    <w:rsid w:val="005516E3"/>
    <w:rsid w:val="00551A04"/>
    <w:rsid w:val="00565E51"/>
    <w:rsid w:val="00577FEA"/>
    <w:rsid w:val="005908E7"/>
    <w:rsid w:val="005A047B"/>
    <w:rsid w:val="005A635E"/>
    <w:rsid w:val="005D5659"/>
    <w:rsid w:val="005D7803"/>
    <w:rsid w:val="005F4778"/>
    <w:rsid w:val="005F4E1D"/>
    <w:rsid w:val="0060587C"/>
    <w:rsid w:val="00611A7F"/>
    <w:rsid w:val="00620DB9"/>
    <w:rsid w:val="006213D3"/>
    <w:rsid w:val="006224A0"/>
    <w:rsid w:val="00631CFB"/>
    <w:rsid w:val="00644204"/>
    <w:rsid w:val="00653D6F"/>
    <w:rsid w:val="006545D9"/>
    <w:rsid w:val="006639FC"/>
    <w:rsid w:val="006A3B87"/>
    <w:rsid w:val="006B130C"/>
    <w:rsid w:val="006C3F17"/>
    <w:rsid w:val="006D5769"/>
    <w:rsid w:val="006E1899"/>
    <w:rsid w:val="00706965"/>
    <w:rsid w:val="00710B65"/>
    <w:rsid w:val="00713867"/>
    <w:rsid w:val="00716158"/>
    <w:rsid w:val="00737EF9"/>
    <w:rsid w:val="00741B39"/>
    <w:rsid w:val="0075087B"/>
    <w:rsid w:val="00756FC5"/>
    <w:rsid w:val="0076011E"/>
    <w:rsid w:val="00766C61"/>
    <w:rsid w:val="00793C13"/>
    <w:rsid w:val="007B00E6"/>
    <w:rsid w:val="007B2853"/>
    <w:rsid w:val="007B3345"/>
    <w:rsid w:val="007B46C7"/>
    <w:rsid w:val="007B508E"/>
    <w:rsid w:val="007D3A15"/>
    <w:rsid w:val="007F2B7A"/>
    <w:rsid w:val="00801022"/>
    <w:rsid w:val="00802AA4"/>
    <w:rsid w:val="008354FA"/>
    <w:rsid w:val="008666A7"/>
    <w:rsid w:val="008748C6"/>
    <w:rsid w:val="00884D18"/>
    <w:rsid w:val="00887B14"/>
    <w:rsid w:val="00891DE8"/>
    <w:rsid w:val="008942B3"/>
    <w:rsid w:val="00897B74"/>
    <w:rsid w:val="008A0A5B"/>
    <w:rsid w:val="008A123E"/>
    <w:rsid w:val="008B1806"/>
    <w:rsid w:val="008C1C4A"/>
    <w:rsid w:val="008C68AC"/>
    <w:rsid w:val="008D6B51"/>
    <w:rsid w:val="008F7DF7"/>
    <w:rsid w:val="00901E1B"/>
    <w:rsid w:val="00915821"/>
    <w:rsid w:val="009176C0"/>
    <w:rsid w:val="00920B51"/>
    <w:rsid w:val="00921488"/>
    <w:rsid w:val="00925DA1"/>
    <w:rsid w:val="00951D9F"/>
    <w:rsid w:val="00967465"/>
    <w:rsid w:val="00976D45"/>
    <w:rsid w:val="00990611"/>
    <w:rsid w:val="0099082F"/>
    <w:rsid w:val="009D7B67"/>
    <w:rsid w:val="009F37A4"/>
    <w:rsid w:val="009F3F9E"/>
    <w:rsid w:val="00A10B49"/>
    <w:rsid w:val="00A21C82"/>
    <w:rsid w:val="00A23099"/>
    <w:rsid w:val="00A26790"/>
    <w:rsid w:val="00A2722E"/>
    <w:rsid w:val="00A36871"/>
    <w:rsid w:val="00A614A5"/>
    <w:rsid w:val="00A91088"/>
    <w:rsid w:val="00A923C6"/>
    <w:rsid w:val="00AA0345"/>
    <w:rsid w:val="00AA424A"/>
    <w:rsid w:val="00AB5DBC"/>
    <w:rsid w:val="00AC0663"/>
    <w:rsid w:val="00AC277A"/>
    <w:rsid w:val="00AC770C"/>
    <w:rsid w:val="00AD28D2"/>
    <w:rsid w:val="00AE157D"/>
    <w:rsid w:val="00AE407C"/>
    <w:rsid w:val="00B00CDA"/>
    <w:rsid w:val="00B16AC6"/>
    <w:rsid w:val="00B24179"/>
    <w:rsid w:val="00B25719"/>
    <w:rsid w:val="00B31093"/>
    <w:rsid w:val="00B4276E"/>
    <w:rsid w:val="00B5406E"/>
    <w:rsid w:val="00B57E4A"/>
    <w:rsid w:val="00B81979"/>
    <w:rsid w:val="00B83886"/>
    <w:rsid w:val="00B852E6"/>
    <w:rsid w:val="00BB2C5A"/>
    <w:rsid w:val="00BB5075"/>
    <w:rsid w:val="00BD7060"/>
    <w:rsid w:val="00BF0880"/>
    <w:rsid w:val="00BF2A60"/>
    <w:rsid w:val="00BF54BC"/>
    <w:rsid w:val="00C15C22"/>
    <w:rsid w:val="00C205B1"/>
    <w:rsid w:val="00C23243"/>
    <w:rsid w:val="00C34E8E"/>
    <w:rsid w:val="00C53F3E"/>
    <w:rsid w:val="00C6599E"/>
    <w:rsid w:val="00C816FA"/>
    <w:rsid w:val="00C82116"/>
    <w:rsid w:val="00C97548"/>
    <w:rsid w:val="00C97592"/>
    <w:rsid w:val="00CA195E"/>
    <w:rsid w:val="00CA21E5"/>
    <w:rsid w:val="00CC0479"/>
    <w:rsid w:val="00D077FC"/>
    <w:rsid w:val="00D14822"/>
    <w:rsid w:val="00D21AF2"/>
    <w:rsid w:val="00D2480D"/>
    <w:rsid w:val="00D3286A"/>
    <w:rsid w:val="00D4638B"/>
    <w:rsid w:val="00D5468D"/>
    <w:rsid w:val="00D819C7"/>
    <w:rsid w:val="00D855AE"/>
    <w:rsid w:val="00D94B63"/>
    <w:rsid w:val="00D974A9"/>
    <w:rsid w:val="00DB431E"/>
    <w:rsid w:val="00DC251D"/>
    <w:rsid w:val="00DC2E03"/>
    <w:rsid w:val="00DC6B6D"/>
    <w:rsid w:val="00DD65F9"/>
    <w:rsid w:val="00DE404B"/>
    <w:rsid w:val="00DE4F4A"/>
    <w:rsid w:val="00DE6C5D"/>
    <w:rsid w:val="00E0657D"/>
    <w:rsid w:val="00E416F0"/>
    <w:rsid w:val="00E53C3B"/>
    <w:rsid w:val="00E6417B"/>
    <w:rsid w:val="00E64DF1"/>
    <w:rsid w:val="00E66A2A"/>
    <w:rsid w:val="00E75F66"/>
    <w:rsid w:val="00E86034"/>
    <w:rsid w:val="00E950DC"/>
    <w:rsid w:val="00E95B73"/>
    <w:rsid w:val="00E960C3"/>
    <w:rsid w:val="00EA67C5"/>
    <w:rsid w:val="00EB71A4"/>
    <w:rsid w:val="00EC53FB"/>
    <w:rsid w:val="00ED1A5B"/>
    <w:rsid w:val="00ED2CBE"/>
    <w:rsid w:val="00ED5694"/>
    <w:rsid w:val="00EE238A"/>
    <w:rsid w:val="00EE7CB3"/>
    <w:rsid w:val="00F04FF7"/>
    <w:rsid w:val="00F170A6"/>
    <w:rsid w:val="00F2355B"/>
    <w:rsid w:val="00F31F51"/>
    <w:rsid w:val="00F42DAA"/>
    <w:rsid w:val="00F47696"/>
    <w:rsid w:val="00F502CC"/>
    <w:rsid w:val="00F63409"/>
    <w:rsid w:val="00F64A0F"/>
    <w:rsid w:val="00FA5665"/>
    <w:rsid w:val="00FC2671"/>
    <w:rsid w:val="00FD11D4"/>
    <w:rsid w:val="00FF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64E889B-1CF3-4B98-884D-82322192B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en-GB" w:eastAsia="en-US" w:bidi="ar-SA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5">
    <w:lsdException w:name="Normal" w:uiPriority="6" w:qFormat="1"/>
    <w:lsdException w:name="heading 1" w:uiPriority="4" w:qFormat="1"/>
    <w:lsdException w:name="heading 2" w:uiPriority="4" w:qFormat="1"/>
    <w:lsdException w:name="heading 3" w:uiPriority="4" w:qFormat="1"/>
    <w:lsdException w:name="heading 4" w:uiPriority="4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8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iPriority="7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7" w:unhideWhenUsed="1" w:qFormat="1"/>
    <w:lsdException w:name="List Number" w:uiPriority="7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7" w:unhideWhenUsed="1"/>
    <w:lsdException w:name="List Bullet 3" w:uiPriority="7" w:unhideWhenUsed="1"/>
    <w:lsdException w:name="List Bullet 4" w:semiHidden="1" w:unhideWhenUsed="1"/>
    <w:lsdException w:name="List Bullet 5" w:semiHidden="1" w:unhideWhenUsed="1"/>
    <w:lsdException w:name="List Number 2" w:uiPriority="7" w:unhideWhenUsed="1"/>
    <w:lsdException w:name="List Number 3" w:uiPriority="7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6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D11D4"/>
    <w:rPr>
      <w:lang w:val="cs-CZ"/>
    </w:rPr>
  </w:style>
  <w:style w:type="paragraph" w:styleId="Nadpis1">
    <w:name w:val="heading 1"/>
    <w:basedOn w:val="Normln"/>
    <w:next w:val="Normln"/>
    <w:link w:val="Nadpis1Char"/>
    <w:uiPriority w:val="4"/>
    <w:qFormat/>
    <w:rsid w:val="00AE407C"/>
    <w:pPr>
      <w:keepNext/>
      <w:keepLines/>
      <w:numPr>
        <w:numId w:val="12"/>
      </w:numPr>
      <w:spacing w:before="240" w:after="80" w:line="240" w:lineRule="auto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4"/>
    <w:qFormat/>
    <w:rsid w:val="00AE407C"/>
    <w:pPr>
      <w:keepNext/>
      <w:keepLines/>
      <w:numPr>
        <w:ilvl w:val="1"/>
        <w:numId w:val="12"/>
      </w:numPr>
      <w:spacing w:before="240" w:after="80" w:line="240" w:lineRule="auto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4"/>
    <w:qFormat/>
    <w:rsid w:val="00AE407C"/>
    <w:pPr>
      <w:keepNext/>
      <w:keepLines/>
      <w:numPr>
        <w:ilvl w:val="2"/>
        <w:numId w:val="12"/>
      </w:numPr>
      <w:spacing w:before="240" w:after="80" w:line="240" w:lineRule="auto"/>
      <w:outlineLvl w:val="2"/>
    </w:pPr>
    <w:rPr>
      <w:rFonts w:asciiTheme="majorHAnsi" w:eastAsiaTheme="majorEastAsia" w:hAnsiTheme="majorHAnsi" w:cstheme="majorBidi"/>
      <w:sz w:val="20"/>
      <w:szCs w:val="24"/>
    </w:rPr>
  </w:style>
  <w:style w:type="paragraph" w:styleId="Nadpis4">
    <w:name w:val="heading 4"/>
    <w:basedOn w:val="Normln"/>
    <w:next w:val="Normln"/>
    <w:link w:val="Nadpis4Char"/>
    <w:uiPriority w:val="4"/>
    <w:qFormat/>
    <w:rsid w:val="00AE407C"/>
    <w:pPr>
      <w:keepNext/>
      <w:keepLines/>
      <w:numPr>
        <w:ilvl w:val="3"/>
        <w:numId w:val="12"/>
      </w:numPr>
      <w:spacing w:before="240" w:after="80" w:line="240" w:lineRule="auto"/>
      <w:outlineLvl w:val="3"/>
    </w:pPr>
    <w:rPr>
      <w:rFonts w:asciiTheme="majorHAnsi" w:eastAsiaTheme="majorEastAsia" w:hAnsiTheme="majorHAnsi" w:cstheme="majorBidi"/>
      <w:iCs/>
    </w:rPr>
  </w:style>
  <w:style w:type="paragraph" w:styleId="Nadpis5">
    <w:name w:val="heading 5"/>
    <w:basedOn w:val="Normln"/>
    <w:next w:val="Normln"/>
    <w:link w:val="Nadpis5Char"/>
    <w:uiPriority w:val="9"/>
    <w:semiHidden/>
    <w:rsid w:val="001C7DA4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Nadpis6">
    <w:name w:val="heading 6"/>
    <w:basedOn w:val="Normln"/>
    <w:next w:val="Normln"/>
    <w:link w:val="Nadpis6Char"/>
    <w:uiPriority w:val="9"/>
    <w:semiHidden/>
    <w:rsid w:val="001C7DA4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Nadpis7">
    <w:name w:val="heading 7"/>
    <w:basedOn w:val="Normln"/>
    <w:next w:val="Normln"/>
    <w:link w:val="Nadpis7Char"/>
    <w:uiPriority w:val="9"/>
    <w:semiHidden/>
    <w:rsid w:val="001C7DA4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9"/>
    <w:semiHidden/>
    <w:rsid w:val="001C7DA4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rsid w:val="001C7DA4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Cs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64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Normln"/>
    <w:next w:val="Normln"/>
    <w:link w:val="DatumChar"/>
    <w:uiPriority w:val="99"/>
    <w:rsid w:val="00244D2C"/>
    <w:pPr>
      <w:spacing w:line="200" w:lineRule="atLeast"/>
    </w:pPr>
    <w:rPr>
      <w:rFonts w:asciiTheme="majorHAnsi" w:hAnsiTheme="majorHAnsi"/>
      <w:sz w:val="12"/>
    </w:rPr>
  </w:style>
  <w:style w:type="paragraph" w:styleId="Seznamsodrkami">
    <w:name w:val="List Bullet"/>
    <w:basedOn w:val="Normln"/>
    <w:uiPriority w:val="7"/>
    <w:qFormat/>
    <w:rsid w:val="00D14822"/>
    <w:pPr>
      <w:numPr>
        <w:numId w:val="7"/>
      </w:numPr>
      <w:spacing w:after="80"/>
    </w:pPr>
  </w:style>
  <w:style w:type="paragraph" w:styleId="Seznamsodrkami2">
    <w:name w:val="List Bullet 2"/>
    <w:basedOn w:val="Normln"/>
    <w:uiPriority w:val="7"/>
    <w:rsid w:val="00D14822"/>
    <w:pPr>
      <w:numPr>
        <w:ilvl w:val="1"/>
        <w:numId w:val="7"/>
      </w:numPr>
      <w:spacing w:after="60"/>
    </w:pPr>
  </w:style>
  <w:style w:type="paragraph" w:styleId="Seznamsodrkami3">
    <w:name w:val="List Bullet 3"/>
    <w:basedOn w:val="Normln"/>
    <w:uiPriority w:val="7"/>
    <w:rsid w:val="00D14822"/>
    <w:pPr>
      <w:numPr>
        <w:ilvl w:val="2"/>
        <w:numId w:val="7"/>
      </w:numPr>
      <w:spacing w:after="40"/>
    </w:pPr>
  </w:style>
  <w:style w:type="paragraph" w:styleId="Odstavecseseznamem">
    <w:name w:val="List Paragraph"/>
    <w:basedOn w:val="Normln"/>
    <w:uiPriority w:val="34"/>
    <w:semiHidden/>
    <w:qFormat/>
    <w:rsid w:val="00C23243"/>
    <w:pPr>
      <w:ind w:left="720"/>
      <w:contextualSpacing/>
    </w:pPr>
  </w:style>
  <w:style w:type="paragraph" w:styleId="slovanseznam">
    <w:name w:val="List Number"/>
    <w:basedOn w:val="Normln"/>
    <w:uiPriority w:val="7"/>
    <w:qFormat/>
    <w:rsid w:val="00AC770C"/>
    <w:pPr>
      <w:numPr>
        <w:numId w:val="14"/>
      </w:numPr>
      <w:spacing w:after="80"/>
    </w:pPr>
  </w:style>
  <w:style w:type="paragraph" w:styleId="slovanseznam2">
    <w:name w:val="List Number 2"/>
    <w:basedOn w:val="Normln"/>
    <w:uiPriority w:val="7"/>
    <w:rsid w:val="00AC770C"/>
    <w:pPr>
      <w:numPr>
        <w:ilvl w:val="1"/>
        <w:numId w:val="14"/>
      </w:numPr>
      <w:spacing w:after="60"/>
    </w:pPr>
  </w:style>
  <w:style w:type="paragraph" w:styleId="slovanseznam3">
    <w:name w:val="List Number 3"/>
    <w:basedOn w:val="Normln"/>
    <w:uiPriority w:val="7"/>
    <w:rsid w:val="00AC770C"/>
    <w:pPr>
      <w:numPr>
        <w:ilvl w:val="2"/>
        <w:numId w:val="14"/>
      </w:numPr>
      <w:spacing w:after="40"/>
    </w:pPr>
  </w:style>
  <w:style w:type="paragraph" w:styleId="Zhlav">
    <w:name w:val="header"/>
    <w:basedOn w:val="Bezmezer"/>
    <w:link w:val="ZhlavChar"/>
    <w:uiPriority w:val="11"/>
    <w:rsid w:val="00EB71A4"/>
  </w:style>
  <w:style w:type="character" w:customStyle="1" w:styleId="ZhlavChar">
    <w:name w:val="Záhlaví Char"/>
    <w:basedOn w:val="Standardnpsmoodstavce"/>
    <w:link w:val="Zhlav"/>
    <w:uiPriority w:val="11"/>
    <w:rsid w:val="00EB71A4"/>
  </w:style>
  <w:style w:type="paragraph" w:styleId="Zpat">
    <w:name w:val="footer"/>
    <w:basedOn w:val="Normln"/>
    <w:link w:val="ZpatChar"/>
    <w:uiPriority w:val="99"/>
    <w:rsid w:val="003435D8"/>
    <w:pPr>
      <w:tabs>
        <w:tab w:val="center" w:pos="3686"/>
        <w:tab w:val="right" w:pos="7936"/>
      </w:tabs>
      <w:spacing w:after="0" w:line="170" w:lineRule="exact"/>
    </w:pPr>
    <w:rPr>
      <w:rFonts w:asciiTheme="majorHAnsi" w:hAnsiTheme="majorHAnsi"/>
      <w:sz w:val="13"/>
    </w:rPr>
  </w:style>
  <w:style w:type="character" w:customStyle="1" w:styleId="ZpatChar">
    <w:name w:val="Zápatí Char"/>
    <w:basedOn w:val="Standardnpsmoodstavce"/>
    <w:link w:val="Zpat"/>
    <w:uiPriority w:val="99"/>
    <w:rsid w:val="003435D8"/>
    <w:rPr>
      <w:rFonts w:asciiTheme="majorHAnsi" w:hAnsiTheme="majorHAnsi"/>
      <w:sz w:val="13"/>
    </w:rPr>
  </w:style>
  <w:style w:type="character" w:customStyle="1" w:styleId="DatumChar">
    <w:name w:val="Datum Char"/>
    <w:basedOn w:val="Standardnpsmoodstavce"/>
    <w:link w:val="Datum"/>
    <w:uiPriority w:val="99"/>
    <w:rsid w:val="00244D2C"/>
    <w:rPr>
      <w:rFonts w:asciiTheme="majorHAnsi" w:hAnsiTheme="majorHAnsi"/>
      <w:sz w:val="12"/>
    </w:rPr>
  </w:style>
  <w:style w:type="character" w:customStyle="1" w:styleId="Nadpis1Char">
    <w:name w:val="Nadpis 1 Char"/>
    <w:basedOn w:val="Standardnpsmoodstavce"/>
    <w:link w:val="Nadpis1"/>
    <w:uiPriority w:val="4"/>
    <w:rsid w:val="00AE407C"/>
    <w:rPr>
      <w:rFonts w:asciiTheme="majorHAnsi" w:eastAsiaTheme="majorEastAsia" w:hAnsiTheme="majorHAnsi" w:cstheme="majorBidi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4"/>
    <w:rsid w:val="00AE407C"/>
    <w:rPr>
      <w:rFonts w:asciiTheme="majorHAnsi" w:eastAsiaTheme="majorEastAsia" w:hAnsiTheme="majorHAnsi" w:cstheme="majorBidi"/>
      <w:sz w:val="24"/>
      <w:szCs w:val="26"/>
    </w:rPr>
  </w:style>
  <w:style w:type="paragraph" w:customStyle="1" w:styleId="Subject">
    <w:name w:val="Subject"/>
    <w:basedOn w:val="Normln"/>
    <w:next w:val="Normln"/>
    <w:qFormat/>
    <w:rsid w:val="003C7BA8"/>
    <w:pPr>
      <w:spacing w:before="240" w:after="240" w:line="240" w:lineRule="auto"/>
    </w:pPr>
    <w:rPr>
      <w:rFonts w:asciiTheme="majorHAnsi" w:eastAsia="Arial" w:hAnsiTheme="majorHAnsi" w:cs="Arial"/>
      <w:sz w:val="36"/>
      <w:szCs w:val="13"/>
      <w:lang w:eastAsia="sv-SE"/>
    </w:rPr>
  </w:style>
  <w:style w:type="character" w:styleId="slostrnky">
    <w:name w:val="page number"/>
    <w:basedOn w:val="Standardnpsmoodstavce"/>
    <w:uiPriority w:val="99"/>
    <w:unhideWhenUsed/>
    <w:rsid w:val="00A26790"/>
    <w:rPr>
      <w:rFonts w:asciiTheme="majorHAnsi" w:hAnsiTheme="majorHAnsi"/>
      <w:sz w:val="16"/>
    </w:rPr>
  </w:style>
  <w:style w:type="character" w:customStyle="1" w:styleId="Nadpis3Char">
    <w:name w:val="Nadpis 3 Char"/>
    <w:basedOn w:val="Standardnpsmoodstavce"/>
    <w:link w:val="Nadpis3"/>
    <w:uiPriority w:val="4"/>
    <w:rsid w:val="00AE407C"/>
    <w:rPr>
      <w:rFonts w:asciiTheme="majorHAnsi" w:eastAsiaTheme="majorEastAsia" w:hAnsiTheme="majorHAnsi" w:cstheme="majorBidi"/>
      <w:sz w:val="20"/>
      <w:szCs w:val="24"/>
    </w:rPr>
  </w:style>
  <w:style w:type="character" w:customStyle="1" w:styleId="Nadpis4Char">
    <w:name w:val="Nadpis 4 Char"/>
    <w:basedOn w:val="Standardnpsmoodstavce"/>
    <w:link w:val="Nadpis4"/>
    <w:uiPriority w:val="4"/>
    <w:rsid w:val="00AE407C"/>
    <w:rPr>
      <w:rFonts w:asciiTheme="majorHAnsi" w:eastAsiaTheme="majorEastAsia" w:hAnsiTheme="majorHAnsi" w:cstheme="majorBidi"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508E7"/>
    <w:rPr>
      <w:rFonts w:asciiTheme="majorHAnsi" w:eastAsiaTheme="majorEastAsia" w:hAnsiTheme="majorHAnsi" w:cstheme="majorBidi"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508E7"/>
    <w:rPr>
      <w:rFonts w:asciiTheme="majorHAnsi" w:eastAsiaTheme="majorEastAsia" w:hAnsiTheme="majorHAnsi" w:cstheme="majorBidi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508E7"/>
    <w:rPr>
      <w:rFonts w:asciiTheme="majorHAnsi" w:eastAsiaTheme="majorEastAsia" w:hAnsiTheme="majorHAnsi" w:cstheme="majorBidi"/>
      <w:iCs/>
      <w:szCs w:val="21"/>
    </w:rPr>
  </w:style>
  <w:style w:type="paragraph" w:customStyle="1" w:styleId="Title1">
    <w:name w:val="Title 1"/>
    <w:basedOn w:val="Nadpis1"/>
    <w:next w:val="Normln"/>
    <w:link w:val="Title1Char"/>
    <w:uiPriority w:val="9"/>
    <w:qFormat/>
    <w:rsid w:val="00D4638B"/>
    <w:pPr>
      <w:numPr>
        <w:numId w:val="0"/>
      </w:numPr>
    </w:pPr>
  </w:style>
  <w:style w:type="paragraph" w:customStyle="1" w:styleId="Title2">
    <w:name w:val="Title 2"/>
    <w:basedOn w:val="Nadpis2"/>
    <w:next w:val="Normln"/>
    <w:link w:val="Title2Char"/>
    <w:uiPriority w:val="9"/>
    <w:qFormat/>
    <w:rsid w:val="00D4638B"/>
    <w:pPr>
      <w:numPr>
        <w:ilvl w:val="0"/>
        <w:numId w:val="0"/>
      </w:numPr>
    </w:pPr>
  </w:style>
  <w:style w:type="paragraph" w:customStyle="1" w:styleId="Title3">
    <w:name w:val="Title 3"/>
    <w:basedOn w:val="Nadpis3"/>
    <w:next w:val="Normln"/>
    <w:link w:val="Title3Char"/>
    <w:uiPriority w:val="9"/>
    <w:qFormat/>
    <w:rsid w:val="00D4638B"/>
    <w:pPr>
      <w:numPr>
        <w:ilvl w:val="0"/>
        <w:numId w:val="0"/>
      </w:numPr>
    </w:pPr>
  </w:style>
  <w:style w:type="paragraph" w:customStyle="1" w:styleId="DocumentName">
    <w:name w:val="DocumentName"/>
    <w:next w:val="Normln"/>
    <w:uiPriority w:val="8"/>
    <w:rsid w:val="00AE407C"/>
    <w:pPr>
      <w:spacing w:after="0"/>
    </w:pPr>
    <w:rPr>
      <w:rFonts w:asciiTheme="majorHAnsi" w:hAnsiTheme="majorHAnsi"/>
      <w:caps/>
      <w:sz w:val="36"/>
      <w:szCs w:val="40"/>
    </w:rPr>
  </w:style>
  <w:style w:type="paragraph" w:styleId="Nadpisobsahu">
    <w:name w:val="TOC Heading"/>
    <w:basedOn w:val="Nadpis1"/>
    <w:next w:val="Normln"/>
    <w:uiPriority w:val="39"/>
    <w:unhideWhenUsed/>
    <w:rsid w:val="00B31093"/>
    <w:pPr>
      <w:keepNext w:val="0"/>
      <w:keepLines w:val="0"/>
      <w:numPr>
        <w:numId w:val="0"/>
      </w:numPr>
      <w:spacing w:after="0" w:line="288" w:lineRule="auto"/>
      <w:outlineLvl w:val="9"/>
    </w:pPr>
    <w:rPr>
      <w:sz w:val="24"/>
    </w:rPr>
  </w:style>
  <w:style w:type="paragraph" w:styleId="Obsah1">
    <w:name w:val="toc 1"/>
    <w:basedOn w:val="Normln"/>
    <w:next w:val="Normln"/>
    <w:autoRedefine/>
    <w:uiPriority w:val="39"/>
    <w:rsid w:val="008A0A5B"/>
    <w:pPr>
      <w:tabs>
        <w:tab w:val="right" w:leader="dot" w:pos="7938"/>
      </w:tabs>
      <w:spacing w:before="200" w:after="60"/>
    </w:pPr>
    <w:rPr>
      <w:rFonts w:asciiTheme="majorHAnsi" w:hAnsiTheme="majorHAnsi"/>
    </w:rPr>
  </w:style>
  <w:style w:type="paragraph" w:styleId="Obsah2">
    <w:name w:val="toc 2"/>
    <w:basedOn w:val="Normln"/>
    <w:next w:val="Normln"/>
    <w:autoRedefine/>
    <w:uiPriority w:val="39"/>
    <w:rsid w:val="008A0A5B"/>
    <w:pPr>
      <w:tabs>
        <w:tab w:val="right" w:leader="dot" w:pos="7938"/>
      </w:tabs>
      <w:spacing w:after="60"/>
      <w:ind w:left="221"/>
    </w:pPr>
    <w:rPr>
      <w:rFonts w:asciiTheme="majorHAnsi" w:hAnsiTheme="majorHAnsi"/>
    </w:rPr>
  </w:style>
  <w:style w:type="paragraph" w:styleId="Obsah3">
    <w:name w:val="toc 3"/>
    <w:basedOn w:val="Normln"/>
    <w:next w:val="Normln"/>
    <w:autoRedefine/>
    <w:uiPriority w:val="39"/>
    <w:rsid w:val="008A0A5B"/>
    <w:pPr>
      <w:tabs>
        <w:tab w:val="right" w:leader="dot" w:pos="7938"/>
      </w:tabs>
      <w:spacing w:after="60"/>
      <w:ind w:left="442"/>
    </w:pPr>
    <w:rPr>
      <w:rFonts w:asciiTheme="majorHAnsi" w:hAnsiTheme="majorHAns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18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806"/>
    <w:rPr>
      <w:rFonts w:ascii="Segoe UI" w:hAnsi="Segoe UI" w:cs="Segoe UI"/>
      <w:sz w:val="18"/>
      <w:szCs w:val="18"/>
    </w:rPr>
  </w:style>
  <w:style w:type="paragraph" w:customStyle="1" w:styleId="Label">
    <w:name w:val="Label"/>
    <w:basedOn w:val="Normln"/>
    <w:next w:val="Normln"/>
    <w:uiPriority w:val="8"/>
    <w:rsid w:val="00244D2C"/>
    <w:pPr>
      <w:spacing w:after="0" w:line="200" w:lineRule="atLeast"/>
    </w:pPr>
    <w:rPr>
      <w:rFonts w:asciiTheme="majorHAnsi" w:eastAsia="Arial" w:hAnsiTheme="majorHAnsi" w:cs="Mangal"/>
      <w:sz w:val="12"/>
      <w:lang w:eastAsia="sv-SE"/>
    </w:rPr>
  </w:style>
  <w:style w:type="character" w:customStyle="1" w:styleId="VERSALER">
    <w:name w:val="VERSALER"/>
    <w:basedOn w:val="Standardnpsmoodstavce"/>
    <w:uiPriority w:val="99"/>
    <w:semiHidden/>
    <w:rsid w:val="00920B51"/>
    <w:rPr>
      <w:caps/>
    </w:rPr>
  </w:style>
  <w:style w:type="paragraph" w:styleId="Bezmezer">
    <w:name w:val="No Spacing"/>
    <w:qFormat/>
    <w:rsid w:val="00244D2C"/>
    <w:pPr>
      <w:spacing w:after="0"/>
    </w:pPr>
  </w:style>
  <w:style w:type="paragraph" w:styleId="Adresanaoblku">
    <w:name w:val="envelope address"/>
    <w:basedOn w:val="Normln"/>
    <w:uiPriority w:val="8"/>
    <w:rsid w:val="006545D9"/>
    <w:pPr>
      <w:spacing w:after="0"/>
    </w:pPr>
    <w:rPr>
      <w:rFonts w:asciiTheme="majorHAnsi" w:hAnsiTheme="majorHAnsi"/>
    </w:rPr>
  </w:style>
  <w:style w:type="paragraph" w:customStyle="1" w:styleId="FLetterpage1">
    <w:name w:val="ÅF Letter (page 1)"/>
    <w:semiHidden/>
    <w:rsid w:val="0031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8942B3"/>
    <w:rPr>
      <w:color w:val="5F5F5F" w:themeColor="hyperlink"/>
      <w:u w:val="single"/>
    </w:rPr>
  </w:style>
  <w:style w:type="paragraph" w:customStyle="1" w:styleId="Title4">
    <w:name w:val="Title 4"/>
    <w:basedOn w:val="Nadpis4"/>
    <w:next w:val="Normln"/>
    <w:uiPriority w:val="9"/>
    <w:qFormat/>
    <w:rsid w:val="00D4638B"/>
    <w:pPr>
      <w:numPr>
        <w:ilvl w:val="0"/>
        <w:numId w:val="0"/>
      </w:numPr>
    </w:pPr>
  </w:style>
  <w:style w:type="paragraph" w:customStyle="1" w:styleId="Hidden">
    <w:name w:val="Hidden"/>
    <w:basedOn w:val="Normln"/>
    <w:uiPriority w:val="19"/>
    <w:rsid w:val="00925DA1"/>
    <w:rPr>
      <w:vanish/>
    </w:rPr>
  </w:style>
  <w:style w:type="paragraph" w:styleId="Obsah4">
    <w:name w:val="toc 4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658"/>
    </w:pPr>
    <w:rPr>
      <w:rFonts w:asciiTheme="majorHAnsi" w:hAnsiTheme="majorHAnsi"/>
    </w:rPr>
  </w:style>
  <w:style w:type="paragraph" w:styleId="Obsah5">
    <w:name w:val="toc 5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879"/>
    </w:pPr>
    <w:rPr>
      <w:rFonts w:asciiTheme="majorHAnsi" w:hAnsiTheme="majorHAnsi"/>
    </w:rPr>
  </w:style>
  <w:style w:type="paragraph" w:styleId="Obsah6">
    <w:name w:val="toc 6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100"/>
    </w:pPr>
    <w:rPr>
      <w:rFonts w:asciiTheme="majorHAnsi" w:hAnsiTheme="majorHAnsi"/>
    </w:rPr>
  </w:style>
  <w:style w:type="paragraph" w:styleId="Obsah7">
    <w:name w:val="toc 7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321"/>
    </w:pPr>
    <w:rPr>
      <w:rFonts w:asciiTheme="majorHAnsi" w:hAnsiTheme="majorHAnsi"/>
    </w:rPr>
  </w:style>
  <w:style w:type="paragraph" w:styleId="Obsah8">
    <w:name w:val="toc 8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542"/>
    </w:pPr>
    <w:rPr>
      <w:rFonts w:asciiTheme="majorHAnsi" w:hAnsiTheme="majorHAnsi"/>
    </w:rPr>
  </w:style>
  <w:style w:type="paragraph" w:styleId="Obsah9">
    <w:name w:val="toc 9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758"/>
    </w:pPr>
    <w:rPr>
      <w:rFonts w:asciiTheme="majorHAnsi" w:hAnsiTheme="majorHAnsi"/>
    </w:rPr>
  </w:style>
  <w:style w:type="character" w:styleId="Zstupntext">
    <w:name w:val="Placeholder Text"/>
    <w:basedOn w:val="Standardnpsmoodstavce"/>
    <w:uiPriority w:val="99"/>
    <w:rsid w:val="008A0A5B"/>
    <w:rPr>
      <w:color w:val="auto"/>
    </w:rPr>
  </w:style>
  <w:style w:type="character" w:customStyle="1" w:styleId="Title1Char">
    <w:name w:val="Title 1 Char"/>
    <w:basedOn w:val="Nadpis1Char"/>
    <w:link w:val="Title1"/>
    <w:uiPriority w:val="9"/>
    <w:rsid w:val="000D7FFA"/>
    <w:rPr>
      <w:rFonts w:asciiTheme="majorHAnsi" w:eastAsiaTheme="majorEastAsia" w:hAnsiTheme="majorHAnsi" w:cstheme="majorBidi"/>
      <w:b w:val="0"/>
      <w:sz w:val="32"/>
      <w:szCs w:val="32"/>
    </w:rPr>
  </w:style>
  <w:style w:type="character" w:customStyle="1" w:styleId="Title2Char">
    <w:name w:val="Title 2 Char"/>
    <w:basedOn w:val="Nadpis2Char"/>
    <w:link w:val="Title2"/>
    <w:uiPriority w:val="9"/>
    <w:rsid w:val="000D7FFA"/>
    <w:rPr>
      <w:rFonts w:asciiTheme="majorHAnsi" w:eastAsiaTheme="majorEastAsia" w:hAnsiTheme="majorHAnsi" w:cstheme="majorBidi"/>
      <w:sz w:val="28"/>
      <w:szCs w:val="26"/>
    </w:rPr>
  </w:style>
  <w:style w:type="character" w:customStyle="1" w:styleId="Title3Char">
    <w:name w:val="Title 3 Char"/>
    <w:basedOn w:val="Nadpis3Char"/>
    <w:link w:val="Title3"/>
    <w:uiPriority w:val="9"/>
    <w:rsid w:val="000D7FFA"/>
    <w:rPr>
      <w:rFonts w:asciiTheme="majorHAnsi" w:eastAsiaTheme="majorEastAsia" w:hAnsiTheme="majorHAnsi" w:cstheme="majorBidi"/>
      <w:sz w:val="24"/>
      <w:szCs w:val="24"/>
    </w:rPr>
  </w:style>
  <w:style w:type="table" w:customStyle="1" w:styleId="Svtlmkatabulky1">
    <w:name w:val="Světlá mřížka tabulky1"/>
    <w:basedOn w:val="Normlntabulka"/>
    <w:uiPriority w:val="40"/>
    <w:rsid w:val="006A3B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Tablestyle">
    <w:name w:val="ÅF Table style"/>
    <w:basedOn w:val="Normlntabulka"/>
    <w:uiPriority w:val="99"/>
    <w:rsid w:val="00AE407C"/>
    <w:pPr>
      <w:spacing w:before="40" w:after="40"/>
    </w:pPr>
    <w:tblPr>
      <w:tblBorders>
        <w:top w:val="single" w:sz="4" w:space="0" w:color="506070" w:themeColor="text2"/>
        <w:left w:val="single" w:sz="4" w:space="0" w:color="506070" w:themeColor="text2"/>
        <w:bottom w:val="single" w:sz="4" w:space="0" w:color="506070" w:themeColor="text2"/>
        <w:right w:val="single" w:sz="4" w:space="0" w:color="506070" w:themeColor="text2"/>
        <w:insideH w:val="single" w:sz="4" w:space="0" w:color="506070" w:themeColor="text2"/>
        <w:insideV w:val="single" w:sz="4" w:space="0" w:color="506070" w:themeColor="text2"/>
      </w:tblBorders>
    </w:tblPr>
  </w:style>
  <w:style w:type="paragraph" w:customStyle="1" w:styleId="TOCEnclosures">
    <w:name w:val="TOC Enclosures"/>
    <w:basedOn w:val="Bezmezer"/>
    <w:uiPriority w:val="39"/>
    <w:rsid w:val="00DE4F4A"/>
    <w:pPr>
      <w:tabs>
        <w:tab w:val="right" w:leader="dot" w:pos="7938"/>
      </w:tabs>
      <w:spacing w:after="60"/>
    </w:pPr>
    <w:rPr>
      <w:rFonts w:asciiTheme="majorHAnsi" w:hAnsiTheme="majorHAnsi"/>
    </w:rPr>
  </w:style>
  <w:style w:type="paragraph" w:styleId="Titulek">
    <w:name w:val="caption"/>
    <w:basedOn w:val="Normln"/>
    <w:next w:val="Normln"/>
    <w:uiPriority w:val="35"/>
    <w:qFormat/>
    <w:rsid w:val="003D70C7"/>
    <w:pPr>
      <w:spacing w:after="200" w:line="240" w:lineRule="auto"/>
    </w:pPr>
    <w:rPr>
      <w:rFonts w:asciiTheme="majorHAnsi" w:hAnsiTheme="majorHAnsi"/>
      <w:i/>
      <w:iCs/>
      <w:color w:val="506070" w:themeColor="text2"/>
      <w:sz w:val="12"/>
    </w:rPr>
  </w:style>
  <w:style w:type="paragraph" w:customStyle="1" w:styleId="Tableheading">
    <w:name w:val="Table heading"/>
    <w:basedOn w:val="Normln"/>
    <w:uiPriority w:val="19"/>
    <w:qFormat/>
    <w:rsid w:val="003D70C7"/>
    <w:pPr>
      <w:spacing w:before="40" w:after="40"/>
    </w:pPr>
    <w:rPr>
      <w:rFonts w:asciiTheme="majorHAnsi" w:hAnsiTheme="majorHAnsi"/>
    </w:rPr>
  </w:style>
  <w:style w:type="paragraph" w:customStyle="1" w:styleId="Coverpagetitle">
    <w:name w:val="Coverpage title"/>
    <w:basedOn w:val="Normln"/>
    <w:rsid w:val="00EC53FB"/>
    <w:rPr>
      <w:rFonts w:asciiTheme="majorHAnsi" w:hAnsiTheme="majorHAnsi"/>
      <w:b/>
      <w:sz w:val="72"/>
      <w:szCs w:val="20"/>
    </w:rPr>
  </w:style>
  <w:style w:type="paragraph" w:customStyle="1" w:styleId="Coverpagesubtitleblue">
    <w:name w:val="Coverpage subtitle (blue)"/>
    <w:basedOn w:val="Coverpagetitle"/>
    <w:rsid w:val="00EC53FB"/>
    <w:rPr>
      <w:color w:val="0096DB" w:themeColor="accent3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6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fczmeafs1\AFCP\Common\Sablony\Sablony%20CZ\KNIHOVNA%20TITULEK\TITULKA%20ZPRAVY\AF_CP_Titulka%20zpravy_krizovatka%20se%20silnicemi_CZ.dotx" TargetMode="External"/></Relationships>
</file>

<file path=word/theme/theme1.xml><?xml version="1.0" encoding="utf-8"?>
<a:theme xmlns:a="http://schemas.openxmlformats.org/drawingml/2006/main" name="Office Theme">
  <a:themeElements>
    <a:clrScheme name="ÅF Word">
      <a:dk1>
        <a:sysClr val="windowText" lastClr="000000"/>
      </a:dk1>
      <a:lt1>
        <a:sysClr val="window" lastClr="FFFFFF"/>
      </a:lt1>
      <a:dk2>
        <a:srgbClr val="506070"/>
      </a:dk2>
      <a:lt2>
        <a:srgbClr val="C0B0A0"/>
      </a:lt2>
      <a:accent1>
        <a:srgbClr val="00B1AC"/>
      </a:accent1>
      <a:accent2>
        <a:srgbClr val="0039A6"/>
      </a:accent2>
      <a:accent3>
        <a:srgbClr val="0096DB"/>
      </a:accent3>
      <a:accent4>
        <a:srgbClr val="66BC29"/>
      </a:accent4>
      <a:accent5>
        <a:srgbClr val="AC27A8"/>
      </a:accent5>
      <a:accent6>
        <a:srgbClr val="FB4357"/>
      </a:accent6>
      <a:hlink>
        <a:srgbClr val="5F5F5F"/>
      </a:hlink>
      <a:folHlink>
        <a:srgbClr val="919191"/>
      </a:folHlink>
    </a:clrScheme>
    <a:fontScheme name="ÅF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25175581C40448E679115A058B004" ma:contentTypeVersion="12" ma:contentTypeDescription="Vytvoří nový dokument" ma:contentTypeScope="" ma:versionID="e42588133eb482179d175b659c874cfe">
  <xsd:schema xmlns:xsd="http://www.w3.org/2001/XMLSchema" xmlns:xs="http://www.w3.org/2001/XMLSchema" xmlns:p="http://schemas.microsoft.com/office/2006/metadata/properties" xmlns:ns2="315afb31-9db0-4d91-b7dd-7946c83e2e91" xmlns:ns3="d7ad7dcf-60d4-41d7-8b4a-6e95bfe7f3e0" targetNamespace="http://schemas.microsoft.com/office/2006/metadata/properties" ma:root="true" ma:fieldsID="93f883537502c23505bb8a7411baa4bb" ns2:_="" ns3:_="">
    <xsd:import namespace="315afb31-9db0-4d91-b7dd-7946c83e2e91"/>
    <xsd:import namespace="d7ad7dcf-60d4-41d7-8b4a-6e95bfe7f3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afb31-9db0-4d91-b7dd-7946c83e2e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d7dcf-60d4-41d7-8b4a-6e95bfe7f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CF41C0-8653-4868-AA15-B8E109BA3F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99ED3F-A2CD-4FA8-9574-4784F8AE6D8A}"/>
</file>

<file path=customXml/itemProps3.xml><?xml version="1.0" encoding="utf-8"?>
<ds:datastoreItem xmlns:ds="http://schemas.openxmlformats.org/officeDocument/2006/customXml" ds:itemID="{883D4705-E953-455D-A47A-4A46D50BE350}"/>
</file>

<file path=customXml/itemProps4.xml><?xml version="1.0" encoding="utf-8"?>
<ds:datastoreItem xmlns:ds="http://schemas.openxmlformats.org/officeDocument/2006/customXml" ds:itemID="{5460A77F-786C-4009-97BE-F870F4B6B55E}"/>
</file>

<file path=docProps/app.xml><?xml version="1.0" encoding="utf-8"?>
<Properties xmlns="http://schemas.openxmlformats.org/officeDocument/2006/extended-properties" xmlns:vt="http://schemas.openxmlformats.org/officeDocument/2006/docPropsVTypes">
  <Template>AF_CP_Titulka zpravy_krizovatka se silnicemi_CZ</Template>
  <TotalTime>2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Nedbal Prokop</dc:creator>
  <cp:lastModifiedBy>Pavlík Jan</cp:lastModifiedBy>
  <cp:revision>4</cp:revision>
  <cp:lastPrinted>2019-04-03T07:31:00Z</cp:lastPrinted>
  <dcterms:created xsi:type="dcterms:W3CDTF">2020-03-25T15:37:00Z</dcterms:created>
  <dcterms:modified xsi:type="dcterms:W3CDTF">2020-09-22T13:45:00Z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0x010100A3D25175581C40448E679115A058B004</vt:lpwstr>
  </property>
</Properties>
</file>